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29" w:rsidRDefault="00444283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0</wp:posOffset>
                </wp:positionV>
                <wp:extent cx="8869680" cy="274320"/>
                <wp:effectExtent l="0" t="0" r="1905" b="190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968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B29" w:rsidRDefault="00D977EA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2pt;margin-top:0;width:698.4pt;height:21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my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" o:allowincell="f" filled="f" stroked="f">
                <v:textbox>
                  <w:txbxContent>
                    <w:p w:rsidR="00D82B29" w:rsidRDefault="00D977EA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D82B29" w:rsidRDefault="00444283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161290</wp:posOffset>
                </wp:positionV>
                <wp:extent cx="1371600" cy="274320"/>
                <wp:effectExtent l="3810" t="0" r="0" b="254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id w:val="145148263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TOPIC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0.8pt;margin-top:12.7pt;width:108pt;height:2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jb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b/>
                          <w:bCs/>
                          <w:sz w:val="24"/>
                          <w:szCs w:val="24"/>
                        </w:rPr>
                        <w:id w:val="145148263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TOPIC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D82B29" w:rsidRDefault="00D82B29">
      <w:pPr>
        <w:rPr>
          <w:b/>
          <w:bCs/>
          <w:sz w:val="28"/>
          <w:szCs w:val="28"/>
        </w:rPr>
      </w:pPr>
      <w:bookmarkStart w:id="0" w:name="_GoBack"/>
      <w:bookmarkEnd w:id="0"/>
    </w:p>
    <w:p w:rsidR="00D82B29" w:rsidRDefault="00D82B29">
      <w:pPr>
        <w:rPr>
          <w:b/>
          <w:bCs/>
          <w:sz w:val="28"/>
          <w:szCs w:val="28"/>
        </w:rPr>
      </w:pPr>
    </w:p>
    <w:p w:rsidR="00D82B29" w:rsidRDefault="0044428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4851400</wp:posOffset>
                </wp:positionV>
                <wp:extent cx="1005840" cy="822960"/>
                <wp:effectExtent l="0" t="3175" r="3810" b="254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5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24pt;margin-top:382pt;width:79.2pt;height:6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4m4tw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5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3388360</wp:posOffset>
                </wp:positionV>
                <wp:extent cx="1005840" cy="822960"/>
                <wp:effectExtent l="0" t="0" r="381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4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7in;margin-top:266.8pt;width:79.2pt;height:6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dmuA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4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3388360</wp:posOffset>
                </wp:positionV>
                <wp:extent cx="1005840" cy="822960"/>
                <wp:effectExtent l="381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3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36.8pt;margin-top:266.8pt;width:79.2pt;height:6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yetw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3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1651000</wp:posOffset>
                </wp:positionV>
                <wp:extent cx="1005840" cy="822960"/>
                <wp:effectExtent l="1905" t="3175" r="1905" b="254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1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10.4pt;margin-top:130pt;width:79.2pt;height:6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0EuA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1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7498080</wp:posOffset>
                </wp:positionH>
                <wp:positionV relativeFrom="paragraph">
                  <wp:posOffset>1651000</wp:posOffset>
                </wp:positionV>
                <wp:extent cx="1005840" cy="822960"/>
                <wp:effectExtent l="1905" t="3175" r="1905" b="254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2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590.4pt;margin-top:130pt;width:79.2pt;height: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TyuA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2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1651000</wp:posOffset>
                </wp:positionV>
                <wp:extent cx="1005840" cy="822960"/>
                <wp:effectExtent l="1905" t="3175" r="1905" b="254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70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230.4pt;margin-top:130pt;width:79.2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TosuA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70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1651000</wp:posOffset>
                </wp:positionV>
                <wp:extent cx="1005840" cy="822960"/>
                <wp:effectExtent l="1905" t="3175" r="1905" b="25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9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50.4pt;margin-top:130pt;width:79.2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/guA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9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6949440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7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547.2pt;margin-top:7.6pt;width:79.2pt;height:6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y7tg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7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8046720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8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633.6pt;margin-top:7.6pt;width:79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QSfuAIAAMI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8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5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367.2pt;margin-top:7.6pt;width:79.2pt;height:64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8hyuQIAAMI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5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6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453.6pt;margin-top:7.6pt;width:79.2pt;height:6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2HuQ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6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2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87.2pt;margin-top:7.6pt;width:79.2pt;height:6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6a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2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4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273.6pt;margin-top:7.6pt;width:79.2pt;height: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npuQ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4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1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93.6pt;margin-top:7.6pt;width:79.2pt;height:6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+k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1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96520</wp:posOffset>
                </wp:positionV>
                <wp:extent cx="1005840" cy="822960"/>
                <wp:effectExtent l="0" t="1270" r="0" b="444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45148260"/>
                              <w:placeholder>
                                <w:docPart w:val="C68CE6191F784FC7A415CB37A82D37E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D82B29" w:rsidRDefault="00D977E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7.2pt;margin-top:7.6pt;width:79.2pt;height:6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cGNuQ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45148260"/>
                        <w:placeholder>
                          <w:docPart w:val="C68CE6191F784FC7A415CB37A82D37E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D82B29" w:rsidRDefault="00D977EA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078AC">
        <w:rPr>
          <w:b/>
          <w:bCs/>
          <w:noProof/>
          <w:sz w:val="28"/>
          <w:szCs w:val="28"/>
        </w:rPr>
        <w:drawing>
          <wp:inline distT="0" distB="0" distL="0" distR="0">
            <wp:extent cx="9069705" cy="5720080"/>
            <wp:effectExtent l="19050" t="0" r="0" b="0"/>
            <wp:docPr id="1" name="Picture 1" descr="D_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tre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9705" cy="572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2B29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83"/>
    <w:rsid w:val="000078AC"/>
    <w:rsid w:val="00444283"/>
    <w:rsid w:val="00D82B29"/>
    <w:rsid w:val="00D9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7E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77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7E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77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Genogram-Template.zip\Genogram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8CE6191F784FC7A415CB37A82D3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20214-D74C-4678-856E-3C33A433F667}"/>
      </w:docPartPr>
      <w:docPartBody>
        <w:p w:rsidR="00000000" w:rsidRDefault="007501A8">
          <w:pPr>
            <w:pStyle w:val="C68CE6191F784FC7A415CB37A82D37E9"/>
          </w:pPr>
          <w:r w:rsidRPr="002A63B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A8"/>
    <w:rsid w:val="0075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68CE6191F784FC7A415CB37A82D37E9">
    <w:name w:val="C68CE6191F784FC7A415CB37A82D37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68CE6191F784FC7A415CB37A82D37E9">
    <w:name w:val="C68CE6191F784FC7A415CB37A82D37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09A647E-21F6-48D1-B81D-7EA2117427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Genogram-Template.dotx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Links>
    <vt:vector size="12" baseType="variant">
      <vt:variant>
        <vt:i4>4522027</vt:i4>
      </vt:variant>
      <vt:variant>
        <vt:i4>1046</vt:i4>
      </vt:variant>
      <vt:variant>
        <vt:i4>1025</vt:i4>
      </vt:variant>
      <vt:variant>
        <vt:i4>1</vt:i4>
      </vt:variant>
      <vt:variant>
        <vt:lpwstr>D_tree.jpg</vt:lpwstr>
      </vt:variant>
      <vt:variant>
        <vt:lpwstr/>
      </vt:variant>
      <vt:variant>
        <vt:i4>852053</vt:i4>
      </vt:variant>
      <vt:variant>
        <vt:i4>1152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2015-10-31T01:46:00Z</dcterms:created>
  <dcterms:modified xsi:type="dcterms:W3CDTF">2015-10-31T01:47:00Z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TC018879009991</vt:lpwstr>
  </property>
</Properties>
</file>