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E135D" w14:textId="0D2B0E50" w:rsidR="000E56ED" w:rsidRPr="00C26433" w:rsidRDefault="00D37D37" w:rsidP="00C2643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49E0E0" wp14:editId="7841BE36">
                <wp:simplePos x="0" y="0"/>
                <wp:positionH relativeFrom="column">
                  <wp:posOffset>3605530</wp:posOffset>
                </wp:positionH>
                <wp:positionV relativeFrom="paragraph">
                  <wp:posOffset>5229225</wp:posOffset>
                </wp:positionV>
                <wp:extent cx="3462020" cy="90805"/>
                <wp:effectExtent l="5080" t="9525" r="9525" b="13970"/>
                <wp:wrapNone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2020" cy="908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5A399" id="Rectangle 11" o:spid="_x0000_s1026" style="position:absolute;margin-left:283.9pt;margin-top:411.75pt;width:272.6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" fillcolor="white [3212]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44E896" wp14:editId="3C070447">
                <wp:simplePos x="0" y="0"/>
                <wp:positionH relativeFrom="column">
                  <wp:posOffset>3514725</wp:posOffset>
                </wp:positionH>
                <wp:positionV relativeFrom="paragraph">
                  <wp:posOffset>495300</wp:posOffset>
                </wp:positionV>
                <wp:extent cx="90805" cy="7143750"/>
                <wp:effectExtent l="9525" t="9525" r="13970" b="9525"/>
                <wp:wrapNone/>
                <wp:docPr id="1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7143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1A130" id="Rectangle 9" o:spid="_x0000_s1026" style="position:absolute;margin-left:276.75pt;margin-top:39pt;width:7.15pt;height:56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" fillcolor="white [3212]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9B9BF5" wp14:editId="6F9EBAA9">
                <wp:simplePos x="0" y="0"/>
                <wp:positionH relativeFrom="column">
                  <wp:posOffset>3605530</wp:posOffset>
                </wp:positionH>
                <wp:positionV relativeFrom="paragraph">
                  <wp:posOffset>3028950</wp:posOffset>
                </wp:positionV>
                <wp:extent cx="3319145" cy="95250"/>
                <wp:effectExtent l="5080" t="9525" r="9525" b="9525"/>
                <wp:wrapNone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9145" cy="95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64AA8" id="Rectangle 10" o:spid="_x0000_s1026" style="position:absolute;margin-left:283.9pt;margin-top:238.5pt;width:261.35pt;height: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" fillcolor="white [3212]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BADB33" wp14:editId="3FD298A1">
                <wp:simplePos x="0" y="0"/>
                <wp:positionH relativeFrom="column">
                  <wp:posOffset>-942975</wp:posOffset>
                </wp:positionH>
                <wp:positionV relativeFrom="paragraph">
                  <wp:posOffset>7639050</wp:posOffset>
                </wp:positionV>
                <wp:extent cx="7867650" cy="1552575"/>
                <wp:effectExtent l="0" t="0" r="0" b="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0F1011" w14:textId="6CC75F2D" w:rsidR="00724AE6" w:rsidRPr="00724AE6" w:rsidRDefault="00D37D37" w:rsidP="00D37D37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="00724AE6" w:rsidRPr="00724AE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Company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724AE6" w:rsidRPr="00724AE6">
                              <w:rPr>
                                <w:b/>
                                <w:sz w:val="24"/>
                                <w:szCs w:val="24"/>
                              </w:rPr>
                              <w:t>ddress:____________________________                         Phone:____________________________</w:t>
                            </w:r>
                          </w:p>
                          <w:p w14:paraId="72E812F2" w14:textId="4BEB9EDE" w:rsidR="00724AE6" w:rsidRDefault="00D37D37" w:rsidP="00D37D37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="00724AE6" w:rsidRPr="00724AE6">
                              <w:rPr>
                                <w:b/>
                                <w:sz w:val="24"/>
                                <w:szCs w:val="24"/>
                              </w:rPr>
                              <w:t>Email:______________________________________                           Web:_____________________________</w:t>
                            </w:r>
                          </w:p>
                          <w:p w14:paraId="05642453" w14:textId="77777777" w:rsidR="00D37D37" w:rsidRDefault="00D37D37" w:rsidP="00D37D37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14:paraId="293A7AD3" w14:textId="7D161CED" w:rsidR="00D37D37" w:rsidRPr="00724AE6" w:rsidRDefault="00D37D37" w:rsidP="00D37D37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</w:t>
                            </w:r>
                            <w:r w:rsidRPr="00D37D37">
                              <w:rPr>
                                <w:b/>
                                <w:sz w:val="24"/>
                                <w:szCs w:val="24"/>
                              </w:rPr>
                              <w:t>www.mywordtemplates.org</w:t>
                            </w:r>
                          </w:p>
                          <w:p w14:paraId="4C2BC5A6" w14:textId="77777777" w:rsidR="00724AE6" w:rsidRPr="00724AE6" w:rsidRDefault="00724AE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64A5555" w14:textId="77777777" w:rsidR="00724AE6" w:rsidRPr="00724AE6" w:rsidRDefault="00724AE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CB88A87" w14:textId="77777777" w:rsidR="00724AE6" w:rsidRDefault="00724AE6"/>
                          <w:p w14:paraId="3EA71F0E" w14:textId="77777777" w:rsidR="00724AE6" w:rsidRDefault="00724AE6"/>
                          <w:p w14:paraId="2C5F36E7" w14:textId="77777777" w:rsidR="00724AE6" w:rsidRDefault="00724AE6"/>
                          <w:p w14:paraId="5BC9F516" w14:textId="77777777" w:rsidR="00724AE6" w:rsidRDefault="00724AE6"/>
                          <w:p w14:paraId="6DCC3D88" w14:textId="77777777" w:rsidR="00724AE6" w:rsidRDefault="00724AE6"/>
                          <w:p w14:paraId="4F6183DD" w14:textId="77777777" w:rsidR="00724AE6" w:rsidRDefault="00724A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ADB33" id="Rectangle 8" o:spid="_x0000_s1026" style="position:absolute;margin-left:-74.25pt;margin-top:601.5pt;width:619.5pt;height:12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" stroked="f">
                <v:textbox>
                  <w:txbxContent>
                    <w:p w14:paraId="0E0F1011" w14:textId="6CC75F2D" w:rsidR="00724AE6" w:rsidRPr="00724AE6" w:rsidRDefault="00D37D37" w:rsidP="00D37D37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</w:t>
                      </w:r>
                      <w:r w:rsidR="00724AE6" w:rsidRPr="00724AE6">
                        <w:rPr>
                          <w:b/>
                          <w:sz w:val="24"/>
                          <w:szCs w:val="24"/>
                        </w:rPr>
                        <w:t xml:space="preserve">Company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A</w:t>
                      </w:r>
                      <w:r w:rsidR="00724AE6" w:rsidRPr="00724AE6">
                        <w:rPr>
                          <w:b/>
                          <w:sz w:val="24"/>
                          <w:szCs w:val="24"/>
                        </w:rPr>
                        <w:t>ddress:____________________________                         Phone:____________________________</w:t>
                      </w:r>
                    </w:p>
                    <w:p w14:paraId="72E812F2" w14:textId="4BEB9EDE" w:rsidR="00724AE6" w:rsidRDefault="00D37D37" w:rsidP="00D37D37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</w:t>
                      </w:r>
                      <w:r w:rsidR="00724AE6" w:rsidRPr="00724AE6">
                        <w:rPr>
                          <w:b/>
                          <w:sz w:val="24"/>
                          <w:szCs w:val="24"/>
                        </w:rPr>
                        <w:t>Email:______________________________________                           Web:_____________________________</w:t>
                      </w:r>
                    </w:p>
                    <w:p w14:paraId="05642453" w14:textId="77777777" w:rsidR="00D37D37" w:rsidRDefault="00D37D37" w:rsidP="00D37D37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                                                                           </w:t>
                      </w:r>
                    </w:p>
                    <w:p w14:paraId="293A7AD3" w14:textId="7D161CED" w:rsidR="00D37D37" w:rsidRPr="00724AE6" w:rsidRDefault="00D37D37" w:rsidP="00D37D37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                                                                                </w:t>
                      </w:r>
                      <w:r w:rsidRPr="00D37D37">
                        <w:rPr>
                          <w:b/>
                          <w:sz w:val="24"/>
                          <w:szCs w:val="24"/>
                        </w:rPr>
                        <w:t>www.mywordtemplates.org</w:t>
                      </w:r>
                    </w:p>
                    <w:p w14:paraId="4C2BC5A6" w14:textId="77777777" w:rsidR="00724AE6" w:rsidRPr="00724AE6" w:rsidRDefault="00724AE6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464A5555" w14:textId="77777777" w:rsidR="00724AE6" w:rsidRPr="00724AE6" w:rsidRDefault="00724AE6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CB88A87" w14:textId="77777777" w:rsidR="00724AE6" w:rsidRDefault="00724AE6"/>
                    <w:p w14:paraId="3EA71F0E" w14:textId="77777777" w:rsidR="00724AE6" w:rsidRDefault="00724AE6"/>
                    <w:p w14:paraId="2C5F36E7" w14:textId="77777777" w:rsidR="00724AE6" w:rsidRDefault="00724AE6"/>
                    <w:p w14:paraId="5BC9F516" w14:textId="77777777" w:rsidR="00724AE6" w:rsidRDefault="00724AE6"/>
                    <w:p w14:paraId="6DCC3D88" w14:textId="77777777" w:rsidR="00724AE6" w:rsidRDefault="00724AE6"/>
                    <w:p w14:paraId="4F6183DD" w14:textId="77777777" w:rsidR="00724AE6" w:rsidRDefault="00724AE6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7FB28" wp14:editId="0FAFC318">
                <wp:simplePos x="0" y="0"/>
                <wp:positionH relativeFrom="column">
                  <wp:posOffset>-895350</wp:posOffset>
                </wp:positionH>
                <wp:positionV relativeFrom="paragraph">
                  <wp:posOffset>6791325</wp:posOffset>
                </wp:positionV>
                <wp:extent cx="4457700" cy="847725"/>
                <wp:effectExtent l="0" t="0" r="0" b="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653311" w14:textId="77777777" w:rsidR="00724AE6" w:rsidRPr="00724AE6" w:rsidRDefault="00724AE6">
                            <w:pPr>
                              <w:rPr>
                                <w:color w:val="C00000"/>
                                <w:sz w:val="96"/>
                                <w:szCs w:val="96"/>
                              </w:rPr>
                            </w:pPr>
                            <w:r w:rsidRPr="00724AE6">
                              <w:rPr>
                                <w:color w:val="C00000"/>
                                <w:sz w:val="96"/>
                                <w:szCs w:val="96"/>
                              </w:rPr>
                              <w:t>Contact us Now!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7FB28" id="Rectangle 7" o:spid="_x0000_s1027" style="position:absolute;margin-left:-70.5pt;margin-top:534.75pt;width:351pt;height: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" stroked="f">
                <v:textbox>
                  <w:txbxContent>
                    <w:p w14:paraId="5E653311" w14:textId="77777777" w:rsidR="00724AE6" w:rsidRPr="00724AE6" w:rsidRDefault="00724AE6">
                      <w:pPr>
                        <w:rPr>
                          <w:color w:val="C00000"/>
                          <w:sz w:val="96"/>
                          <w:szCs w:val="96"/>
                        </w:rPr>
                      </w:pPr>
                      <w:r w:rsidRPr="00724AE6">
                        <w:rPr>
                          <w:color w:val="C00000"/>
                          <w:sz w:val="96"/>
                          <w:szCs w:val="96"/>
                        </w:rPr>
                        <w:t>Contact us Now!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B2040" wp14:editId="4369658E">
                <wp:simplePos x="0" y="0"/>
                <wp:positionH relativeFrom="column">
                  <wp:posOffset>-942975</wp:posOffset>
                </wp:positionH>
                <wp:positionV relativeFrom="paragraph">
                  <wp:posOffset>4038600</wp:posOffset>
                </wp:positionV>
                <wp:extent cx="2181225" cy="3676650"/>
                <wp:effectExtent l="0" t="0" r="0" b="0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367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FBD50E" w14:textId="77777777" w:rsidR="00724AE6" w:rsidRPr="0028261B" w:rsidRDefault="0028261B">
                            <w:pPr>
                              <w:rPr>
                                <w:rFonts w:asciiTheme="majorHAnsi" w:hAnsiTheme="majorHAnsi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8261B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An agent </w:t>
                            </w:r>
                            <w:r w:rsidRPr="0028261B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could also be</w:t>
                            </w:r>
                            <w:r w:rsidRPr="0028261B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authorized to represent a client in negotiations and other dealings with third parties or may have decision-making authority. Two common </w:t>
                            </w:r>
                            <w:r w:rsidRPr="0028261B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varieties of</w:t>
                            </w:r>
                            <w:r w:rsidRPr="0028261B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agents are attorneys, who represent their clients in legal matters, and stockbrokers, who are hired by investors </w:t>
                            </w:r>
                            <w:r w:rsidRPr="0028261B">
                              <w:rPr>
                                <w:rFonts w:asciiTheme="majorHAnsi" w:hAnsiTheme="majorHAnsi" w:cs="Arial"/>
                                <w:bCs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to create</w:t>
                            </w:r>
                            <w:r w:rsidRPr="0028261B">
                              <w:rPr>
                                <w:rFonts w:asciiTheme="majorHAnsi" w:hAnsiTheme="majorHAnsi" w:cs="Arial"/>
                                <w:i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 investment decisions for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B2040" id="Rectangle 5" o:spid="_x0000_s1028" style="position:absolute;margin-left:-74.25pt;margin-top:318pt;width:171.75pt;height:28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" stroked="f">
                <v:textbox>
                  <w:txbxContent>
                    <w:p w14:paraId="1DFBD50E" w14:textId="77777777" w:rsidR="00724AE6" w:rsidRPr="0028261B" w:rsidRDefault="0028261B">
                      <w:pPr>
                        <w:rPr>
                          <w:rFonts w:asciiTheme="majorHAnsi" w:hAnsiTheme="majorHAnsi"/>
                          <w:i/>
                          <w:color w:val="000000" w:themeColor="text1"/>
                          <w:sz w:val="24"/>
                          <w:szCs w:val="24"/>
                        </w:rPr>
                      </w:pPr>
                      <w:r w:rsidRPr="0028261B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An agent </w:t>
                      </w:r>
                      <w:r w:rsidRPr="0028261B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could also be</w:t>
                      </w:r>
                      <w:r w:rsidRPr="0028261B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authorized to represent a client in negotiations and other dealings with third parties or may have decision-making authority. Two common </w:t>
                      </w:r>
                      <w:r w:rsidRPr="0028261B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varieties of</w:t>
                      </w:r>
                      <w:r w:rsidRPr="0028261B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agents are attorneys, who represent their clients in legal matters, and stockbrokers, who are hired by investors </w:t>
                      </w:r>
                      <w:r w:rsidRPr="0028261B">
                        <w:rPr>
                          <w:rFonts w:asciiTheme="majorHAnsi" w:hAnsiTheme="majorHAnsi" w:cs="Arial"/>
                          <w:bCs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to create</w:t>
                      </w:r>
                      <w:r w:rsidRPr="0028261B">
                        <w:rPr>
                          <w:rFonts w:asciiTheme="majorHAnsi" w:hAnsiTheme="majorHAnsi" w:cs="Arial"/>
                          <w:i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 investment decisions for them.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0EE40" wp14:editId="6624B2C6">
                <wp:simplePos x="0" y="0"/>
                <wp:positionH relativeFrom="column">
                  <wp:posOffset>1676400</wp:posOffset>
                </wp:positionH>
                <wp:positionV relativeFrom="paragraph">
                  <wp:posOffset>4038600</wp:posOffset>
                </wp:positionV>
                <wp:extent cx="1885950" cy="3676650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367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4C63B" w14:textId="77777777" w:rsidR="00724AE6" w:rsidRPr="0028261B" w:rsidRDefault="0028261B">
                            <w:pPr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</w:pPr>
                            <w:r w:rsidRPr="0028261B">
                              <w:rPr>
                                <w:b/>
                                <w:i/>
                                <w:sz w:val="40"/>
                                <w:szCs w:val="40"/>
                              </w:rPr>
                              <w:t>Characteristics</w:t>
                            </w:r>
                          </w:p>
                          <w:p w14:paraId="34D5790F" w14:textId="77777777" w:rsidR="00724AE6" w:rsidRDefault="00724AE6" w:rsidP="00724A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724AE6">
                              <w:rPr>
                                <w:i/>
                                <w:sz w:val="24"/>
                                <w:szCs w:val="24"/>
                              </w:rPr>
                              <w:t>Living room</w:t>
                            </w:r>
                          </w:p>
                          <w:p w14:paraId="7C92140F" w14:textId="77777777" w:rsidR="00724AE6" w:rsidRDefault="00724AE6" w:rsidP="00724A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Bedroom</w:t>
                            </w:r>
                          </w:p>
                          <w:p w14:paraId="0B186B9A" w14:textId="77777777" w:rsidR="00724AE6" w:rsidRDefault="00724AE6" w:rsidP="00724A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Bathroom</w:t>
                            </w:r>
                          </w:p>
                          <w:p w14:paraId="42E4B901" w14:textId="77777777" w:rsidR="00724AE6" w:rsidRDefault="00724AE6" w:rsidP="00724A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Guestroom</w:t>
                            </w:r>
                          </w:p>
                          <w:p w14:paraId="5B9A2ED5" w14:textId="77777777" w:rsidR="00724AE6" w:rsidRDefault="00724AE6" w:rsidP="00724A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Kitchen</w:t>
                            </w:r>
                          </w:p>
                          <w:p w14:paraId="4503888E" w14:textId="77777777" w:rsidR="00724AE6" w:rsidRDefault="00724AE6" w:rsidP="00724A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Swimming pool</w:t>
                            </w:r>
                          </w:p>
                          <w:p w14:paraId="339A8DFF" w14:textId="77777777" w:rsidR="00724AE6" w:rsidRDefault="00724AE6" w:rsidP="00724A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Dining room</w:t>
                            </w:r>
                          </w:p>
                          <w:p w14:paraId="4B464461" w14:textId="77777777" w:rsidR="00724AE6" w:rsidRPr="00724AE6" w:rsidRDefault="00724AE6" w:rsidP="00724A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Car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0EE40" id="Rectangle 6" o:spid="_x0000_s1029" style="position:absolute;margin-left:132pt;margin-top:318pt;width:148.5pt;height:28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" stroked="f">
                <v:textbox>
                  <w:txbxContent>
                    <w:p w14:paraId="0324C63B" w14:textId="77777777" w:rsidR="00724AE6" w:rsidRPr="0028261B" w:rsidRDefault="0028261B">
                      <w:pPr>
                        <w:rPr>
                          <w:b/>
                          <w:i/>
                          <w:sz w:val="40"/>
                          <w:szCs w:val="40"/>
                        </w:rPr>
                      </w:pPr>
                      <w:r w:rsidRPr="0028261B">
                        <w:rPr>
                          <w:b/>
                          <w:i/>
                          <w:sz w:val="40"/>
                          <w:szCs w:val="40"/>
                        </w:rPr>
                        <w:t>Characteristics</w:t>
                      </w:r>
                    </w:p>
                    <w:p w14:paraId="34D5790F" w14:textId="77777777" w:rsidR="00724AE6" w:rsidRDefault="00724AE6" w:rsidP="00724A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 w:rsidRPr="00724AE6">
                        <w:rPr>
                          <w:i/>
                          <w:sz w:val="24"/>
                          <w:szCs w:val="24"/>
                        </w:rPr>
                        <w:t>Living room</w:t>
                      </w:r>
                    </w:p>
                    <w:p w14:paraId="7C92140F" w14:textId="77777777" w:rsidR="00724AE6" w:rsidRDefault="00724AE6" w:rsidP="00724A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Bedroom</w:t>
                      </w:r>
                    </w:p>
                    <w:p w14:paraId="0B186B9A" w14:textId="77777777" w:rsidR="00724AE6" w:rsidRDefault="00724AE6" w:rsidP="00724A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Bathroom</w:t>
                      </w:r>
                    </w:p>
                    <w:p w14:paraId="42E4B901" w14:textId="77777777" w:rsidR="00724AE6" w:rsidRDefault="00724AE6" w:rsidP="00724A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Guestroom</w:t>
                      </w:r>
                    </w:p>
                    <w:p w14:paraId="5B9A2ED5" w14:textId="77777777" w:rsidR="00724AE6" w:rsidRDefault="00724AE6" w:rsidP="00724A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Kitchen</w:t>
                      </w:r>
                    </w:p>
                    <w:p w14:paraId="4503888E" w14:textId="77777777" w:rsidR="00724AE6" w:rsidRDefault="00724AE6" w:rsidP="00724A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Swimming pool</w:t>
                      </w:r>
                    </w:p>
                    <w:p w14:paraId="339A8DFF" w14:textId="77777777" w:rsidR="00724AE6" w:rsidRDefault="00724AE6" w:rsidP="00724A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Dining room</w:t>
                      </w:r>
                    </w:p>
                    <w:p w14:paraId="4B464461" w14:textId="77777777" w:rsidR="00724AE6" w:rsidRPr="00724AE6" w:rsidRDefault="00724AE6" w:rsidP="00724A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Car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00CD2B" wp14:editId="3E0B6350">
                <wp:simplePos x="0" y="0"/>
                <wp:positionH relativeFrom="column">
                  <wp:posOffset>3562350</wp:posOffset>
                </wp:positionH>
                <wp:positionV relativeFrom="paragraph">
                  <wp:posOffset>-952500</wp:posOffset>
                </wp:positionV>
                <wp:extent cx="3362325" cy="1524000"/>
                <wp:effectExtent l="0" t="0" r="0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52F19" w14:textId="77777777" w:rsidR="00C26433" w:rsidRPr="00C26433" w:rsidRDefault="00724AE6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Your Company Name &amp;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00CD2B" id="Rectangle 4" o:spid="_x0000_s1030" style="position:absolute;margin-left:280.5pt;margin-top:-75pt;width:264.75pt;height:1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" stroked="f">
                <v:textbox>
                  <w:txbxContent>
                    <w:p w14:paraId="3D952F19" w14:textId="77777777" w:rsidR="00C26433" w:rsidRPr="00C26433" w:rsidRDefault="00724AE6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Your Company Name &amp; Logo.</w:t>
                      </w:r>
                    </w:p>
                  </w:txbxContent>
                </v:textbox>
              </v:rect>
            </w:pict>
          </mc:Fallback>
        </mc:AlternateContent>
      </w:r>
      <w:r w:rsidR="00C26433">
        <w:rPr>
          <w:noProof/>
        </w:rPr>
        <w:drawing>
          <wp:anchor distT="0" distB="0" distL="114300" distR="114300" simplePos="0" relativeHeight="251661312" behindDoc="0" locked="0" layoutInCell="1" allowOverlap="1" wp14:anchorId="4BCBB2C7" wp14:editId="6096530F">
            <wp:simplePos x="0" y="0"/>
            <wp:positionH relativeFrom="column">
              <wp:posOffset>3533775</wp:posOffset>
            </wp:positionH>
            <wp:positionV relativeFrom="paragraph">
              <wp:posOffset>3028950</wp:posOffset>
            </wp:positionV>
            <wp:extent cx="3324225" cy="2305050"/>
            <wp:effectExtent l="19050" t="0" r="9525" b="0"/>
            <wp:wrapNone/>
            <wp:docPr id="5" name="Picture 4" descr="OIP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7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6433">
        <w:rPr>
          <w:noProof/>
        </w:rPr>
        <w:drawing>
          <wp:anchor distT="0" distB="0" distL="114300" distR="114300" simplePos="0" relativeHeight="251659264" behindDoc="0" locked="0" layoutInCell="1" allowOverlap="1" wp14:anchorId="01FD4D54" wp14:editId="6D8C520D">
            <wp:simplePos x="0" y="0"/>
            <wp:positionH relativeFrom="column">
              <wp:posOffset>3533775</wp:posOffset>
            </wp:positionH>
            <wp:positionV relativeFrom="paragraph">
              <wp:posOffset>5334000</wp:posOffset>
            </wp:positionV>
            <wp:extent cx="3324225" cy="2305050"/>
            <wp:effectExtent l="19050" t="0" r="9525" b="0"/>
            <wp:wrapNone/>
            <wp:docPr id="3" name="Picture 2" descr="projetos-residenciais-rj-apartamento-decoracao-projeto-botaf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jetos-residenciais-rj-apartamento-decoracao-projeto-botaf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6433">
        <w:rPr>
          <w:noProof/>
        </w:rPr>
        <w:drawing>
          <wp:anchor distT="0" distB="0" distL="114300" distR="114300" simplePos="0" relativeHeight="251658240" behindDoc="0" locked="0" layoutInCell="1" allowOverlap="1" wp14:anchorId="3B34A1F4" wp14:editId="6D35E754">
            <wp:simplePos x="0" y="0"/>
            <wp:positionH relativeFrom="column">
              <wp:posOffset>3533775</wp:posOffset>
            </wp:positionH>
            <wp:positionV relativeFrom="paragraph">
              <wp:posOffset>552450</wp:posOffset>
            </wp:positionV>
            <wp:extent cx="3324225" cy="2476500"/>
            <wp:effectExtent l="19050" t="0" r="9525" b="0"/>
            <wp:wrapNone/>
            <wp:docPr id="2" name="Picture 1" descr="FZdiWDXipaNoB8Eq9jlnhZ3NQdroszCHxzPlBrSH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ZdiWDXipaNoB8Eq9jlnhZ3NQdroszCHxzPlBrSH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6433">
        <w:rPr>
          <w:noProof/>
        </w:rPr>
        <w:drawing>
          <wp:anchor distT="0" distB="0" distL="114300" distR="114300" simplePos="0" relativeHeight="251660288" behindDoc="0" locked="0" layoutInCell="1" allowOverlap="1" wp14:anchorId="47F86B9D" wp14:editId="204547AB">
            <wp:simplePos x="0" y="0"/>
            <wp:positionH relativeFrom="column">
              <wp:posOffset>-914400</wp:posOffset>
            </wp:positionH>
            <wp:positionV relativeFrom="paragraph">
              <wp:posOffset>438149</wp:posOffset>
            </wp:positionV>
            <wp:extent cx="4448175" cy="3590925"/>
            <wp:effectExtent l="19050" t="0" r="9525" b="0"/>
            <wp:wrapNone/>
            <wp:docPr id="4" name="Picture 3" descr="OIP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6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B3899" wp14:editId="0E566163">
                <wp:simplePos x="0" y="0"/>
                <wp:positionH relativeFrom="column">
                  <wp:posOffset>-942975</wp:posOffset>
                </wp:positionH>
                <wp:positionV relativeFrom="paragraph">
                  <wp:posOffset>342900</wp:posOffset>
                </wp:positionV>
                <wp:extent cx="4457700" cy="90805"/>
                <wp:effectExtent l="9525" t="9525" r="9525" b="1397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908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79159" id="Rectangle 3" o:spid="_x0000_s1026" style="position:absolute;margin-left:-74.25pt;margin-top:27pt;width:351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" fillcolor="white [3212]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171861" wp14:editId="3DD75D7F">
                <wp:simplePos x="0" y="0"/>
                <wp:positionH relativeFrom="column">
                  <wp:posOffset>-942975</wp:posOffset>
                </wp:positionH>
                <wp:positionV relativeFrom="paragraph">
                  <wp:posOffset>-952500</wp:posOffset>
                </wp:positionV>
                <wp:extent cx="4457700" cy="12954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2954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D2C34" w14:textId="77777777" w:rsidR="00C26433" w:rsidRPr="00C26433" w:rsidRDefault="00C26433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C26433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Get your Dream Home and Auto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71861" id="Rectangle 2" o:spid="_x0000_s1031" style="position:absolute;margin-left:-74.25pt;margin-top:-75pt;width:351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" fillcolor="#00b0f0" strokecolor="#00b0f0">
                <v:textbox>
                  <w:txbxContent>
                    <w:p w14:paraId="75CD2C34" w14:textId="77777777" w:rsidR="00C26433" w:rsidRPr="00C26433" w:rsidRDefault="00C26433">
                      <w:pPr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C26433">
                        <w:rPr>
                          <w:color w:val="FFFFFF" w:themeColor="background1"/>
                          <w:sz w:val="72"/>
                          <w:szCs w:val="72"/>
                        </w:rPr>
                        <w:t>Get your Dream Home and Auto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RPr="00C26433" w:rsidSect="00A44C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7343AD"/>
    <w:multiLevelType w:val="hybridMultilevel"/>
    <w:tmpl w:val="06AC75B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1B"/>
    <w:rsid w:val="000B79CA"/>
    <w:rsid w:val="0028261B"/>
    <w:rsid w:val="00724AE6"/>
    <w:rsid w:val="0079279D"/>
    <w:rsid w:val="009A588C"/>
    <w:rsid w:val="00A44C90"/>
    <w:rsid w:val="00B37D8C"/>
    <w:rsid w:val="00C26433"/>
    <w:rsid w:val="00D3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B3AE"/>
  <w15:docId w15:val="{9A29B4BC-980C-47F1-9617-F9F3B183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4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4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EDDING%20TEMPLATE\Agent%20portfolio%20flyer\agent%20portfolio%2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agent portfolio 9</Template>
  <TotalTime>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2020-11-04T12:52:00Z</dcterms:created>
  <dcterms:modified xsi:type="dcterms:W3CDTF">2020-11-04T12:52:00Z</dcterms:modified>
</cp:coreProperties>
</file>