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075C5" w14:textId="6771EC87" w:rsidR="000E56ED" w:rsidRPr="001E6371" w:rsidRDefault="00BF5F37" w:rsidP="001E6371">
      <w:r>
        <w:rPr>
          <w:noProof/>
        </w:rPr>
        <w:drawing>
          <wp:anchor distT="0" distB="0" distL="114300" distR="114300" simplePos="0" relativeHeight="251664384" behindDoc="0" locked="0" layoutInCell="1" allowOverlap="1" wp14:anchorId="1442FCBB" wp14:editId="68E656A4">
            <wp:simplePos x="0" y="0"/>
            <wp:positionH relativeFrom="column">
              <wp:posOffset>-990600</wp:posOffset>
            </wp:positionH>
            <wp:positionV relativeFrom="paragraph">
              <wp:posOffset>5238750</wp:posOffset>
            </wp:positionV>
            <wp:extent cx="4657725" cy="1962150"/>
            <wp:effectExtent l="19050" t="0" r="9525" b="0"/>
            <wp:wrapNone/>
            <wp:docPr id="9" name="Picture 8" descr="OIP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5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6796C112" wp14:editId="1D79B42C">
            <wp:simplePos x="0" y="0"/>
            <wp:positionH relativeFrom="column">
              <wp:posOffset>-923925</wp:posOffset>
            </wp:positionH>
            <wp:positionV relativeFrom="paragraph">
              <wp:posOffset>3429000</wp:posOffset>
            </wp:positionV>
            <wp:extent cx="2476500" cy="1809750"/>
            <wp:effectExtent l="19050" t="0" r="0" b="0"/>
            <wp:wrapNone/>
            <wp:docPr id="12" name="Picture 11" descr="Award-Winning-Bathroom-Remodel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ward-Winning-Bathroom-Remodel-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01AD49" wp14:editId="02C5559C">
                <wp:simplePos x="0" y="0"/>
                <wp:positionH relativeFrom="column">
                  <wp:posOffset>1543050</wp:posOffset>
                </wp:positionH>
                <wp:positionV relativeFrom="paragraph">
                  <wp:posOffset>3419475</wp:posOffset>
                </wp:positionV>
                <wp:extent cx="2124075" cy="1847850"/>
                <wp:effectExtent l="9525" t="9525" r="9525" b="9525"/>
                <wp:wrapNone/>
                <wp:docPr id="1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847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66F2D" w14:textId="77777777" w:rsidR="00A9523B" w:rsidRPr="00BF5F37" w:rsidRDefault="00A9523B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4"/>
                                <w:szCs w:val="44"/>
                              </w:rPr>
                              <w:t xml:space="preserve">   </w:t>
                            </w:r>
                            <w:r w:rsidR="00BF5F37">
                              <w:rPr>
                                <w:rFonts w:asciiTheme="majorHAnsi" w:hAnsiTheme="majorHAnsi"/>
                                <w:b/>
                                <w:sz w:val="44"/>
                                <w:szCs w:val="44"/>
                              </w:rPr>
                              <w:t xml:space="preserve">     </w:t>
                            </w: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Great place</w:t>
                            </w:r>
                          </w:p>
                          <w:p w14:paraId="1D53C739" w14:textId="77777777" w:rsidR="00A9523B" w:rsidRPr="00BF5F37" w:rsidRDefault="00A9523B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Great ideas</w:t>
                            </w:r>
                          </w:p>
                          <w:p w14:paraId="320EA030" w14:textId="77777777" w:rsidR="00A9523B" w:rsidRPr="00BF5F37" w:rsidRDefault="00A9523B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Fast</w:t>
                            </w:r>
                          </w:p>
                          <w:p w14:paraId="76241A0A" w14:textId="77777777" w:rsidR="00A9523B" w:rsidRPr="00BF5F37" w:rsidRDefault="00A9523B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Trusted</w:t>
                            </w:r>
                          </w:p>
                          <w:p w14:paraId="6207F235" w14:textId="77777777" w:rsidR="00A9523B" w:rsidRPr="00BF5F37" w:rsidRDefault="00BF5F37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="00A9523B" w:rsidRPr="00BF5F37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Best Concept</w:t>
                            </w:r>
                          </w:p>
                          <w:p w14:paraId="65E3CFC4" w14:textId="77777777" w:rsidR="00A9523B" w:rsidRDefault="00A952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1AD49" id="Rectangle 18" o:spid="_x0000_s1026" style="position:absolute;margin-left:121.5pt;margin-top:269.25pt;width:167.25pt;height:14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" fillcolor="#00b0f0" strokecolor="#00b0f0">
                <v:textbox>
                  <w:txbxContent>
                    <w:p w14:paraId="22366F2D" w14:textId="77777777" w:rsidR="00A9523B" w:rsidRPr="00BF5F37" w:rsidRDefault="00A9523B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44"/>
                          <w:szCs w:val="44"/>
                        </w:rPr>
                        <w:t xml:space="preserve">   </w:t>
                      </w:r>
                      <w:r w:rsidR="00BF5F37">
                        <w:rPr>
                          <w:rFonts w:asciiTheme="majorHAnsi" w:hAnsiTheme="majorHAnsi"/>
                          <w:b/>
                          <w:sz w:val="44"/>
                          <w:szCs w:val="44"/>
                        </w:rPr>
                        <w:t xml:space="preserve">     </w:t>
                      </w: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Great place</w:t>
                      </w:r>
                    </w:p>
                    <w:p w14:paraId="1D53C739" w14:textId="77777777" w:rsidR="00A9523B" w:rsidRPr="00BF5F37" w:rsidRDefault="00A9523B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      </w:t>
                      </w: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Great ideas</w:t>
                      </w:r>
                    </w:p>
                    <w:p w14:paraId="320EA030" w14:textId="77777777" w:rsidR="00A9523B" w:rsidRPr="00BF5F37" w:rsidRDefault="00A9523B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      </w:t>
                      </w:r>
                      <w:r w:rsid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      </w:t>
                      </w: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Fast</w:t>
                      </w:r>
                    </w:p>
                    <w:p w14:paraId="76241A0A" w14:textId="77777777" w:rsidR="00A9523B" w:rsidRPr="00BF5F37" w:rsidRDefault="00A9523B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  </w:t>
                      </w:r>
                      <w:r w:rsid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     </w:t>
                      </w:r>
                      <w:r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Trusted</w:t>
                      </w:r>
                    </w:p>
                    <w:p w14:paraId="6207F235" w14:textId="77777777" w:rsidR="00A9523B" w:rsidRPr="00BF5F37" w:rsidRDefault="00BF5F37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           </w:t>
                      </w:r>
                      <w:r w:rsidR="00A9523B" w:rsidRPr="00BF5F37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Best Concept</w:t>
                      </w:r>
                    </w:p>
                    <w:p w14:paraId="65E3CFC4" w14:textId="77777777" w:rsidR="00A9523B" w:rsidRDefault="00A9523B"/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1861B74B" wp14:editId="77C16FB1">
            <wp:simplePos x="0" y="0"/>
            <wp:positionH relativeFrom="column">
              <wp:posOffset>3667125</wp:posOffset>
            </wp:positionH>
            <wp:positionV relativeFrom="paragraph">
              <wp:posOffset>3429000</wp:posOffset>
            </wp:positionV>
            <wp:extent cx="3228975" cy="3657600"/>
            <wp:effectExtent l="19050" t="0" r="9525" b="0"/>
            <wp:wrapNone/>
            <wp:docPr id="15" name="Picture 14" descr="14009773204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00977320485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52E6C306" wp14:editId="79D4A268">
            <wp:simplePos x="0" y="0"/>
            <wp:positionH relativeFrom="column">
              <wp:posOffset>-923925</wp:posOffset>
            </wp:positionH>
            <wp:positionV relativeFrom="paragraph">
              <wp:posOffset>7267575</wp:posOffset>
            </wp:positionV>
            <wp:extent cx="2990850" cy="1905000"/>
            <wp:effectExtent l="19050" t="0" r="0" b="0"/>
            <wp:wrapNone/>
            <wp:docPr id="14" name="Picture 13" descr="OIP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3)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6758D4" wp14:editId="05074764">
                <wp:simplePos x="0" y="0"/>
                <wp:positionH relativeFrom="column">
                  <wp:posOffset>2066925</wp:posOffset>
                </wp:positionH>
                <wp:positionV relativeFrom="paragraph">
                  <wp:posOffset>7077075</wp:posOffset>
                </wp:positionV>
                <wp:extent cx="4791075" cy="2095500"/>
                <wp:effectExtent l="9525" t="9525" r="9525" b="9525"/>
                <wp:wrapNone/>
                <wp:docPr id="1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91075" cy="2095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3B5CB" w14:textId="77777777" w:rsidR="00A9523B" w:rsidRPr="00A9523B" w:rsidRDefault="00A9523B">
                            <w:pPr>
                              <w:rPr>
                                <w:rFonts w:asciiTheme="majorHAnsi" w:hAnsiTheme="majorHAnsi"/>
                                <w:b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b/>
                                <w:color w:val="C00000"/>
                                <w:sz w:val="36"/>
                                <w:szCs w:val="36"/>
                              </w:rPr>
                              <w:t>Contact us Now</w:t>
                            </w:r>
                          </w:p>
                          <w:p w14:paraId="32020D54" w14:textId="1249CDD0" w:rsidR="00A9523B" w:rsidRPr="00A9523B" w:rsidRDefault="00A9523B" w:rsidP="004B38C7">
                            <w:pPr>
                              <w:spacing w:after="0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Company address:</w:t>
                            </w:r>
                            <w:r w:rsidR="004B38C7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____________________</w:t>
                            </w:r>
                          </w:p>
                          <w:p w14:paraId="13C62E87" w14:textId="4718B82D" w:rsidR="00A9523B" w:rsidRPr="00A9523B" w:rsidRDefault="00A9523B" w:rsidP="004B38C7">
                            <w:pPr>
                              <w:spacing w:after="0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Phone:</w:t>
                            </w:r>
                            <w:r w:rsidR="004B38C7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_____________________________</w:t>
                            </w: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br/>
                              <w:t>Email:</w:t>
                            </w:r>
                            <w:r w:rsidR="004B38C7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______________________________</w:t>
                            </w:r>
                          </w:p>
                          <w:p w14:paraId="34F3B0CF" w14:textId="2F6913A1" w:rsidR="00A9523B" w:rsidRDefault="00A9523B" w:rsidP="004B38C7">
                            <w:pPr>
                              <w:spacing w:after="0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Web:</w:t>
                            </w:r>
                            <w:r w:rsidR="004B38C7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9523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_______________________________</w:t>
                            </w:r>
                          </w:p>
                          <w:p w14:paraId="6D22C633" w14:textId="6E8D3450" w:rsidR="004B38C7" w:rsidRPr="00A9523B" w:rsidRDefault="004B38C7" w:rsidP="004B38C7">
                            <w:pPr>
                              <w:spacing w:after="0"/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4B38C7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758D4" id="Rectangle 19" o:spid="_x0000_s1027" style="position:absolute;margin-left:162.75pt;margin-top:557.25pt;width:377.25pt;height:1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" fillcolor="#4f81bd [3204]" strokecolor="#4f81bd [3204]">
                <v:textbox>
                  <w:txbxContent>
                    <w:p w14:paraId="6123B5CB" w14:textId="77777777" w:rsidR="00A9523B" w:rsidRPr="00A9523B" w:rsidRDefault="00A9523B">
                      <w:pPr>
                        <w:rPr>
                          <w:rFonts w:asciiTheme="majorHAnsi" w:hAnsiTheme="majorHAnsi"/>
                          <w:b/>
                          <w:color w:val="C00000"/>
                          <w:sz w:val="36"/>
                          <w:szCs w:val="36"/>
                        </w:rPr>
                      </w:pPr>
                      <w:r w:rsidRPr="00A9523B">
                        <w:rPr>
                          <w:rFonts w:asciiTheme="majorHAnsi" w:hAnsiTheme="majorHAnsi"/>
                          <w:b/>
                          <w:color w:val="C00000"/>
                          <w:sz w:val="36"/>
                          <w:szCs w:val="36"/>
                        </w:rPr>
                        <w:t>Contact us Now</w:t>
                      </w:r>
                    </w:p>
                    <w:p w14:paraId="32020D54" w14:textId="1249CDD0" w:rsidR="00A9523B" w:rsidRPr="00A9523B" w:rsidRDefault="00A9523B" w:rsidP="004B38C7">
                      <w:pPr>
                        <w:spacing w:after="0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Company address:</w:t>
                      </w:r>
                      <w:r w:rsidR="004B38C7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____________________</w:t>
                      </w:r>
                    </w:p>
                    <w:p w14:paraId="13C62E87" w14:textId="4718B82D" w:rsidR="00A9523B" w:rsidRPr="00A9523B" w:rsidRDefault="00A9523B" w:rsidP="004B38C7">
                      <w:pPr>
                        <w:spacing w:after="0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Phone:</w:t>
                      </w:r>
                      <w:r w:rsidR="004B38C7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_____________________________</w:t>
                      </w: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br/>
                        <w:t>Email:</w:t>
                      </w:r>
                      <w:r w:rsidR="004B38C7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______________________________</w:t>
                      </w:r>
                    </w:p>
                    <w:p w14:paraId="34F3B0CF" w14:textId="2F6913A1" w:rsidR="00A9523B" w:rsidRDefault="00A9523B" w:rsidP="004B38C7">
                      <w:pPr>
                        <w:spacing w:after="0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Web:</w:t>
                      </w:r>
                      <w:r w:rsidR="004B38C7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Pr="00A9523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_______________________________</w:t>
                      </w:r>
                    </w:p>
                    <w:p w14:paraId="6D22C633" w14:textId="6E8D3450" w:rsidR="004B38C7" w:rsidRPr="00A9523B" w:rsidRDefault="004B38C7" w:rsidP="004B38C7">
                      <w:pPr>
                        <w:spacing w:after="0"/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</w:t>
                      </w:r>
                      <w:r w:rsidRPr="004B38C7">
                        <w:rPr>
                          <w:rFonts w:asciiTheme="majorHAnsi" w:hAnsiTheme="majorHAnsi"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 w:rsidR="00A9523B">
        <w:rPr>
          <w:noProof/>
        </w:rPr>
        <w:drawing>
          <wp:anchor distT="0" distB="0" distL="114300" distR="114300" simplePos="0" relativeHeight="251666432" behindDoc="0" locked="0" layoutInCell="1" allowOverlap="1" wp14:anchorId="30C7B055" wp14:editId="77C47555">
            <wp:simplePos x="0" y="0"/>
            <wp:positionH relativeFrom="column">
              <wp:posOffset>962025</wp:posOffset>
            </wp:positionH>
            <wp:positionV relativeFrom="paragraph">
              <wp:posOffset>962025</wp:posOffset>
            </wp:positionV>
            <wp:extent cx="3819525" cy="2466975"/>
            <wp:effectExtent l="19050" t="0" r="9525" b="0"/>
            <wp:wrapNone/>
            <wp:docPr id="11" name="Picture 10" descr="15-Breathtaking-Private-Swimming-Pool-Designs-That-Will-Make-You-Jealous-9-620x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-Breathtaking-Private-Swimming-Pool-Designs-That-Will-Make-You-Jealous-9-620x413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63085" wp14:editId="0AE4B0D9">
                <wp:simplePos x="0" y="0"/>
                <wp:positionH relativeFrom="column">
                  <wp:posOffset>-914400</wp:posOffset>
                </wp:positionH>
                <wp:positionV relativeFrom="paragraph">
                  <wp:posOffset>952500</wp:posOffset>
                </wp:positionV>
                <wp:extent cx="1866900" cy="2466975"/>
                <wp:effectExtent l="9525" t="9525" r="9525" b="9525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24669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DC05E" w14:textId="77777777" w:rsidR="00A9523B" w:rsidRPr="00A9523B" w:rsidRDefault="00A9523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</w:pPr>
                            <w:r w:rsidRPr="00A9523B">
                              <w:rPr>
                                <w:rFonts w:ascii="Times New Roman" w:hAnsi="Times New Roman" w:cs="Times New Roman"/>
                                <w:b/>
                                <w:sz w:val="56"/>
                                <w:szCs w:val="56"/>
                              </w:rPr>
                              <w:t>Your Company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63085" id="Rectangle 17" o:spid="_x0000_s1028" style="position:absolute;margin-left:-1in;margin-top:75pt;width:147pt;height:19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" fillcolor="#0070c0" strokecolor="#0070c0">
                <v:textbox>
                  <w:txbxContent>
                    <w:p w14:paraId="46EDC05E" w14:textId="77777777" w:rsidR="00A9523B" w:rsidRPr="00A9523B" w:rsidRDefault="00A9523B">
                      <w:pPr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</w:pPr>
                      <w:r w:rsidRPr="00A9523B">
                        <w:rPr>
                          <w:rFonts w:ascii="Times New Roman" w:hAnsi="Times New Roman" w:cs="Times New Roman"/>
                          <w:b/>
                          <w:sz w:val="56"/>
                          <w:szCs w:val="56"/>
                        </w:rPr>
                        <w:t>Your Company Name here</w:t>
                      </w:r>
                    </w:p>
                  </w:txbxContent>
                </v:textbox>
              </v:rect>
            </w:pict>
          </mc:Fallback>
        </mc:AlternateContent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1034DC" wp14:editId="0D8689AF">
                <wp:simplePos x="0" y="0"/>
                <wp:positionH relativeFrom="column">
                  <wp:posOffset>4781550</wp:posOffset>
                </wp:positionH>
                <wp:positionV relativeFrom="paragraph">
                  <wp:posOffset>952500</wp:posOffset>
                </wp:positionV>
                <wp:extent cx="2076450" cy="2466975"/>
                <wp:effectExtent l="9525" t="9525" r="9525" b="9525"/>
                <wp:wrapNone/>
                <wp:docPr id="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24669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91ACB" w14:textId="77777777" w:rsidR="001E6371" w:rsidRPr="00A9523B" w:rsidRDefault="001E6371">
                            <w:pP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Features</w:t>
                            </w:r>
                          </w:p>
                          <w:p w14:paraId="48A5CCCA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Living room</w:t>
                            </w:r>
                          </w:p>
                          <w:p w14:paraId="1BAE42B8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Dining room</w:t>
                            </w:r>
                          </w:p>
                          <w:p w14:paraId="07423E73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Swimming pool</w:t>
                            </w:r>
                          </w:p>
                          <w:p w14:paraId="13627EB2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2 Bed rooms</w:t>
                            </w:r>
                          </w:p>
                          <w:p w14:paraId="44A33FFD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3 Bathrooms</w:t>
                            </w:r>
                          </w:p>
                          <w:p w14:paraId="45DAB822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Kitchen</w:t>
                            </w:r>
                          </w:p>
                          <w:p w14:paraId="72D6C76A" w14:textId="77777777" w:rsidR="001E6371" w:rsidRPr="00A9523B" w:rsidRDefault="001E6371" w:rsidP="001E637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 w:rsidRPr="00A9523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Car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034DC" id="Rectangle 16" o:spid="_x0000_s1029" style="position:absolute;margin-left:376.5pt;margin-top:75pt;width:163.5pt;height:19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" fillcolor="#548dd4 [1951]" strokecolor="#548dd4 [1951]">
                <v:textbox>
                  <w:txbxContent>
                    <w:p w14:paraId="6C991ACB" w14:textId="77777777" w:rsidR="001E6371" w:rsidRPr="00A9523B" w:rsidRDefault="001E6371">
                      <w:pP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Features</w:t>
                      </w:r>
                    </w:p>
                    <w:p w14:paraId="48A5CCCA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Living room</w:t>
                      </w:r>
                    </w:p>
                    <w:p w14:paraId="1BAE42B8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Dining room</w:t>
                      </w:r>
                    </w:p>
                    <w:p w14:paraId="07423E73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Swimming pool</w:t>
                      </w:r>
                    </w:p>
                    <w:p w14:paraId="13627EB2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2 Bed rooms</w:t>
                      </w:r>
                    </w:p>
                    <w:p w14:paraId="44A33FFD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3 Bathrooms</w:t>
                      </w:r>
                    </w:p>
                    <w:p w14:paraId="45DAB822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Kitchen</w:t>
                      </w:r>
                    </w:p>
                    <w:p w14:paraId="72D6C76A" w14:textId="77777777" w:rsidR="001E6371" w:rsidRPr="00A9523B" w:rsidRDefault="001E6371" w:rsidP="001E637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 w:rsidRPr="00A9523B">
                        <w:rPr>
                          <w:rFonts w:asciiTheme="majorHAnsi" w:hAnsiTheme="majorHAnsi"/>
                          <w:sz w:val="28"/>
                          <w:szCs w:val="28"/>
                        </w:rPr>
                        <w:t>Car</w:t>
                      </w:r>
                    </w:p>
                  </w:txbxContent>
                </v:textbox>
              </v:rect>
            </w:pict>
          </mc:Fallback>
        </mc:AlternateContent>
      </w:r>
      <w:r w:rsidR="001E6371">
        <w:rPr>
          <w:noProof/>
        </w:rPr>
        <w:drawing>
          <wp:anchor distT="0" distB="0" distL="114300" distR="114300" simplePos="0" relativeHeight="251665408" behindDoc="0" locked="0" layoutInCell="1" allowOverlap="1" wp14:anchorId="62C8ADE4" wp14:editId="47C3F917">
            <wp:simplePos x="0" y="0"/>
            <wp:positionH relativeFrom="column">
              <wp:posOffset>847725</wp:posOffset>
            </wp:positionH>
            <wp:positionV relativeFrom="paragraph">
              <wp:posOffset>-914400</wp:posOffset>
            </wp:positionV>
            <wp:extent cx="1857375" cy="1876425"/>
            <wp:effectExtent l="19050" t="0" r="9525" b="0"/>
            <wp:wrapNone/>
            <wp:docPr id="10" name="Picture 9" descr="OIP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P (6)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371">
        <w:rPr>
          <w:noProof/>
        </w:rPr>
        <w:drawing>
          <wp:anchor distT="0" distB="0" distL="114300" distR="114300" simplePos="0" relativeHeight="251663360" behindDoc="0" locked="0" layoutInCell="1" allowOverlap="1" wp14:anchorId="4437CB76" wp14:editId="2B853B1F">
            <wp:simplePos x="0" y="0"/>
            <wp:positionH relativeFrom="column">
              <wp:posOffset>2705100</wp:posOffset>
            </wp:positionH>
            <wp:positionV relativeFrom="paragraph">
              <wp:posOffset>-914400</wp:posOffset>
            </wp:positionV>
            <wp:extent cx="1895475" cy="1876425"/>
            <wp:effectExtent l="19050" t="0" r="9525" b="0"/>
            <wp:wrapNone/>
            <wp:docPr id="8" name="Picture 7" descr="25-Beautiful-Bedrooms-with-Accent-Walls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-Beautiful-Bedrooms-with-Accent-Walls-6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371">
        <w:rPr>
          <w:noProof/>
        </w:rPr>
        <w:drawing>
          <wp:anchor distT="0" distB="0" distL="114300" distR="114300" simplePos="0" relativeHeight="251662336" behindDoc="0" locked="0" layoutInCell="1" allowOverlap="1" wp14:anchorId="3139D227" wp14:editId="123FFD5C">
            <wp:simplePos x="0" y="0"/>
            <wp:positionH relativeFrom="column">
              <wp:posOffset>4600575</wp:posOffset>
            </wp:positionH>
            <wp:positionV relativeFrom="paragraph">
              <wp:posOffset>-914400</wp:posOffset>
            </wp:positionV>
            <wp:extent cx="2291080" cy="1876425"/>
            <wp:effectExtent l="19050" t="0" r="0" b="0"/>
            <wp:wrapNone/>
            <wp:docPr id="7" name="Picture 6" descr="LuxuryHomeTour_1600x1068_RGB-1536x102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xuryHomeTour_1600x1068_RGB-1536x1025-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08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E76812" wp14:editId="5F6DAAC9">
                <wp:simplePos x="0" y="0"/>
                <wp:positionH relativeFrom="column">
                  <wp:posOffset>4629150</wp:posOffset>
                </wp:positionH>
                <wp:positionV relativeFrom="paragraph">
                  <wp:posOffset>-952500</wp:posOffset>
                </wp:positionV>
                <wp:extent cx="2228850" cy="1905000"/>
                <wp:effectExtent l="9525" t="9525" r="9525" b="9525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58EE0" id="Rectangle 15" o:spid="_x0000_s1026" style="position:absolute;margin-left:364.5pt;margin-top:-75pt;width:175.5pt;height:1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"/>
            </w:pict>
          </mc:Fallback>
        </mc:AlternateContent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0567A" wp14:editId="57FB3712">
                <wp:simplePos x="0" y="0"/>
                <wp:positionH relativeFrom="column">
                  <wp:posOffset>2724150</wp:posOffset>
                </wp:positionH>
                <wp:positionV relativeFrom="paragraph">
                  <wp:posOffset>-952500</wp:posOffset>
                </wp:positionV>
                <wp:extent cx="1905000" cy="1905000"/>
                <wp:effectExtent l="9525" t="9525" r="9525" b="952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5810A" id="Rectangle 14" o:spid="_x0000_s1026" style="position:absolute;margin-left:214.5pt;margin-top:-75pt;width:150pt;height:15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"/>
            </w:pict>
          </mc:Fallback>
        </mc:AlternateContent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25B4A" wp14:editId="1A6B0C65">
                <wp:simplePos x="0" y="0"/>
                <wp:positionH relativeFrom="column">
                  <wp:posOffset>885825</wp:posOffset>
                </wp:positionH>
                <wp:positionV relativeFrom="paragraph">
                  <wp:posOffset>-952500</wp:posOffset>
                </wp:positionV>
                <wp:extent cx="1838325" cy="1905000"/>
                <wp:effectExtent l="9525" t="9525" r="9525" b="9525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9214C" id="Rectangle 13" o:spid="_x0000_s1026" style="position:absolute;margin-left:69.75pt;margin-top:-75pt;width:144.7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"/>
            </w:pict>
          </mc:Fallback>
        </mc:AlternateContent>
      </w:r>
      <w:r w:rsidR="0017153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84FEF8" wp14:editId="615CC779">
                <wp:simplePos x="0" y="0"/>
                <wp:positionH relativeFrom="column">
                  <wp:posOffset>-971550</wp:posOffset>
                </wp:positionH>
                <wp:positionV relativeFrom="paragraph">
                  <wp:posOffset>-952500</wp:posOffset>
                </wp:positionV>
                <wp:extent cx="1857375" cy="1905000"/>
                <wp:effectExtent l="9525" t="9525" r="9525" b="952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1905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12C77" w14:textId="77777777" w:rsidR="001E6371" w:rsidRDefault="001E6371"/>
                          <w:p w14:paraId="5AB3BEED" w14:textId="77777777" w:rsidR="001E6371" w:rsidRPr="001E6371" w:rsidRDefault="001E6371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E6371">
                              <w:rPr>
                                <w:b/>
                                <w:sz w:val="44"/>
                                <w:szCs w:val="44"/>
                              </w:rPr>
                              <w:t>Agent Portfolio flyer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4FEF8" id="Rectangle 12" o:spid="_x0000_s1030" style="position:absolute;margin-left:-76.5pt;margin-top:-75pt;width:146.25pt;height:15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" fillcolor="#17365d [2415]" strokecolor="#17365d [2415]">
                <v:textbox>
                  <w:txbxContent>
                    <w:p w14:paraId="73212C77" w14:textId="77777777" w:rsidR="001E6371" w:rsidRDefault="001E6371"/>
                    <w:p w14:paraId="5AB3BEED" w14:textId="77777777" w:rsidR="001E6371" w:rsidRPr="001E6371" w:rsidRDefault="001E6371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1E6371">
                        <w:rPr>
                          <w:b/>
                          <w:sz w:val="44"/>
                          <w:szCs w:val="44"/>
                        </w:rPr>
                        <w:t>Agent Portfolio flyer Template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RPr="001E6371" w:rsidSect="003740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5405C"/>
    <w:multiLevelType w:val="hybridMultilevel"/>
    <w:tmpl w:val="AD680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D1DC1"/>
    <w:multiLevelType w:val="hybridMultilevel"/>
    <w:tmpl w:val="3D3A2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E33AE"/>
    <w:multiLevelType w:val="hybridMultilevel"/>
    <w:tmpl w:val="AFD28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C7"/>
    <w:rsid w:val="00171536"/>
    <w:rsid w:val="001E6371"/>
    <w:rsid w:val="0037404A"/>
    <w:rsid w:val="004B38C7"/>
    <w:rsid w:val="00557C53"/>
    <w:rsid w:val="007574E2"/>
    <w:rsid w:val="0079279D"/>
    <w:rsid w:val="008F439A"/>
    <w:rsid w:val="009A3550"/>
    <w:rsid w:val="009A588C"/>
    <w:rsid w:val="00A9523B"/>
    <w:rsid w:val="00BF5F37"/>
    <w:rsid w:val="00D1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6272D"/>
  <w15:docId w15:val="{41EFCC2F-314E-4E20-9F70-0D8630BE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agent%20portfolio%20flyer.zip\agent%20portfolio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DF3BCDE-7457-456C-945E-E2573CB5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3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2020-11-04T12:16:00Z</dcterms:created>
  <dcterms:modified xsi:type="dcterms:W3CDTF">2020-11-04T12:58:00Z</dcterms:modified>
</cp:coreProperties>
</file>