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C9D21" w14:textId="30736347" w:rsidR="000E56ED" w:rsidRDefault="006B2B9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54BAC0" wp14:editId="79C5B310">
                <wp:simplePos x="0" y="0"/>
                <wp:positionH relativeFrom="column">
                  <wp:posOffset>-942975</wp:posOffset>
                </wp:positionH>
                <wp:positionV relativeFrom="paragraph">
                  <wp:posOffset>7581900</wp:posOffset>
                </wp:positionV>
                <wp:extent cx="7791450" cy="1562100"/>
                <wp:effectExtent l="0" t="0" r="0" b="0"/>
                <wp:wrapNone/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023FB" w14:textId="77777777" w:rsidR="00FE507D" w:rsidRPr="00FE507D" w:rsidRDefault="00FE507D">
                            <w:pP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FE507D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Contact us Now!</w:t>
                            </w:r>
                          </w:p>
                          <w:p w14:paraId="49313451" w14:textId="0033D60F" w:rsidR="00FE507D" w:rsidRPr="00FE507D" w:rsidRDefault="00FE507D" w:rsidP="006B2B93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FE507D">
                              <w:rPr>
                                <w:sz w:val="28"/>
                                <w:szCs w:val="28"/>
                              </w:rPr>
                              <w:t xml:space="preserve">Company </w:t>
                            </w:r>
                            <w:r w:rsidR="00836D74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836D74" w:rsidRPr="00FE507D">
                              <w:rPr>
                                <w:sz w:val="28"/>
                                <w:szCs w:val="28"/>
                              </w:rPr>
                              <w:t>ddress: _</w:t>
                            </w:r>
                            <w:r w:rsidRPr="00FE507D">
                              <w:rPr>
                                <w:sz w:val="28"/>
                                <w:szCs w:val="28"/>
                              </w:rPr>
                              <w:t xml:space="preserve">________________                                     </w:t>
                            </w:r>
                            <w:r w:rsidR="006B2B93" w:rsidRPr="00FE507D">
                              <w:rPr>
                                <w:sz w:val="28"/>
                                <w:szCs w:val="28"/>
                              </w:rPr>
                              <w:t>Email: _</w:t>
                            </w:r>
                            <w:r w:rsidRPr="00FE507D">
                              <w:rPr>
                                <w:sz w:val="28"/>
                                <w:szCs w:val="28"/>
                              </w:rPr>
                              <w:t>__________________________</w:t>
                            </w:r>
                          </w:p>
                          <w:p w14:paraId="7FB0E2FC" w14:textId="4129298D" w:rsidR="00FE507D" w:rsidRDefault="00FE507D" w:rsidP="006B2B93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FE507D">
                              <w:rPr>
                                <w:sz w:val="28"/>
                                <w:szCs w:val="28"/>
                              </w:rPr>
                              <w:t xml:space="preserve">Phone:__________________________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</w:t>
                            </w:r>
                            <w:r w:rsidRPr="00FE507D">
                              <w:rPr>
                                <w:sz w:val="28"/>
                                <w:szCs w:val="28"/>
                              </w:rPr>
                              <w:t>Web:__________________________</w:t>
                            </w:r>
                          </w:p>
                          <w:p w14:paraId="632BD8F1" w14:textId="5E925040" w:rsidR="006B2B93" w:rsidRPr="006B2B93" w:rsidRDefault="006B2B93" w:rsidP="006B2B93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6B2B93">
                              <w:rPr>
                                <w:sz w:val="32"/>
                                <w:szCs w:val="32"/>
                              </w:rPr>
                              <w:t xml:space="preserve">                                                        </w:t>
                            </w:r>
                            <w:r w:rsidRPr="006B2B93">
                              <w:rPr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4BAC0" id="Rectangle 12" o:spid="_x0000_s1026" style="position:absolute;margin-left:-74.25pt;margin-top:597pt;width:613.5pt;height:12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" filled="f" stroked="f">
                <v:textbox>
                  <w:txbxContent>
                    <w:p w14:paraId="3FC023FB" w14:textId="77777777" w:rsidR="00FE507D" w:rsidRPr="00FE507D" w:rsidRDefault="00FE507D">
                      <w:pPr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FE507D">
                        <w:rPr>
                          <w:b/>
                          <w:color w:val="C00000"/>
                          <w:sz w:val="48"/>
                          <w:szCs w:val="48"/>
                        </w:rPr>
                        <w:t>Contact us Now!</w:t>
                      </w:r>
                    </w:p>
                    <w:p w14:paraId="49313451" w14:textId="0033D60F" w:rsidR="00FE507D" w:rsidRPr="00FE507D" w:rsidRDefault="00FE507D" w:rsidP="006B2B93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FE507D">
                        <w:rPr>
                          <w:sz w:val="28"/>
                          <w:szCs w:val="28"/>
                        </w:rPr>
                        <w:t xml:space="preserve">Company </w:t>
                      </w:r>
                      <w:r w:rsidR="00836D74">
                        <w:rPr>
                          <w:sz w:val="28"/>
                          <w:szCs w:val="28"/>
                        </w:rPr>
                        <w:t>A</w:t>
                      </w:r>
                      <w:r w:rsidR="00836D74" w:rsidRPr="00FE507D">
                        <w:rPr>
                          <w:sz w:val="28"/>
                          <w:szCs w:val="28"/>
                        </w:rPr>
                        <w:t>ddress: _</w:t>
                      </w:r>
                      <w:r w:rsidRPr="00FE507D">
                        <w:rPr>
                          <w:sz w:val="28"/>
                          <w:szCs w:val="28"/>
                        </w:rPr>
                        <w:t xml:space="preserve">________________                                     </w:t>
                      </w:r>
                      <w:r w:rsidR="006B2B93" w:rsidRPr="00FE507D">
                        <w:rPr>
                          <w:sz w:val="28"/>
                          <w:szCs w:val="28"/>
                        </w:rPr>
                        <w:t>Email: _</w:t>
                      </w:r>
                      <w:r w:rsidRPr="00FE507D">
                        <w:rPr>
                          <w:sz w:val="28"/>
                          <w:szCs w:val="28"/>
                        </w:rPr>
                        <w:t>__________________________</w:t>
                      </w:r>
                    </w:p>
                    <w:p w14:paraId="7FB0E2FC" w14:textId="4129298D" w:rsidR="00FE507D" w:rsidRDefault="00FE507D" w:rsidP="006B2B93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FE507D">
                        <w:rPr>
                          <w:sz w:val="28"/>
                          <w:szCs w:val="28"/>
                        </w:rPr>
                        <w:t xml:space="preserve">Phone:__________________________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</w:t>
                      </w:r>
                      <w:r w:rsidRPr="00FE507D">
                        <w:rPr>
                          <w:sz w:val="28"/>
                          <w:szCs w:val="28"/>
                        </w:rPr>
                        <w:t>Web:__________________________</w:t>
                      </w:r>
                    </w:p>
                    <w:p w14:paraId="632BD8F1" w14:textId="5E925040" w:rsidR="006B2B93" w:rsidRPr="006B2B93" w:rsidRDefault="006B2B93" w:rsidP="006B2B93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6B2B93">
                        <w:rPr>
                          <w:sz w:val="32"/>
                          <w:szCs w:val="32"/>
                        </w:rPr>
                        <w:t xml:space="preserve">                                                        </w:t>
                      </w:r>
                      <w:r w:rsidRPr="006B2B93">
                        <w:rPr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 w:rsidR="00FE507D">
        <w:rPr>
          <w:noProof/>
        </w:rPr>
        <w:drawing>
          <wp:anchor distT="0" distB="0" distL="114300" distR="114300" simplePos="0" relativeHeight="251671552" behindDoc="0" locked="0" layoutInCell="1" allowOverlap="1" wp14:anchorId="158D47B2" wp14:editId="68043960">
            <wp:simplePos x="0" y="0"/>
            <wp:positionH relativeFrom="column">
              <wp:posOffset>4257675</wp:posOffset>
            </wp:positionH>
            <wp:positionV relativeFrom="paragraph">
              <wp:posOffset>6162675</wp:posOffset>
            </wp:positionV>
            <wp:extent cx="1943100" cy="1714500"/>
            <wp:effectExtent l="19050" t="0" r="0" b="0"/>
            <wp:wrapNone/>
            <wp:docPr id="5" name="Picture 4" descr="OIP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9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07D">
        <w:rPr>
          <w:noProof/>
        </w:rPr>
        <w:drawing>
          <wp:anchor distT="0" distB="0" distL="114300" distR="114300" simplePos="0" relativeHeight="251672576" behindDoc="0" locked="0" layoutInCell="1" allowOverlap="1" wp14:anchorId="0519FD2F" wp14:editId="5112975D">
            <wp:simplePos x="0" y="0"/>
            <wp:positionH relativeFrom="column">
              <wp:posOffset>2362200</wp:posOffset>
            </wp:positionH>
            <wp:positionV relativeFrom="paragraph">
              <wp:posOffset>6162675</wp:posOffset>
            </wp:positionV>
            <wp:extent cx="1895475" cy="1714500"/>
            <wp:effectExtent l="19050" t="0" r="9525" b="0"/>
            <wp:wrapNone/>
            <wp:docPr id="6" name="Picture 5" descr="OIP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10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07D">
        <w:rPr>
          <w:noProof/>
        </w:rPr>
        <w:drawing>
          <wp:anchor distT="0" distB="0" distL="114300" distR="114300" simplePos="0" relativeHeight="251670528" behindDoc="0" locked="0" layoutInCell="1" allowOverlap="1" wp14:anchorId="5145B9D4" wp14:editId="7AF6DB32">
            <wp:simplePos x="0" y="0"/>
            <wp:positionH relativeFrom="column">
              <wp:posOffset>4257675</wp:posOffset>
            </wp:positionH>
            <wp:positionV relativeFrom="paragraph">
              <wp:posOffset>4638675</wp:posOffset>
            </wp:positionV>
            <wp:extent cx="1943100" cy="1524000"/>
            <wp:effectExtent l="19050" t="0" r="0" b="0"/>
            <wp:wrapNone/>
            <wp:docPr id="4" name="Picture 3" descr="OIP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8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07D">
        <w:rPr>
          <w:noProof/>
        </w:rPr>
        <w:drawing>
          <wp:anchor distT="0" distB="0" distL="114300" distR="114300" simplePos="0" relativeHeight="251669504" behindDoc="0" locked="0" layoutInCell="1" allowOverlap="1" wp14:anchorId="6B43FD8E" wp14:editId="2A631C1C">
            <wp:simplePos x="0" y="0"/>
            <wp:positionH relativeFrom="column">
              <wp:posOffset>2362200</wp:posOffset>
            </wp:positionH>
            <wp:positionV relativeFrom="paragraph">
              <wp:posOffset>4733925</wp:posOffset>
            </wp:positionV>
            <wp:extent cx="1895475" cy="1428750"/>
            <wp:effectExtent l="19050" t="0" r="9525" b="0"/>
            <wp:wrapNone/>
            <wp:docPr id="3" name="Picture 2" descr="OIP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7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3A2AD3" wp14:editId="3477A96B">
                <wp:simplePos x="0" y="0"/>
                <wp:positionH relativeFrom="column">
                  <wp:posOffset>-942975</wp:posOffset>
                </wp:positionH>
                <wp:positionV relativeFrom="paragraph">
                  <wp:posOffset>5010150</wp:posOffset>
                </wp:positionV>
                <wp:extent cx="7839075" cy="2571750"/>
                <wp:effectExtent l="9525" t="9525" r="9525" b="9525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9075" cy="25717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422D2" w14:textId="77777777" w:rsidR="00252596" w:rsidRPr="00FE507D" w:rsidRDefault="00FE507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E507D">
                              <w:rPr>
                                <w:sz w:val="40"/>
                                <w:szCs w:val="40"/>
                              </w:rPr>
                              <w:t>Awesome Features</w:t>
                            </w:r>
                          </w:p>
                          <w:p w14:paraId="2B88D677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5 Bedrooms</w:t>
                            </w:r>
                          </w:p>
                          <w:p w14:paraId="3B985697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Living room</w:t>
                            </w:r>
                          </w:p>
                          <w:p w14:paraId="5E3EC402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Dining room</w:t>
                            </w:r>
                          </w:p>
                          <w:p w14:paraId="28F262CF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Kitchen</w:t>
                            </w:r>
                          </w:p>
                          <w:p w14:paraId="75C5701E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Swimming pool</w:t>
                            </w:r>
                          </w:p>
                          <w:p w14:paraId="326B35B2" w14:textId="77777777" w:rsidR="00FE507D" w:rsidRPr="00FE507D" w:rsidRDefault="00FE507D" w:rsidP="00FE50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FE507D">
                              <w:rPr>
                                <w:sz w:val="36"/>
                                <w:szCs w:val="36"/>
                              </w:rPr>
                              <w:t>Guest room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A2AD3" id="Rectangle 11" o:spid="_x0000_s1027" style="position:absolute;margin-left:-74.25pt;margin-top:394.5pt;width:617.25pt;height:20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" fillcolor="black [3213]">
                <v:textbox>
                  <w:txbxContent>
                    <w:p w14:paraId="7C1422D2" w14:textId="77777777" w:rsidR="00252596" w:rsidRPr="00FE507D" w:rsidRDefault="00FE507D">
                      <w:pPr>
                        <w:rPr>
                          <w:sz w:val="40"/>
                          <w:szCs w:val="40"/>
                        </w:rPr>
                      </w:pPr>
                      <w:r w:rsidRPr="00FE507D">
                        <w:rPr>
                          <w:sz w:val="40"/>
                          <w:szCs w:val="40"/>
                        </w:rPr>
                        <w:t>Awesome Features</w:t>
                      </w:r>
                    </w:p>
                    <w:p w14:paraId="2B88D677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5 Bedrooms</w:t>
                      </w:r>
                    </w:p>
                    <w:p w14:paraId="3B985697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Living room</w:t>
                      </w:r>
                    </w:p>
                    <w:p w14:paraId="5E3EC402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Dining room</w:t>
                      </w:r>
                    </w:p>
                    <w:p w14:paraId="28F262CF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Kitchen</w:t>
                      </w:r>
                    </w:p>
                    <w:p w14:paraId="75C5701E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Swimming pool</w:t>
                      </w:r>
                    </w:p>
                    <w:p w14:paraId="326B35B2" w14:textId="77777777" w:rsidR="00FE507D" w:rsidRPr="00FE507D" w:rsidRDefault="00FE507D" w:rsidP="00FE50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 w:rsidRPr="00FE507D">
                        <w:rPr>
                          <w:sz w:val="36"/>
                          <w:szCs w:val="36"/>
                        </w:rPr>
                        <w:t>Guest room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9B386" wp14:editId="1257BACB">
                <wp:simplePos x="0" y="0"/>
                <wp:positionH relativeFrom="column">
                  <wp:posOffset>-942975</wp:posOffset>
                </wp:positionH>
                <wp:positionV relativeFrom="paragraph">
                  <wp:posOffset>3400425</wp:posOffset>
                </wp:positionV>
                <wp:extent cx="3009900" cy="1609725"/>
                <wp:effectExtent l="9525" t="9525" r="9525" b="952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1609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0008A" w14:textId="77777777" w:rsidR="00252596" w:rsidRDefault="00252596">
                            <w:p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  <w:szCs w:val="56"/>
                              </w:rPr>
                              <w:t xml:space="preserve">          </w:t>
                            </w:r>
                            <w:r w:rsidRPr="00252596"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 xml:space="preserve">Your 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252596"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 xml:space="preserve">Company Name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14:paraId="2A0172D8" w14:textId="77777777" w:rsidR="00252596" w:rsidRPr="00252596" w:rsidRDefault="00252596">
                            <w:p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 xml:space="preserve">          </w:t>
                            </w:r>
                            <w:r w:rsidRPr="00252596">
                              <w:rPr>
                                <w:rFonts w:asciiTheme="majorHAnsi" w:hAnsiTheme="majorHAnsi"/>
                                <w:b/>
                                <w:color w:val="00B050"/>
                                <w:sz w:val="56"/>
                                <w:szCs w:val="5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9B386" id="Rectangle 9" o:spid="_x0000_s1028" style="position:absolute;margin-left:-74.25pt;margin-top:267.75pt;width:237pt;height:1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" fillcolor="white [3212]" strokecolor="white [3212]">
                <v:textbox>
                  <w:txbxContent>
                    <w:p w14:paraId="1C60008A" w14:textId="77777777" w:rsidR="00252596" w:rsidRDefault="00252596">
                      <w:pPr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56"/>
                          <w:szCs w:val="56"/>
                        </w:rPr>
                        <w:t xml:space="preserve">          </w:t>
                      </w:r>
                      <w:r w:rsidRPr="00252596"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 xml:space="preserve">Your  </w:t>
                      </w:r>
                      <w:r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 xml:space="preserve"> </w:t>
                      </w:r>
                      <w:r w:rsidRPr="00252596"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 xml:space="preserve">Company Name </w:t>
                      </w:r>
                      <w:r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 xml:space="preserve">   </w:t>
                      </w:r>
                    </w:p>
                    <w:p w14:paraId="2A0172D8" w14:textId="77777777" w:rsidR="00252596" w:rsidRPr="00252596" w:rsidRDefault="00252596">
                      <w:pPr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 xml:space="preserve">          </w:t>
                      </w:r>
                      <w:r w:rsidRPr="00252596">
                        <w:rPr>
                          <w:rFonts w:asciiTheme="majorHAnsi" w:hAnsiTheme="majorHAnsi"/>
                          <w:b/>
                          <w:color w:val="00B050"/>
                          <w:sz w:val="56"/>
                          <w:szCs w:val="56"/>
                        </w:rPr>
                        <w:t>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B8F179" wp14:editId="4C0C700B">
                <wp:simplePos x="0" y="0"/>
                <wp:positionH relativeFrom="column">
                  <wp:posOffset>2066925</wp:posOffset>
                </wp:positionH>
                <wp:positionV relativeFrom="paragraph">
                  <wp:posOffset>3038475</wp:posOffset>
                </wp:positionV>
                <wp:extent cx="4781550" cy="1971675"/>
                <wp:effectExtent l="9525" t="9525" r="9525" b="952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0" cy="1971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17F36" w14:textId="77777777" w:rsidR="00252596" w:rsidRDefault="00252596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252596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Pr="00252596">
                              <w:rPr>
                                <w:rFonts w:asciiTheme="majorHAnsi" w:hAnsiTheme="majorHAnsi"/>
                                <w:b/>
                                <w:color w:val="00B050"/>
                                <w:sz w:val="36"/>
                                <w:szCs w:val="36"/>
                              </w:rPr>
                              <w:t>Perfect home</w:t>
                            </w:r>
                            <w:r w:rsidRPr="00252596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 to start a Family</w:t>
                            </w:r>
                          </w:p>
                          <w:p w14:paraId="769A1248" w14:textId="77777777" w:rsidR="00252596" w:rsidRPr="00252596" w:rsidRDefault="00B15EF4" w:rsidP="00B15EF4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Agent portfolio flyer </w:t>
                            </w:r>
                            <w:r w:rsidRPr="009B44B7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may be a</w:t>
                            </w: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comprehensive written introduction of an agent </w:t>
                            </w:r>
                            <w:r w:rsidRPr="009B44B7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together with</w:t>
                            </w: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details about services that he or she is providing. </w:t>
                            </w:r>
                            <w:r w:rsidRPr="009B44B7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it's</w:t>
                            </w: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9B44B7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the most effective</w:t>
                            </w: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marketing tool for peoples who are working as agents </w:t>
                            </w:r>
                            <w:r w:rsidRPr="009B44B7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in several</w:t>
                            </w:r>
                            <w:r w:rsidRPr="009B44B7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industries and business settings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  <w:shd w:val="clear" w:color="auto" w:fill="FFFFFF"/>
                              </w:rPr>
                              <w:t>.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8F179" id="Rectangle 10" o:spid="_x0000_s1029" style="position:absolute;margin-left:162.75pt;margin-top:239.25pt;width:376.5pt;height:15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" fillcolor="white [3212]" strokecolor="#d8d8d8 [2732]">
                <v:textbox>
                  <w:txbxContent>
                    <w:p w14:paraId="48A17F36" w14:textId="77777777" w:rsidR="00252596" w:rsidRDefault="00252596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252596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The </w:t>
                      </w:r>
                      <w:r w:rsidRPr="00252596">
                        <w:rPr>
                          <w:rFonts w:asciiTheme="majorHAnsi" w:hAnsiTheme="majorHAnsi"/>
                          <w:b/>
                          <w:color w:val="00B050"/>
                          <w:sz w:val="36"/>
                          <w:szCs w:val="36"/>
                        </w:rPr>
                        <w:t>Perfect home</w:t>
                      </w:r>
                      <w:r w:rsidRPr="00252596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 to start a Family</w:t>
                      </w:r>
                    </w:p>
                    <w:p w14:paraId="769A1248" w14:textId="77777777" w:rsidR="00252596" w:rsidRPr="00252596" w:rsidRDefault="00B15EF4" w:rsidP="00B15EF4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Agent portfolio flyer </w:t>
                      </w:r>
                      <w:r w:rsidRPr="009B44B7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may be a</w:t>
                      </w: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comprehensive written introduction of an agent </w:t>
                      </w:r>
                      <w:r w:rsidRPr="009B44B7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together with</w:t>
                      </w: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details about services that he or she is providing. </w:t>
                      </w:r>
                      <w:r w:rsidRPr="009B44B7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it's</w:t>
                      </w: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Pr="009B44B7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the most effective</w:t>
                      </w: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marketing tool for peoples who are working as agents </w:t>
                      </w:r>
                      <w:r w:rsidRPr="009B44B7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in several</w:t>
                      </w:r>
                      <w:r w:rsidRPr="009B44B7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industries and business settings</w:t>
                      </w:r>
                      <w:r>
                        <w:rPr>
                          <w:rFonts w:ascii="Arial" w:hAnsi="Arial" w:cs="Arial"/>
                          <w:color w:val="212529"/>
                          <w:shd w:val="clear" w:color="auto" w:fill="FFFFFF"/>
                        </w:rPr>
                        <w:t>.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1487F8" wp14:editId="4121BFF0">
                <wp:simplePos x="0" y="0"/>
                <wp:positionH relativeFrom="column">
                  <wp:posOffset>2419350</wp:posOffset>
                </wp:positionH>
                <wp:positionV relativeFrom="paragraph">
                  <wp:posOffset>2867025</wp:posOffset>
                </wp:positionV>
                <wp:extent cx="4476750" cy="47625"/>
                <wp:effectExtent l="38100" t="38100" r="38100" b="3810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6750" cy="476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15D2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90.5pt;margin-top:225.75pt;width:352.5pt;height:3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12D34" wp14:editId="4516B64D">
                <wp:simplePos x="0" y="0"/>
                <wp:positionH relativeFrom="column">
                  <wp:posOffset>1485900</wp:posOffset>
                </wp:positionH>
                <wp:positionV relativeFrom="paragraph">
                  <wp:posOffset>2228850</wp:posOffset>
                </wp:positionV>
                <wp:extent cx="933450" cy="695325"/>
                <wp:effectExtent l="38100" t="38100" r="38100" b="3810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0" cy="6953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DA2B0" id="AutoShape 7" o:spid="_x0000_s1026" type="#_x0000_t32" style="position:absolute;margin-left:117pt;margin-top:175.5pt;width:73.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00453" wp14:editId="6C47DC7C">
                <wp:simplePos x="0" y="0"/>
                <wp:positionH relativeFrom="column">
                  <wp:posOffset>571500</wp:posOffset>
                </wp:positionH>
                <wp:positionV relativeFrom="paragraph">
                  <wp:posOffset>2228850</wp:posOffset>
                </wp:positionV>
                <wp:extent cx="914400" cy="695325"/>
                <wp:effectExtent l="38100" t="38100" r="38100" b="3810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6953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3D5FB" id="AutoShape 6" o:spid="_x0000_s1026" type="#_x0000_t32" style="position:absolute;margin-left:45pt;margin-top:175.5pt;width:1in;height:54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52B53A" wp14:editId="310400E0">
                <wp:simplePos x="0" y="0"/>
                <wp:positionH relativeFrom="column">
                  <wp:posOffset>-942975</wp:posOffset>
                </wp:positionH>
                <wp:positionV relativeFrom="paragraph">
                  <wp:posOffset>2914650</wp:posOffset>
                </wp:positionV>
                <wp:extent cx="1514475" cy="9525"/>
                <wp:effectExtent l="38100" t="38100" r="38100" b="3810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95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EF103" id="AutoShape 5" o:spid="_x0000_s1026" type="#_x0000_t32" style="position:absolute;margin-left:-74.25pt;margin-top:229.5pt;width:119.2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F3A14" wp14:editId="601C76F2">
                <wp:simplePos x="0" y="0"/>
                <wp:positionH relativeFrom="column">
                  <wp:posOffset>666750</wp:posOffset>
                </wp:positionH>
                <wp:positionV relativeFrom="paragraph">
                  <wp:posOffset>2457450</wp:posOffset>
                </wp:positionV>
                <wp:extent cx="1676400" cy="1219200"/>
                <wp:effectExtent l="104775" t="85725" r="104775" b="8572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5393E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4" o:spid="_x0000_s1026" type="#_x0000_t4" style="position:absolute;margin-left:52.5pt;margin-top:193.5pt;width:132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" fillcolor="white [3212]" strokecolor="white [3212]" strokeweight="6pt"/>
            </w:pict>
          </mc:Fallback>
        </mc:AlternateContent>
      </w:r>
      <w:r w:rsidR="00C5581A">
        <w:rPr>
          <w:noProof/>
        </w:rPr>
        <w:drawing>
          <wp:anchor distT="0" distB="0" distL="114300" distR="114300" simplePos="0" relativeHeight="251660288" behindDoc="0" locked="0" layoutInCell="1" allowOverlap="1" wp14:anchorId="6263DA18" wp14:editId="2BB2B9D7">
            <wp:simplePos x="0" y="0"/>
            <wp:positionH relativeFrom="column">
              <wp:posOffset>-914400</wp:posOffset>
            </wp:positionH>
            <wp:positionV relativeFrom="paragraph">
              <wp:posOffset>-38100</wp:posOffset>
            </wp:positionV>
            <wp:extent cx="7762875" cy="3038475"/>
            <wp:effectExtent l="19050" t="0" r="9525" b="0"/>
            <wp:wrapNone/>
            <wp:docPr id="1" name="Picture 0" descr="b91f9e058985e2588e045f9196c11d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1f9e058985e2588e045f9196c11dd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02EE6" wp14:editId="793442BD">
                <wp:simplePos x="0" y="0"/>
                <wp:positionH relativeFrom="column">
                  <wp:posOffset>3486150</wp:posOffset>
                </wp:positionH>
                <wp:positionV relativeFrom="paragraph">
                  <wp:posOffset>-952500</wp:posOffset>
                </wp:positionV>
                <wp:extent cx="3648075" cy="1000125"/>
                <wp:effectExtent l="9525" t="9525" r="9525" b="952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9FEFC" w14:textId="77777777" w:rsidR="00C5581A" w:rsidRPr="00C5581A" w:rsidRDefault="00C5581A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C5581A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Agent Portfolio Flyer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02EE6" id="Rectangle 3" o:spid="_x0000_s1030" style="position:absolute;margin-left:274.5pt;margin-top:-75pt;width:287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" strokecolor="white [3212]">
                <v:textbox>
                  <w:txbxContent>
                    <w:p w14:paraId="4439FEFC" w14:textId="77777777" w:rsidR="00C5581A" w:rsidRPr="00C5581A" w:rsidRDefault="00C5581A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C5581A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Agent Portfolio Flyer Template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63CD19" wp14:editId="6B8DABEE">
                <wp:simplePos x="0" y="0"/>
                <wp:positionH relativeFrom="column">
                  <wp:posOffset>-942975</wp:posOffset>
                </wp:positionH>
                <wp:positionV relativeFrom="paragraph">
                  <wp:posOffset>-952500</wp:posOffset>
                </wp:positionV>
                <wp:extent cx="3114675" cy="11334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1133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81968" w14:textId="77777777" w:rsidR="00C5581A" w:rsidRPr="00C5581A" w:rsidRDefault="00C5581A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  <w:szCs w:val="56"/>
                              </w:rPr>
                            </w:pPr>
                            <w:r w:rsidRPr="00C5581A">
                              <w:rPr>
                                <w:rFonts w:asciiTheme="majorHAnsi" w:hAnsiTheme="majorHAnsi"/>
                                <w:b/>
                                <w:sz w:val="56"/>
                                <w:szCs w:val="56"/>
                              </w:rPr>
                              <w:t>Get Your Dream Home and Auto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3CD19" id="Rectangle 2" o:spid="_x0000_s1031" style="position:absolute;margin-left:-74.25pt;margin-top:-75pt;width:245.2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" fillcolor="white [3212]" strokecolor="white [3212]">
                <v:textbox>
                  <w:txbxContent>
                    <w:p w14:paraId="61881968" w14:textId="77777777" w:rsidR="00C5581A" w:rsidRPr="00C5581A" w:rsidRDefault="00C5581A">
                      <w:pPr>
                        <w:rPr>
                          <w:rFonts w:asciiTheme="majorHAnsi" w:hAnsiTheme="majorHAnsi"/>
                          <w:b/>
                          <w:sz w:val="56"/>
                          <w:szCs w:val="56"/>
                        </w:rPr>
                      </w:pPr>
                      <w:r w:rsidRPr="00C5581A">
                        <w:rPr>
                          <w:rFonts w:asciiTheme="majorHAnsi" w:hAnsiTheme="majorHAnsi"/>
                          <w:b/>
                          <w:sz w:val="56"/>
                          <w:szCs w:val="56"/>
                        </w:rPr>
                        <w:t>Get Your Dream Home and Auto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351B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64870"/>
    <w:multiLevelType w:val="hybridMultilevel"/>
    <w:tmpl w:val="98F0A8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F4"/>
    <w:rsid w:val="00252596"/>
    <w:rsid w:val="00333F81"/>
    <w:rsid w:val="00351B3A"/>
    <w:rsid w:val="006B2B93"/>
    <w:rsid w:val="0079279D"/>
    <w:rsid w:val="00836D74"/>
    <w:rsid w:val="009A588C"/>
    <w:rsid w:val="009B44B7"/>
    <w:rsid w:val="00B15EF4"/>
    <w:rsid w:val="00C5581A"/>
    <w:rsid w:val="00DA35D1"/>
    <w:rsid w:val="00FE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623B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8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5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4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2020-11-04T13:01:00Z</dcterms:created>
  <dcterms:modified xsi:type="dcterms:W3CDTF">2020-11-04T13:01:00Z</dcterms:modified>
</cp:coreProperties>
</file>