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D0D21" w14:textId="7D636050" w:rsidR="000E56ED" w:rsidRDefault="0011621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0971BF" wp14:editId="7A3C7BB9">
                <wp:simplePos x="0" y="0"/>
                <wp:positionH relativeFrom="column">
                  <wp:posOffset>-990600</wp:posOffset>
                </wp:positionH>
                <wp:positionV relativeFrom="paragraph">
                  <wp:posOffset>7303135</wp:posOffset>
                </wp:positionV>
                <wp:extent cx="7848600" cy="1140460"/>
                <wp:effectExtent l="9525" t="6985" r="9525" b="508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48600" cy="11404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75EA8" w14:textId="77777777" w:rsidR="00325EE7" w:rsidRPr="00325EE7" w:rsidRDefault="00325EE7">
                            <w:pPr>
                              <w:rPr>
                                <w:color w:val="C00000"/>
                                <w:sz w:val="44"/>
                                <w:szCs w:val="44"/>
                              </w:rPr>
                            </w:pPr>
                            <w:r w:rsidRPr="00325EE7">
                              <w:rPr>
                                <w:color w:val="C00000"/>
                                <w:sz w:val="44"/>
                                <w:szCs w:val="44"/>
                              </w:rPr>
                              <w:t>Contact us Now!</w:t>
                            </w:r>
                          </w:p>
                          <w:p w14:paraId="52B741A0" w14:textId="5C3B7043" w:rsidR="00325EE7" w:rsidRPr="00325EE7" w:rsidRDefault="00325EE7" w:rsidP="002F527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325EE7">
                              <w:rPr>
                                <w:sz w:val="24"/>
                                <w:szCs w:val="24"/>
                              </w:rPr>
                              <w:t xml:space="preserve">Company </w:t>
                            </w:r>
                            <w:r w:rsidR="002F5272">
                              <w:rPr>
                                <w:sz w:val="24"/>
                                <w:szCs w:val="24"/>
                              </w:rPr>
                              <w:t>A</w:t>
                            </w:r>
                            <w:r w:rsidRPr="00325EE7">
                              <w:rPr>
                                <w:sz w:val="24"/>
                                <w:szCs w:val="24"/>
                              </w:rPr>
                              <w:t>ddress:____________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         </w:t>
                            </w:r>
                            <w:r w:rsidRPr="00325EE7">
                              <w:rPr>
                                <w:sz w:val="24"/>
                                <w:szCs w:val="24"/>
                              </w:rPr>
                              <w:t xml:space="preserve">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</w:t>
                            </w:r>
                            <w:r w:rsidRPr="00325EE7">
                              <w:rPr>
                                <w:sz w:val="24"/>
                                <w:szCs w:val="24"/>
                              </w:rPr>
                              <w:t xml:space="preserve">   Phone:_____________________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</w:t>
                            </w:r>
                          </w:p>
                          <w:p w14:paraId="5B5D74DC" w14:textId="77777777" w:rsidR="00325EE7" w:rsidRPr="00325EE7" w:rsidRDefault="00325EE7" w:rsidP="002F5272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           </w:t>
                            </w:r>
                            <w:r w:rsidRPr="00325EE7">
                              <w:rPr>
                                <w:sz w:val="24"/>
                                <w:szCs w:val="24"/>
                              </w:rPr>
                              <w:t>Email:____________________________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                   </w:t>
                            </w:r>
                            <w:r w:rsidRPr="00325EE7">
                              <w:rPr>
                                <w:sz w:val="24"/>
                                <w:szCs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 w:rsidRPr="00325EE7">
                              <w:rPr>
                                <w:sz w:val="24"/>
                                <w:szCs w:val="24"/>
                              </w:rPr>
                              <w:t>Web:___________________________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971BF" id="Rectangle 5" o:spid="_x0000_s1026" style="position:absolute;margin-left:-78pt;margin-top:575.05pt;width:618pt;height:8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" fillcolor="#d8d8d8 [2732]" strokecolor="#d8d8d8 [2732]">
                <v:textbox>
                  <w:txbxContent>
                    <w:p w14:paraId="61B75EA8" w14:textId="77777777" w:rsidR="00325EE7" w:rsidRPr="00325EE7" w:rsidRDefault="00325EE7">
                      <w:pPr>
                        <w:rPr>
                          <w:color w:val="C00000"/>
                          <w:sz w:val="44"/>
                          <w:szCs w:val="44"/>
                        </w:rPr>
                      </w:pPr>
                      <w:r w:rsidRPr="00325EE7">
                        <w:rPr>
                          <w:color w:val="C00000"/>
                          <w:sz w:val="44"/>
                          <w:szCs w:val="44"/>
                        </w:rPr>
                        <w:t>Contact us Now!</w:t>
                      </w:r>
                    </w:p>
                    <w:p w14:paraId="52B741A0" w14:textId="5C3B7043" w:rsidR="00325EE7" w:rsidRPr="00325EE7" w:rsidRDefault="00325EE7" w:rsidP="002F527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325EE7">
                        <w:rPr>
                          <w:sz w:val="24"/>
                          <w:szCs w:val="24"/>
                        </w:rPr>
                        <w:t xml:space="preserve">Company </w:t>
                      </w:r>
                      <w:r w:rsidR="002F5272">
                        <w:rPr>
                          <w:sz w:val="24"/>
                          <w:szCs w:val="24"/>
                        </w:rPr>
                        <w:t>A</w:t>
                      </w:r>
                      <w:r w:rsidRPr="00325EE7">
                        <w:rPr>
                          <w:sz w:val="24"/>
                          <w:szCs w:val="24"/>
                        </w:rPr>
                        <w:t>ddress:____________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         </w:t>
                      </w:r>
                      <w:r w:rsidRPr="00325EE7">
                        <w:rPr>
                          <w:sz w:val="24"/>
                          <w:szCs w:val="24"/>
                        </w:rPr>
                        <w:t xml:space="preserve">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         </w:t>
                      </w:r>
                      <w:r w:rsidRPr="00325EE7">
                        <w:rPr>
                          <w:sz w:val="24"/>
                          <w:szCs w:val="24"/>
                        </w:rPr>
                        <w:t xml:space="preserve">   Phone:_____________________</w:t>
                      </w:r>
                      <w:r>
                        <w:rPr>
                          <w:sz w:val="24"/>
                          <w:szCs w:val="24"/>
                        </w:rPr>
                        <w:t>____</w:t>
                      </w:r>
                    </w:p>
                    <w:p w14:paraId="5B5D74DC" w14:textId="77777777" w:rsidR="00325EE7" w:rsidRPr="00325EE7" w:rsidRDefault="00325EE7" w:rsidP="002F5272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                 </w:t>
                      </w:r>
                      <w:r w:rsidRPr="00325EE7">
                        <w:rPr>
                          <w:sz w:val="24"/>
                          <w:szCs w:val="24"/>
                        </w:rPr>
                        <w:t>Email:____________________________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___                   </w:t>
                      </w:r>
                      <w:r w:rsidRPr="00325EE7">
                        <w:rPr>
                          <w:sz w:val="24"/>
                          <w:szCs w:val="24"/>
                        </w:rPr>
                        <w:t xml:space="preserve">           </w:t>
                      </w:r>
                      <w:r>
                        <w:rPr>
                          <w:sz w:val="24"/>
                          <w:szCs w:val="24"/>
                        </w:rPr>
                        <w:t xml:space="preserve">      </w:t>
                      </w:r>
                      <w:r w:rsidRPr="00325EE7">
                        <w:rPr>
                          <w:sz w:val="24"/>
                          <w:szCs w:val="24"/>
                        </w:rPr>
                        <w:t>Web:___________________________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CD6E32" wp14:editId="273FFA23">
                <wp:simplePos x="0" y="0"/>
                <wp:positionH relativeFrom="column">
                  <wp:posOffset>-619125</wp:posOffset>
                </wp:positionH>
                <wp:positionV relativeFrom="paragraph">
                  <wp:posOffset>5172075</wp:posOffset>
                </wp:positionV>
                <wp:extent cx="7477125" cy="2009775"/>
                <wp:effectExtent l="0" t="0" r="0" b="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77125" cy="2009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8BC8F7" w14:textId="77777777" w:rsidR="00325EE7" w:rsidRDefault="00325EE7">
                            <w:pPr>
                              <w:rPr>
                                <w:rFonts w:asciiTheme="majorHAnsi" w:hAnsiTheme="majorHAnsi" w:cs="Arial"/>
                                <w:color w:val="212529"/>
                                <w:sz w:val="28"/>
                                <w:szCs w:val="28"/>
                                <w:shd w:val="clear" w:color="auto" w:fill="FFFFFF"/>
                              </w:rPr>
                            </w:pPr>
                          </w:p>
                          <w:p w14:paraId="00A96C53" w14:textId="77777777" w:rsidR="00325EE7" w:rsidRPr="00325EE7" w:rsidRDefault="00325EE7">
                            <w:pPr>
                              <w:rPr>
                                <w:rFonts w:asciiTheme="majorHAnsi" w:hAnsiTheme="majorHAnsi" w:cs="Arial"/>
                                <w:color w:val="C00000"/>
                                <w:sz w:val="48"/>
                                <w:szCs w:val="48"/>
                                <w:shd w:val="clear" w:color="auto" w:fill="FFFFFF"/>
                              </w:rPr>
                            </w:pPr>
                            <w:r w:rsidRPr="00325EE7">
                              <w:rPr>
                                <w:rFonts w:asciiTheme="majorHAnsi" w:hAnsiTheme="majorHAnsi" w:cs="Arial"/>
                                <w:color w:val="C00000"/>
                                <w:sz w:val="48"/>
                                <w:szCs w:val="48"/>
                                <w:shd w:val="clear" w:color="auto" w:fill="FFFFFF"/>
                              </w:rPr>
                              <w:t>Your Company Name Here</w:t>
                            </w:r>
                          </w:p>
                          <w:p w14:paraId="7EAD4F4A" w14:textId="77777777" w:rsidR="00325EE7" w:rsidRPr="00906E81" w:rsidRDefault="00906E81" w:rsidP="00906E81">
                            <w:pPr>
                              <w:rPr>
                                <w:rFonts w:asciiTheme="majorHAnsi" w:hAnsiTheme="majorHAns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A well made </w:t>
                            </w:r>
                            <w:r w:rsidRPr="00906E81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and simply</w:t>
                            </w: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readable portfolio can attract more customers </w:t>
                            </w:r>
                            <w:r w:rsidRPr="00906E81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supported</w:t>
                            </w: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your professional experience and services </w:t>
                            </w:r>
                            <w:r w:rsidRPr="00906E81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you've got</w:t>
                            </w: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</w:t>
                            </w:r>
                            <w:r w:rsidRPr="00906E81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to supply</w:t>
                            </w: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. Now making an agent portfolio </w:t>
                            </w:r>
                            <w:r w:rsidRPr="00906E81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is incredibly</w:t>
                            </w: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easy </w:t>
                            </w:r>
                            <w:r w:rsidRPr="00906E81">
                              <w:rPr>
                                <w:rFonts w:asciiTheme="majorHAnsi" w:hAnsiTheme="majorHAnsi" w:cs="Arial"/>
                                <w:bCs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because of</w:t>
                            </w: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8"/>
                                <w:szCs w:val="28"/>
                                <w:shd w:val="clear" w:color="auto" w:fill="FFFFFF"/>
                              </w:rPr>
                              <w:t> availability of agent portfolio flyer template</w:t>
                            </w:r>
                            <w:r w:rsidRPr="00906E81">
                              <w:rPr>
                                <w:rFonts w:asciiTheme="majorHAnsi" w:hAnsiTheme="majorHAnsi" w:cs="Arial"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5CD6E32" id="Rectangle 4" o:spid="_x0000_s1027" style="position:absolute;margin-left:-48.75pt;margin-top:407.25pt;width:588.75pt;height:15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" filled="f" stroked="f">
                <v:textbox>
                  <w:txbxContent>
                    <w:p w14:paraId="0F8BC8F7" w14:textId="77777777" w:rsidR="00325EE7" w:rsidRDefault="00325EE7">
                      <w:pPr>
                        <w:rPr>
                          <w:rFonts w:asciiTheme="majorHAnsi" w:hAnsiTheme="majorHAnsi" w:cs="Arial"/>
                          <w:color w:val="212529"/>
                          <w:sz w:val="28"/>
                          <w:szCs w:val="28"/>
                          <w:shd w:val="clear" w:color="auto" w:fill="FFFFFF"/>
                        </w:rPr>
                      </w:pPr>
                    </w:p>
                    <w:p w14:paraId="00A96C53" w14:textId="77777777" w:rsidR="00325EE7" w:rsidRPr="00325EE7" w:rsidRDefault="00325EE7">
                      <w:pPr>
                        <w:rPr>
                          <w:rFonts w:asciiTheme="majorHAnsi" w:hAnsiTheme="majorHAnsi" w:cs="Arial"/>
                          <w:color w:val="C00000"/>
                          <w:sz w:val="48"/>
                          <w:szCs w:val="48"/>
                          <w:shd w:val="clear" w:color="auto" w:fill="FFFFFF"/>
                        </w:rPr>
                      </w:pPr>
                      <w:r w:rsidRPr="00325EE7">
                        <w:rPr>
                          <w:rFonts w:asciiTheme="majorHAnsi" w:hAnsiTheme="majorHAnsi" w:cs="Arial"/>
                          <w:color w:val="C00000"/>
                          <w:sz w:val="48"/>
                          <w:szCs w:val="48"/>
                          <w:shd w:val="clear" w:color="auto" w:fill="FFFFFF"/>
                        </w:rPr>
                        <w:t>Your Company Name Here</w:t>
                      </w:r>
                    </w:p>
                    <w:p w14:paraId="7EAD4F4A" w14:textId="77777777" w:rsidR="00325EE7" w:rsidRPr="00906E81" w:rsidRDefault="00906E81" w:rsidP="00906E81">
                      <w:pPr>
                        <w:rPr>
                          <w:rFonts w:asciiTheme="majorHAnsi" w:hAnsiTheme="majorHAnsi"/>
                          <w:color w:val="000000" w:themeColor="text1"/>
                          <w:sz w:val="20"/>
                          <w:szCs w:val="20"/>
                        </w:rPr>
                      </w:pP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A well made </w:t>
                      </w:r>
                      <w:r w:rsidRPr="00906E81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and simply</w:t>
                      </w: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readable portfolio can attract more customers </w:t>
                      </w:r>
                      <w:r w:rsidRPr="00906E81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supported</w:t>
                      </w: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your professional experience and services </w:t>
                      </w:r>
                      <w:r w:rsidRPr="00906E81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you've got</w:t>
                      </w: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</w:t>
                      </w:r>
                      <w:r w:rsidRPr="00906E81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to supply</w:t>
                      </w: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. Now making an agent portfolio </w:t>
                      </w:r>
                      <w:r w:rsidRPr="00906E81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is incredibly</w:t>
                      </w: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easy </w:t>
                      </w:r>
                      <w:r w:rsidRPr="00906E81">
                        <w:rPr>
                          <w:rFonts w:asciiTheme="majorHAnsi" w:hAnsiTheme="majorHAnsi" w:cs="Arial"/>
                          <w:bCs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because of</w:t>
                      </w: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8"/>
                          <w:szCs w:val="28"/>
                          <w:shd w:val="clear" w:color="auto" w:fill="FFFFFF"/>
                        </w:rPr>
                        <w:t> availability of agent portfolio flyer template</w:t>
                      </w:r>
                      <w:r w:rsidRPr="00906E81">
                        <w:rPr>
                          <w:rFonts w:asciiTheme="majorHAnsi" w:hAnsiTheme="majorHAnsi" w:cs="Arial"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  <w:r w:rsidR="00325EE7">
        <w:rPr>
          <w:noProof/>
        </w:rPr>
        <w:drawing>
          <wp:anchor distT="0" distB="0" distL="114300" distR="114300" simplePos="0" relativeHeight="251663360" behindDoc="0" locked="0" layoutInCell="1" allowOverlap="1" wp14:anchorId="265D7059" wp14:editId="69ABD681">
            <wp:simplePos x="0" y="0"/>
            <wp:positionH relativeFrom="column">
              <wp:posOffset>4352925</wp:posOffset>
            </wp:positionH>
            <wp:positionV relativeFrom="paragraph">
              <wp:posOffset>3181350</wp:posOffset>
            </wp:positionV>
            <wp:extent cx="2533650" cy="1943100"/>
            <wp:effectExtent l="19050" t="0" r="0" b="0"/>
            <wp:wrapNone/>
            <wp:docPr id="5" name="Picture 4" descr="3D-Interior-Scene-File-3dsmax-Bedroom-190-By-CaoCong-Free-Download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D-Interior-Scene-File-3dsmax-Bedroom-190-By-CaoCong-Free-Download-1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EE7">
        <w:rPr>
          <w:noProof/>
        </w:rPr>
        <w:drawing>
          <wp:anchor distT="0" distB="0" distL="114300" distR="114300" simplePos="0" relativeHeight="251662336" behindDoc="0" locked="0" layoutInCell="1" allowOverlap="1" wp14:anchorId="0050FA58" wp14:editId="3DA0AF87">
            <wp:simplePos x="0" y="0"/>
            <wp:positionH relativeFrom="column">
              <wp:posOffset>-914400</wp:posOffset>
            </wp:positionH>
            <wp:positionV relativeFrom="paragraph">
              <wp:posOffset>3181350</wp:posOffset>
            </wp:positionV>
            <wp:extent cx="2286000" cy="2028825"/>
            <wp:effectExtent l="19050" t="0" r="0" b="0"/>
            <wp:wrapNone/>
            <wp:docPr id="4" name="Picture 3" descr="20941076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941076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5EE7">
        <w:rPr>
          <w:noProof/>
        </w:rPr>
        <w:drawing>
          <wp:anchor distT="0" distB="0" distL="114300" distR="114300" simplePos="0" relativeHeight="251661312" behindDoc="0" locked="0" layoutInCell="1" allowOverlap="1" wp14:anchorId="587A924E" wp14:editId="714B8E67">
            <wp:simplePos x="0" y="0"/>
            <wp:positionH relativeFrom="column">
              <wp:posOffset>1419225</wp:posOffset>
            </wp:positionH>
            <wp:positionV relativeFrom="paragraph">
              <wp:posOffset>3076575</wp:posOffset>
            </wp:positionV>
            <wp:extent cx="2933700" cy="2276475"/>
            <wp:effectExtent l="19050" t="0" r="0" b="0"/>
            <wp:wrapNone/>
            <wp:docPr id="3" name="Picture 2" descr="toyo5oy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yo5oye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276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A2FDF9" wp14:editId="0532B3B5">
                <wp:simplePos x="0" y="0"/>
                <wp:positionH relativeFrom="column">
                  <wp:posOffset>-942975</wp:posOffset>
                </wp:positionH>
                <wp:positionV relativeFrom="paragraph">
                  <wp:posOffset>2562225</wp:posOffset>
                </wp:positionV>
                <wp:extent cx="3771900" cy="504825"/>
                <wp:effectExtent l="9525" t="9525" r="9525" b="952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71900" cy="504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tx1">
                                <a:lumMod val="75000"/>
                                <a:lumOff val="25000"/>
                              </a:schemeClr>
                            </a:gs>
                            <a:gs pos="100000">
                              <a:schemeClr val="tx1">
                                <a:lumMod val="50000"/>
                                <a:lumOff val="50000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2F1C20" w14:textId="77777777" w:rsidR="00342A42" w:rsidRPr="00342A42" w:rsidRDefault="00342A42">
                            <w:pPr>
                              <w:rPr>
                                <w:rFonts w:asciiTheme="majorHAnsi" w:hAnsiTheme="majorHAnsi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342A42">
                              <w:rPr>
                                <w:rFonts w:asciiTheme="majorHAnsi" w:hAnsiTheme="majorHAnsi"/>
                                <w:color w:val="FFFFFF" w:themeColor="background1"/>
                                <w:sz w:val="40"/>
                                <w:szCs w:val="40"/>
                              </w:rPr>
                              <w:t>Get Your Dream Home and Auto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A2FDF9" id="Rectangle 3" o:spid="_x0000_s1028" style="position:absolute;margin-left:-74.25pt;margin-top:201.75pt;width:297pt;height:3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" fillcolor="#404040 [2429]" strokecolor="#5a5a5a [2109]">
                <v:fill color2="gray [1629]" rotate="t" focus="100%" type="gradient"/>
                <v:textbox>
                  <w:txbxContent>
                    <w:p w14:paraId="102F1C20" w14:textId="77777777" w:rsidR="00342A42" w:rsidRPr="00342A42" w:rsidRDefault="00342A42">
                      <w:pPr>
                        <w:rPr>
                          <w:rFonts w:asciiTheme="majorHAnsi" w:hAnsiTheme="majorHAnsi"/>
                          <w:color w:val="FFFFFF" w:themeColor="background1"/>
                          <w:sz w:val="40"/>
                          <w:szCs w:val="40"/>
                        </w:rPr>
                      </w:pPr>
                      <w:r w:rsidRPr="00342A42">
                        <w:rPr>
                          <w:rFonts w:asciiTheme="majorHAnsi" w:hAnsiTheme="majorHAnsi"/>
                          <w:color w:val="FFFFFF" w:themeColor="background1"/>
                          <w:sz w:val="40"/>
                          <w:szCs w:val="40"/>
                        </w:rPr>
                        <w:t>Get Your Dream Home and Auto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643B3" wp14:editId="7140A36E">
                <wp:simplePos x="0" y="0"/>
                <wp:positionH relativeFrom="column">
                  <wp:posOffset>4305300</wp:posOffset>
                </wp:positionH>
                <wp:positionV relativeFrom="paragraph">
                  <wp:posOffset>-990600</wp:posOffset>
                </wp:positionV>
                <wp:extent cx="1743075" cy="2066925"/>
                <wp:effectExtent l="9525" t="9525" r="9525" b="952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20669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tx1">
                                <a:lumMod val="85000"/>
                                <a:lumOff val="15000"/>
                              </a:schemeClr>
                            </a:gs>
                            <a:gs pos="100000">
                              <a:schemeClr val="tx1">
                                <a:lumMod val="65000"/>
                                <a:lumOff val="35000"/>
                              </a:scheme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1CA889" w14:textId="77777777" w:rsidR="00342A42" w:rsidRPr="00342A42" w:rsidRDefault="00342A42">
                            <w:pPr>
                              <w:rPr>
                                <w:rFonts w:asciiTheme="majorHAnsi" w:hAnsiTheme="majorHAnsi"/>
                                <w:sz w:val="56"/>
                                <w:szCs w:val="56"/>
                              </w:rPr>
                            </w:pPr>
                            <w:r w:rsidRPr="00342A42">
                              <w:rPr>
                                <w:rFonts w:asciiTheme="majorHAnsi" w:hAnsiTheme="majorHAnsi"/>
                                <w:sz w:val="56"/>
                                <w:szCs w:val="56"/>
                              </w:rPr>
                              <w:t>Agent Portfolio Flyer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F643B3" id="Rectangle 2" o:spid="_x0000_s1029" style="position:absolute;margin-left:339pt;margin-top:-78pt;width:137.25pt;height:16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" fillcolor="#272727 [2749]" strokecolor="#5a5a5a [2109]">
                <v:fill color2="#5a5a5a [2109]" rotate="t" focus="100%" type="gradient"/>
                <v:textbox>
                  <w:txbxContent>
                    <w:p w14:paraId="6B1CA889" w14:textId="77777777" w:rsidR="00342A42" w:rsidRPr="00342A42" w:rsidRDefault="00342A42">
                      <w:pPr>
                        <w:rPr>
                          <w:rFonts w:asciiTheme="majorHAnsi" w:hAnsiTheme="majorHAnsi"/>
                          <w:sz w:val="56"/>
                          <w:szCs w:val="56"/>
                        </w:rPr>
                      </w:pPr>
                      <w:r w:rsidRPr="00342A42">
                        <w:rPr>
                          <w:rFonts w:asciiTheme="majorHAnsi" w:hAnsiTheme="majorHAnsi"/>
                          <w:sz w:val="56"/>
                          <w:szCs w:val="56"/>
                        </w:rPr>
                        <w:t>Agent Portfolio Flyer Template</w:t>
                      </w:r>
                    </w:p>
                  </w:txbxContent>
                </v:textbox>
              </v:rect>
            </w:pict>
          </mc:Fallback>
        </mc:AlternateContent>
      </w:r>
      <w:r w:rsidR="00342A42">
        <w:rPr>
          <w:noProof/>
        </w:rPr>
        <w:drawing>
          <wp:anchor distT="0" distB="0" distL="114300" distR="114300" simplePos="0" relativeHeight="251658240" behindDoc="0" locked="0" layoutInCell="1" allowOverlap="1" wp14:anchorId="579008CF" wp14:editId="4BAEE4C9">
            <wp:simplePos x="0" y="0"/>
            <wp:positionH relativeFrom="column">
              <wp:posOffset>-942975</wp:posOffset>
            </wp:positionH>
            <wp:positionV relativeFrom="paragraph">
              <wp:posOffset>-914400</wp:posOffset>
            </wp:positionV>
            <wp:extent cx="7829550" cy="3990975"/>
            <wp:effectExtent l="19050" t="0" r="0" b="0"/>
            <wp:wrapNone/>
            <wp:docPr id="2" name="Picture 1" descr="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xresdefault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2955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E56ED" w:rsidSect="00D431BC"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026B66" w14:textId="77777777" w:rsidR="00325CF3" w:rsidRDefault="00325CF3" w:rsidP="002F5272">
      <w:pPr>
        <w:spacing w:after="0" w:line="240" w:lineRule="auto"/>
      </w:pPr>
      <w:r>
        <w:separator/>
      </w:r>
    </w:p>
  </w:endnote>
  <w:endnote w:type="continuationSeparator" w:id="0">
    <w:p w14:paraId="7DBABDFE" w14:textId="77777777" w:rsidR="00325CF3" w:rsidRDefault="00325CF3" w:rsidP="002F5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225972" w14:textId="2B101546" w:rsidR="002F5272" w:rsidRPr="002F5272" w:rsidRDefault="002F5272">
    <w:pPr>
      <w:pStyle w:val="Footer"/>
      <w:rPr>
        <w:sz w:val="28"/>
        <w:szCs w:val="28"/>
      </w:rPr>
    </w:pPr>
    <w:r w:rsidRPr="002F5272">
      <w:rPr>
        <w:sz w:val="28"/>
        <w:szCs w:val="28"/>
      </w:rPr>
      <w:t xml:space="preserve">                                             </w:t>
    </w:r>
    <w:r w:rsidRPr="002F5272">
      <w:rPr>
        <w:sz w:val="28"/>
        <w:szCs w:val="28"/>
      </w:rPr>
      <w:t>www.mywordtemplates.org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8D1A7" w14:textId="77777777" w:rsidR="00325CF3" w:rsidRDefault="00325CF3" w:rsidP="002F5272">
      <w:pPr>
        <w:spacing w:after="0" w:line="240" w:lineRule="auto"/>
      </w:pPr>
      <w:r>
        <w:separator/>
      </w:r>
    </w:p>
  </w:footnote>
  <w:footnote w:type="continuationSeparator" w:id="0">
    <w:p w14:paraId="1D189B50" w14:textId="77777777" w:rsidR="00325CF3" w:rsidRDefault="00325CF3" w:rsidP="002F52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7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6E81"/>
    <w:rsid w:val="000D202F"/>
    <w:rsid w:val="0011621B"/>
    <w:rsid w:val="002F5272"/>
    <w:rsid w:val="00325CF3"/>
    <w:rsid w:val="00325EE7"/>
    <w:rsid w:val="00342A42"/>
    <w:rsid w:val="0079279D"/>
    <w:rsid w:val="00906E81"/>
    <w:rsid w:val="009A588C"/>
    <w:rsid w:val="00D431BC"/>
    <w:rsid w:val="00F3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F9F58"/>
  <w15:docId w15:val="{9A29B4BC-980C-47F1-9617-F9F3B1833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2A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A4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F5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5272"/>
  </w:style>
  <w:style w:type="paragraph" w:styleId="Footer">
    <w:name w:val="footer"/>
    <w:basedOn w:val="Normal"/>
    <w:link w:val="FooterChar"/>
    <w:uiPriority w:val="99"/>
    <w:unhideWhenUsed/>
    <w:rsid w:val="002F5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5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EDDING%20TEMPLATE\Agent%20portfolio%20flyer\agent%20portfolio%20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agent portfolio 5</Template>
  <TotalTime>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2020-11-04T13:05:00Z</dcterms:created>
  <dcterms:modified xsi:type="dcterms:W3CDTF">2020-11-04T13:05:00Z</dcterms:modified>
</cp:coreProperties>
</file>