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F319E" w14:textId="1169C0A8" w:rsidR="000E56ED" w:rsidRDefault="008C2A9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073DBB" wp14:editId="1F797427">
                <wp:simplePos x="0" y="0"/>
                <wp:positionH relativeFrom="column">
                  <wp:posOffset>4667250</wp:posOffset>
                </wp:positionH>
                <wp:positionV relativeFrom="paragraph">
                  <wp:posOffset>4591050</wp:posOffset>
                </wp:positionV>
                <wp:extent cx="4019550" cy="3817620"/>
                <wp:effectExtent l="0" t="0" r="0" b="190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0" cy="381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26D74" w14:textId="77777777" w:rsidR="00E50463" w:rsidRDefault="00E50463"/>
                          <w:p w14:paraId="78CDDCC5" w14:textId="4F4CC17C" w:rsidR="00E50463" w:rsidRDefault="00684EF1">
                            <w:pPr>
                              <w:rPr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E50463">
                              <w:rPr>
                                <w:color w:val="C00000"/>
                                <w:sz w:val="40"/>
                                <w:szCs w:val="40"/>
                              </w:rPr>
                              <w:t>Contact us</w:t>
                            </w:r>
                            <w:r w:rsidR="00E50463" w:rsidRPr="00E50463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Now:</w:t>
                            </w:r>
                          </w:p>
                          <w:p w14:paraId="6538865A" w14:textId="77777777" w:rsidR="00684EF1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C721A2D" w14:textId="77777777" w:rsidR="00684EF1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CB1087D" w14:textId="77777777" w:rsidR="00684EF1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752B4E5" w14:textId="77777777" w:rsidR="00684EF1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08E19BA" w14:textId="72C982BB" w:rsidR="00E50463" w:rsidRDefault="00E50463" w:rsidP="00684EF1">
                            <w:pPr>
                              <w:spacing w:after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Company </w:t>
                            </w:r>
                            <w:r w:rsidR="00684EF1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Address: _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_______________</w:t>
                            </w:r>
                          </w:p>
                          <w:p w14:paraId="267DD155" w14:textId="38FC063E" w:rsidR="00E50463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Phone: _</w:t>
                            </w:r>
                            <w:r w:rsidR="00E5046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_____________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____________</w:t>
                            </w:r>
                          </w:p>
                          <w:p w14:paraId="43D47EC6" w14:textId="378845C6" w:rsidR="00E50463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Email: _</w:t>
                            </w:r>
                            <w:r w:rsidR="00E5046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  <w:p w14:paraId="4A10440D" w14:textId="2878FB35" w:rsidR="00E50463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Web: _</w:t>
                            </w:r>
                            <w:r w:rsidR="00E5046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  <w:p w14:paraId="4449E1AB" w14:textId="6163268D" w:rsidR="00684EF1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3CAC95D" w14:textId="059BBBF9" w:rsidR="00684EF1" w:rsidRPr="00684EF1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4286E200" w14:textId="1638E472" w:rsidR="00684EF1" w:rsidRPr="00684EF1" w:rsidRDefault="00684EF1" w:rsidP="00684EF1">
                            <w:pPr>
                              <w:spacing w:after="0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84EF1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73DBB" id="Rectangle 8" o:spid="_x0000_s1026" style="position:absolute;margin-left:367.5pt;margin-top:361.5pt;width:316.5pt;height:30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" filled="f" stroked="f">
                <v:textbox>
                  <w:txbxContent>
                    <w:p w14:paraId="39226D74" w14:textId="77777777" w:rsidR="00E50463" w:rsidRDefault="00E50463"/>
                    <w:p w14:paraId="78CDDCC5" w14:textId="4F4CC17C" w:rsidR="00E50463" w:rsidRDefault="00684EF1">
                      <w:pPr>
                        <w:rPr>
                          <w:color w:val="C00000"/>
                          <w:sz w:val="40"/>
                          <w:szCs w:val="40"/>
                        </w:rPr>
                      </w:pPr>
                      <w:r w:rsidRPr="00E50463">
                        <w:rPr>
                          <w:color w:val="C00000"/>
                          <w:sz w:val="40"/>
                          <w:szCs w:val="40"/>
                        </w:rPr>
                        <w:t>Contact us</w:t>
                      </w:r>
                      <w:r w:rsidR="00E50463" w:rsidRPr="00E50463">
                        <w:rPr>
                          <w:color w:val="C00000"/>
                          <w:sz w:val="40"/>
                          <w:szCs w:val="40"/>
                        </w:rPr>
                        <w:t xml:space="preserve"> Now:</w:t>
                      </w:r>
                    </w:p>
                    <w:p w14:paraId="6538865A" w14:textId="77777777" w:rsidR="00684EF1" w:rsidRDefault="00684EF1" w:rsidP="00684EF1">
                      <w:pPr>
                        <w:spacing w:after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C721A2D" w14:textId="77777777" w:rsidR="00684EF1" w:rsidRDefault="00684EF1" w:rsidP="00684EF1">
                      <w:pPr>
                        <w:spacing w:after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CB1087D" w14:textId="77777777" w:rsidR="00684EF1" w:rsidRDefault="00684EF1" w:rsidP="00684EF1">
                      <w:pPr>
                        <w:spacing w:after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752B4E5" w14:textId="77777777" w:rsidR="00684EF1" w:rsidRDefault="00684EF1" w:rsidP="00684EF1">
                      <w:pPr>
                        <w:spacing w:after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08E19BA" w14:textId="72C982BB" w:rsidR="00E50463" w:rsidRDefault="00E50463" w:rsidP="00684EF1">
                      <w:pPr>
                        <w:spacing w:after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Company </w:t>
                      </w:r>
                      <w:r w:rsidR="00684EF1">
                        <w:rPr>
                          <w:color w:val="000000" w:themeColor="text1"/>
                          <w:sz w:val="28"/>
                          <w:szCs w:val="28"/>
                        </w:rPr>
                        <w:t>Address: _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_______________</w:t>
                      </w:r>
                    </w:p>
                    <w:p w14:paraId="267DD155" w14:textId="38FC063E" w:rsidR="00E50463" w:rsidRDefault="00684EF1" w:rsidP="00684EF1">
                      <w:pPr>
                        <w:spacing w:after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Phone: _</w:t>
                      </w:r>
                      <w:r w:rsidR="00E50463">
                        <w:rPr>
                          <w:color w:val="000000" w:themeColor="text1"/>
                          <w:sz w:val="28"/>
                          <w:szCs w:val="28"/>
                        </w:rPr>
                        <w:t>_____________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____________</w:t>
                      </w:r>
                    </w:p>
                    <w:p w14:paraId="43D47EC6" w14:textId="378845C6" w:rsidR="00E50463" w:rsidRDefault="00684EF1" w:rsidP="00684EF1">
                      <w:pPr>
                        <w:spacing w:after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Email: _</w:t>
                      </w:r>
                      <w:r w:rsidR="00E50463">
                        <w:rPr>
                          <w:color w:val="000000" w:themeColor="text1"/>
                          <w:sz w:val="28"/>
                          <w:szCs w:val="28"/>
                        </w:rPr>
                        <w:t>________________________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_</w:t>
                      </w:r>
                    </w:p>
                    <w:p w14:paraId="4A10440D" w14:textId="2878FB35" w:rsidR="00E50463" w:rsidRDefault="00684EF1" w:rsidP="00684EF1">
                      <w:pPr>
                        <w:spacing w:after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Web: _</w:t>
                      </w:r>
                      <w:r w:rsidR="00E50463">
                        <w:rPr>
                          <w:color w:val="000000" w:themeColor="text1"/>
                          <w:sz w:val="28"/>
                          <w:szCs w:val="28"/>
                        </w:rPr>
                        <w:t>________________________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__</w:t>
                      </w:r>
                    </w:p>
                    <w:p w14:paraId="4449E1AB" w14:textId="6163268D" w:rsidR="00684EF1" w:rsidRDefault="00684EF1" w:rsidP="00684EF1">
                      <w:pPr>
                        <w:spacing w:after="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3CAC95D" w14:textId="059BBBF9" w:rsidR="00684EF1" w:rsidRPr="00684EF1" w:rsidRDefault="00684EF1" w:rsidP="00684EF1">
                      <w:pPr>
                        <w:spacing w:after="0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4286E200" w14:textId="1638E472" w:rsidR="00684EF1" w:rsidRPr="00684EF1" w:rsidRDefault="00684EF1" w:rsidP="00684EF1">
                      <w:pPr>
                        <w:spacing w:after="0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684EF1">
                        <w:rPr>
                          <w:color w:val="000000" w:themeColor="text1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0F561C" wp14:editId="73ED1C77">
                <wp:simplePos x="0" y="0"/>
                <wp:positionH relativeFrom="column">
                  <wp:posOffset>-819150</wp:posOffset>
                </wp:positionH>
                <wp:positionV relativeFrom="paragraph">
                  <wp:posOffset>2762250</wp:posOffset>
                </wp:positionV>
                <wp:extent cx="2733675" cy="133350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7B493" w14:textId="77777777" w:rsidR="00E50463" w:rsidRPr="00E50463" w:rsidRDefault="00E50463">
                            <w:pPr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E50463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Your Company Name </w:t>
                            </w:r>
                            <w:r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and Logo </w:t>
                            </w:r>
                            <w:r w:rsidRPr="00E50463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F561C" id="Rectangle 9" o:spid="_x0000_s1027" style="position:absolute;margin-left:-64.5pt;margin-top:217.5pt;width:215.25pt;height:1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" stroked="f">
                <v:textbox>
                  <w:txbxContent>
                    <w:p w14:paraId="4297B493" w14:textId="77777777" w:rsidR="00E50463" w:rsidRPr="00E50463" w:rsidRDefault="00E50463">
                      <w:pPr>
                        <w:rPr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E50463">
                        <w:rPr>
                          <w:b/>
                          <w:color w:val="C00000"/>
                          <w:sz w:val="48"/>
                          <w:szCs w:val="48"/>
                        </w:rPr>
                        <w:t xml:space="preserve">Your Company Name </w:t>
                      </w:r>
                      <w:r>
                        <w:rPr>
                          <w:b/>
                          <w:color w:val="C00000"/>
                          <w:sz w:val="48"/>
                          <w:szCs w:val="48"/>
                        </w:rPr>
                        <w:t xml:space="preserve">and Logo </w:t>
                      </w:r>
                      <w:r w:rsidRPr="00E50463">
                        <w:rPr>
                          <w:b/>
                          <w:color w:val="C00000"/>
                          <w:sz w:val="48"/>
                          <w:szCs w:val="48"/>
                        </w:rPr>
                        <w:t>here</w:t>
                      </w:r>
                    </w:p>
                  </w:txbxContent>
                </v:textbox>
              </v:rect>
            </w:pict>
          </mc:Fallback>
        </mc:AlternateContent>
      </w:r>
      <w:r w:rsidR="00E50463">
        <w:rPr>
          <w:noProof/>
        </w:rPr>
        <w:drawing>
          <wp:anchor distT="0" distB="0" distL="114300" distR="114300" simplePos="0" relativeHeight="251658240" behindDoc="0" locked="0" layoutInCell="1" allowOverlap="1" wp14:anchorId="5C675699" wp14:editId="0372111D">
            <wp:simplePos x="0" y="0"/>
            <wp:positionH relativeFrom="column">
              <wp:posOffset>-2514600</wp:posOffset>
            </wp:positionH>
            <wp:positionV relativeFrom="paragraph">
              <wp:posOffset>-1762125</wp:posOffset>
            </wp:positionV>
            <wp:extent cx="7086600" cy="4410075"/>
            <wp:effectExtent l="133350" t="95250" r="114300" b="85725"/>
            <wp:wrapNone/>
            <wp:docPr id="2" name="Picture 1" descr="OIP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2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4410075"/>
                    </a:xfrm>
                    <a:prstGeom prst="diamond">
                      <a:avLst/>
                    </a:prstGeom>
                    <a:ln w="76200"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anchor>
        </w:drawing>
      </w:r>
      <w:r w:rsidR="00E50463">
        <w:rPr>
          <w:noProof/>
        </w:rPr>
        <w:drawing>
          <wp:anchor distT="0" distB="0" distL="114300" distR="114300" simplePos="0" relativeHeight="251664384" behindDoc="0" locked="0" layoutInCell="1" allowOverlap="1" wp14:anchorId="12D8119E" wp14:editId="06289658">
            <wp:simplePos x="0" y="0"/>
            <wp:positionH relativeFrom="column">
              <wp:posOffset>6553200</wp:posOffset>
            </wp:positionH>
            <wp:positionV relativeFrom="paragraph">
              <wp:posOffset>4800600</wp:posOffset>
            </wp:positionV>
            <wp:extent cx="2113280" cy="1581150"/>
            <wp:effectExtent l="19050" t="0" r="1270" b="0"/>
            <wp:wrapNone/>
            <wp:docPr id="5" name="Picture 4" descr="OIP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4)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1328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1C6D6E" wp14:editId="667ABB30">
                <wp:simplePos x="0" y="0"/>
                <wp:positionH relativeFrom="column">
                  <wp:posOffset>2247900</wp:posOffset>
                </wp:positionH>
                <wp:positionV relativeFrom="paragraph">
                  <wp:posOffset>4200525</wp:posOffset>
                </wp:positionV>
                <wp:extent cx="2971800" cy="44577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6E0D1" w14:textId="77777777" w:rsidR="008D2B35" w:rsidRPr="008D2B35" w:rsidRDefault="00A119E6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 xml:space="preserve">Important </w:t>
                            </w:r>
                            <w:r w:rsidR="008D2B35" w:rsidRPr="008D2B35">
                              <w:rPr>
                                <w:b/>
                                <w:sz w:val="52"/>
                                <w:szCs w:val="52"/>
                              </w:rPr>
                              <w:t>Features</w:t>
                            </w:r>
                          </w:p>
                          <w:p w14:paraId="5F5B59B6" w14:textId="77777777" w:rsidR="008D2B35" w:rsidRPr="00E50463" w:rsidRDefault="008D2B35" w:rsidP="008D2B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E50463">
                              <w:rPr>
                                <w:sz w:val="40"/>
                                <w:szCs w:val="40"/>
                              </w:rPr>
                              <w:t>Living room</w:t>
                            </w:r>
                          </w:p>
                          <w:p w14:paraId="4E8D8644" w14:textId="77777777" w:rsidR="008D2B35" w:rsidRPr="00E50463" w:rsidRDefault="008D2B35" w:rsidP="00E504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E50463">
                              <w:rPr>
                                <w:sz w:val="40"/>
                                <w:szCs w:val="40"/>
                              </w:rPr>
                              <w:t>Dining Room</w:t>
                            </w:r>
                          </w:p>
                          <w:p w14:paraId="2664AECE" w14:textId="77777777" w:rsidR="008D2B35" w:rsidRPr="00E50463" w:rsidRDefault="008D2B35" w:rsidP="00E504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E50463">
                              <w:rPr>
                                <w:sz w:val="40"/>
                                <w:szCs w:val="40"/>
                              </w:rPr>
                              <w:t>Swimming pool</w:t>
                            </w:r>
                          </w:p>
                          <w:p w14:paraId="7F92CEFA" w14:textId="77777777" w:rsidR="008D2B35" w:rsidRPr="00E50463" w:rsidRDefault="008D2B35" w:rsidP="00E504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E50463">
                              <w:rPr>
                                <w:sz w:val="40"/>
                                <w:szCs w:val="40"/>
                              </w:rPr>
                              <w:t>Guest Room</w:t>
                            </w:r>
                          </w:p>
                          <w:p w14:paraId="3E1B4B3A" w14:textId="77777777" w:rsidR="008D2B35" w:rsidRPr="00E50463" w:rsidRDefault="008D2B35" w:rsidP="00E504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E50463">
                              <w:rPr>
                                <w:sz w:val="40"/>
                                <w:szCs w:val="40"/>
                              </w:rPr>
                              <w:t>Kitchen</w:t>
                            </w:r>
                          </w:p>
                          <w:p w14:paraId="3821B408" w14:textId="77777777" w:rsidR="008D2B35" w:rsidRPr="00E50463" w:rsidRDefault="008D2B35" w:rsidP="00E504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E50463">
                              <w:rPr>
                                <w:sz w:val="40"/>
                                <w:szCs w:val="40"/>
                              </w:rPr>
                              <w:t>Bathroom</w:t>
                            </w:r>
                          </w:p>
                          <w:p w14:paraId="00046715" w14:textId="77777777" w:rsidR="008D2B35" w:rsidRPr="00E50463" w:rsidRDefault="008D2B35" w:rsidP="00E504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E50463">
                              <w:rPr>
                                <w:sz w:val="40"/>
                                <w:szCs w:val="40"/>
                              </w:rPr>
                              <w:t>Bedroom</w:t>
                            </w:r>
                          </w:p>
                          <w:p w14:paraId="43F351BE" w14:textId="77777777" w:rsidR="008D2B35" w:rsidRPr="00E50463" w:rsidRDefault="008D2B35" w:rsidP="00E504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40"/>
                                <w:szCs w:val="40"/>
                              </w:rPr>
                            </w:pPr>
                            <w:r w:rsidRPr="00E50463">
                              <w:rPr>
                                <w:sz w:val="40"/>
                                <w:szCs w:val="40"/>
                              </w:rPr>
                              <w:t>Car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C6D6E" id="Rectangle 7" o:spid="_x0000_s1028" style="position:absolute;margin-left:177pt;margin-top:330.75pt;width:234pt;height:3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" stroked="f">
                <v:textbox>
                  <w:txbxContent>
                    <w:p w14:paraId="0736E0D1" w14:textId="77777777" w:rsidR="008D2B35" w:rsidRPr="008D2B35" w:rsidRDefault="00A119E6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 xml:space="preserve">Important </w:t>
                      </w:r>
                      <w:r w:rsidR="008D2B35" w:rsidRPr="008D2B35">
                        <w:rPr>
                          <w:b/>
                          <w:sz w:val="52"/>
                          <w:szCs w:val="52"/>
                        </w:rPr>
                        <w:t>Features</w:t>
                      </w:r>
                    </w:p>
                    <w:p w14:paraId="5F5B59B6" w14:textId="77777777" w:rsidR="008D2B35" w:rsidRPr="00E50463" w:rsidRDefault="008D2B35" w:rsidP="008D2B3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E50463">
                        <w:rPr>
                          <w:sz w:val="40"/>
                          <w:szCs w:val="40"/>
                        </w:rPr>
                        <w:t>Living room</w:t>
                      </w:r>
                    </w:p>
                    <w:p w14:paraId="4E8D8644" w14:textId="77777777" w:rsidR="008D2B35" w:rsidRPr="00E50463" w:rsidRDefault="008D2B35" w:rsidP="00E504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E50463">
                        <w:rPr>
                          <w:sz w:val="40"/>
                          <w:szCs w:val="40"/>
                        </w:rPr>
                        <w:t>Dining Room</w:t>
                      </w:r>
                    </w:p>
                    <w:p w14:paraId="2664AECE" w14:textId="77777777" w:rsidR="008D2B35" w:rsidRPr="00E50463" w:rsidRDefault="008D2B35" w:rsidP="00E504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E50463">
                        <w:rPr>
                          <w:sz w:val="40"/>
                          <w:szCs w:val="40"/>
                        </w:rPr>
                        <w:t>Swimming pool</w:t>
                      </w:r>
                    </w:p>
                    <w:p w14:paraId="7F92CEFA" w14:textId="77777777" w:rsidR="008D2B35" w:rsidRPr="00E50463" w:rsidRDefault="008D2B35" w:rsidP="00E504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E50463">
                        <w:rPr>
                          <w:sz w:val="40"/>
                          <w:szCs w:val="40"/>
                        </w:rPr>
                        <w:t>Guest Room</w:t>
                      </w:r>
                    </w:p>
                    <w:p w14:paraId="3E1B4B3A" w14:textId="77777777" w:rsidR="008D2B35" w:rsidRPr="00E50463" w:rsidRDefault="008D2B35" w:rsidP="00E504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E50463">
                        <w:rPr>
                          <w:sz w:val="40"/>
                          <w:szCs w:val="40"/>
                        </w:rPr>
                        <w:t>Kitchen</w:t>
                      </w:r>
                    </w:p>
                    <w:p w14:paraId="3821B408" w14:textId="77777777" w:rsidR="008D2B35" w:rsidRPr="00E50463" w:rsidRDefault="008D2B35" w:rsidP="00E504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E50463">
                        <w:rPr>
                          <w:sz w:val="40"/>
                          <w:szCs w:val="40"/>
                        </w:rPr>
                        <w:t>Bathroom</w:t>
                      </w:r>
                    </w:p>
                    <w:p w14:paraId="00046715" w14:textId="77777777" w:rsidR="008D2B35" w:rsidRPr="00E50463" w:rsidRDefault="008D2B35" w:rsidP="00E504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E50463">
                        <w:rPr>
                          <w:sz w:val="40"/>
                          <w:szCs w:val="40"/>
                        </w:rPr>
                        <w:t>Bedroom</w:t>
                      </w:r>
                    </w:p>
                    <w:p w14:paraId="43F351BE" w14:textId="77777777" w:rsidR="008D2B35" w:rsidRPr="00E50463" w:rsidRDefault="008D2B35" w:rsidP="00E504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40"/>
                          <w:szCs w:val="40"/>
                        </w:rPr>
                      </w:pPr>
                      <w:r w:rsidRPr="00E50463">
                        <w:rPr>
                          <w:sz w:val="40"/>
                          <w:szCs w:val="40"/>
                        </w:rPr>
                        <w:t>Car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9F0F66" wp14:editId="4080585D">
                <wp:simplePos x="0" y="0"/>
                <wp:positionH relativeFrom="column">
                  <wp:posOffset>2038350</wp:posOffset>
                </wp:positionH>
                <wp:positionV relativeFrom="paragraph">
                  <wp:posOffset>2847975</wp:posOffset>
                </wp:positionV>
                <wp:extent cx="2552700" cy="1885950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14B0A" w14:textId="77777777" w:rsidR="008D2B35" w:rsidRPr="008D2B35" w:rsidRDefault="008D2B35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8D2B35">
                              <w:rPr>
                                <w:b/>
                                <w:sz w:val="56"/>
                                <w:szCs w:val="56"/>
                              </w:rPr>
                              <w:t>Get your Dream Home and Auto</w:t>
                            </w:r>
                          </w:p>
                          <w:p w14:paraId="77B8751A" w14:textId="77777777" w:rsidR="008D2B35" w:rsidRDefault="008D2B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F0F66" id="Rectangle 5" o:spid="_x0000_s1029" style="position:absolute;margin-left:160.5pt;margin-top:224.25pt;width:201pt;height:14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" stroked="f">
                <v:textbox>
                  <w:txbxContent>
                    <w:p w14:paraId="06514B0A" w14:textId="77777777" w:rsidR="008D2B35" w:rsidRPr="008D2B35" w:rsidRDefault="008D2B35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 w:rsidRPr="008D2B35">
                        <w:rPr>
                          <w:b/>
                          <w:sz w:val="56"/>
                          <w:szCs w:val="56"/>
                        </w:rPr>
                        <w:t>Get your Dream Home and Auto</w:t>
                      </w:r>
                    </w:p>
                    <w:p w14:paraId="77B8751A" w14:textId="77777777" w:rsidR="008D2B35" w:rsidRDefault="008D2B35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E67E4" wp14:editId="0158A3B6">
                <wp:simplePos x="0" y="0"/>
                <wp:positionH relativeFrom="column">
                  <wp:posOffset>-904875</wp:posOffset>
                </wp:positionH>
                <wp:positionV relativeFrom="paragraph">
                  <wp:posOffset>4200525</wp:posOffset>
                </wp:positionV>
                <wp:extent cx="3038475" cy="4457700"/>
                <wp:effectExtent l="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C95CA2" w14:textId="77777777" w:rsidR="008D2B35" w:rsidRPr="00A119E6" w:rsidRDefault="00A119E6">
                            <w:pPr>
                              <w:rPr>
                                <w:rFonts w:asciiTheme="majorHAnsi" w:hAnsiTheme="majorHAnsi"/>
                                <w:i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A119E6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48"/>
                                <w:szCs w:val="48"/>
                                <w:shd w:val="clear" w:color="auto" w:fill="FFFFFF"/>
                              </w:rPr>
                              <w:t>Portfolio is committed to continuing development of even more professional tools </w:t>
                            </w:r>
                            <w:r w:rsidRPr="00A119E6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48"/>
                                <w:szCs w:val="48"/>
                                <w:shd w:val="clear" w:color="auto" w:fill="FFFFFF"/>
                              </w:rPr>
                              <w:t>to assist</w:t>
                            </w:r>
                            <w:r w:rsidRPr="00A119E6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48"/>
                                <w:szCs w:val="48"/>
                                <w:shd w:val="clear" w:color="auto" w:fill="FFFFFF"/>
                              </w:rPr>
                              <w:t> your agency succeed and to serve your dealerships’ F&amp;I sales and operations.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67E4" id="Rectangle 6" o:spid="_x0000_s1030" style="position:absolute;margin-left:-71.25pt;margin-top:330.75pt;width:239.25pt;height:3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" stroked="f">
                <v:textbox>
                  <w:txbxContent>
                    <w:p w14:paraId="6BC95CA2" w14:textId="77777777" w:rsidR="008D2B35" w:rsidRPr="00A119E6" w:rsidRDefault="00A119E6">
                      <w:pPr>
                        <w:rPr>
                          <w:rFonts w:asciiTheme="majorHAnsi" w:hAnsiTheme="majorHAnsi"/>
                          <w:i/>
                          <w:color w:val="000000" w:themeColor="text1"/>
                          <w:sz w:val="48"/>
                          <w:szCs w:val="48"/>
                        </w:rPr>
                      </w:pPr>
                      <w:r w:rsidRPr="00A119E6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48"/>
                          <w:szCs w:val="48"/>
                          <w:shd w:val="clear" w:color="auto" w:fill="FFFFFF"/>
                        </w:rPr>
                        <w:t>Portfolio is committed to continuing development of even more professional tools </w:t>
                      </w:r>
                      <w:r w:rsidRPr="00A119E6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48"/>
                          <w:szCs w:val="48"/>
                          <w:shd w:val="clear" w:color="auto" w:fill="FFFFFF"/>
                        </w:rPr>
                        <w:t>to assist</w:t>
                      </w:r>
                      <w:r w:rsidRPr="00A119E6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48"/>
                          <w:szCs w:val="48"/>
                          <w:shd w:val="clear" w:color="auto" w:fill="FFFFFF"/>
                        </w:rPr>
                        <w:t> your agency succeed and to serve your dealerships’ F&amp;I sales and operations.</w:t>
                      </w:r>
                    </w:p>
                  </w:txbxContent>
                </v:textbox>
              </v:rect>
            </w:pict>
          </mc:Fallback>
        </mc:AlternateContent>
      </w:r>
      <w:r w:rsidR="00620878">
        <w:rPr>
          <w:noProof/>
        </w:rPr>
        <w:drawing>
          <wp:anchor distT="0" distB="0" distL="114300" distR="114300" simplePos="0" relativeHeight="251660288" behindDoc="0" locked="0" layoutInCell="1" allowOverlap="1" wp14:anchorId="11845346" wp14:editId="1C7B55CF">
            <wp:simplePos x="0" y="0"/>
            <wp:positionH relativeFrom="column">
              <wp:posOffset>4705350</wp:posOffset>
            </wp:positionH>
            <wp:positionV relativeFrom="paragraph">
              <wp:posOffset>-914400</wp:posOffset>
            </wp:positionV>
            <wp:extent cx="3962400" cy="5019675"/>
            <wp:effectExtent l="95250" t="76200" r="76200" b="66675"/>
            <wp:wrapNone/>
            <wp:docPr id="3" name="Picture 2" descr="OIP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3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019675"/>
                    </a:xfrm>
                    <a:prstGeom prst="rect">
                      <a:avLst/>
                    </a:prstGeom>
                    <a:ln w="76200"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anchor>
        </w:drawing>
      </w:r>
    </w:p>
    <w:sectPr w:rsidR="000E56ED" w:rsidSect="00620878">
      <w:pgSz w:w="15082" w:h="15082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F87A58"/>
    <w:multiLevelType w:val="hybridMultilevel"/>
    <w:tmpl w:val="CAF801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3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9E6"/>
    <w:rsid w:val="005731FF"/>
    <w:rsid w:val="00620878"/>
    <w:rsid w:val="00684EF1"/>
    <w:rsid w:val="006976C3"/>
    <w:rsid w:val="0079279D"/>
    <w:rsid w:val="00837505"/>
    <w:rsid w:val="008C2A9C"/>
    <w:rsid w:val="008D2B35"/>
    <w:rsid w:val="009A588C"/>
    <w:rsid w:val="00A119E6"/>
    <w:rsid w:val="00A44C90"/>
    <w:rsid w:val="00E5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B5C25"/>
  <w15:docId w15:val="{9A29B4BC-980C-47F1-9617-F9F3B183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8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2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EDDING%20TEMPLATE\Agent%20portfolio%20flyer\agent%20portfolio%20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agent portfolio 6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MN</dc:creator>
  <cp:lastModifiedBy>Muhammad Khalid Farooq</cp:lastModifiedBy>
  <cp:revision>2</cp:revision>
  <dcterms:created xsi:type="dcterms:W3CDTF">2020-11-04T13:12:00Z</dcterms:created>
  <dcterms:modified xsi:type="dcterms:W3CDTF">2020-11-04T13:12:00Z</dcterms:modified>
</cp:coreProperties>
</file>