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7BCAB" w14:textId="74952A6C" w:rsidR="000E56ED" w:rsidRPr="00190555" w:rsidRDefault="009B343F" w:rsidP="0019055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DBC99" wp14:editId="79029EDB">
                <wp:simplePos x="0" y="0"/>
                <wp:positionH relativeFrom="column">
                  <wp:posOffset>-923925</wp:posOffset>
                </wp:positionH>
                <wp:positionV relativeFrom="paragraph">
                  <wp:posOffset>7691755</wp:posOffset>
                </wp:positionV>
                <wp:extent cx="8143875" cy="187134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3875" cy="187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374B1" w14:textId="77777777" w:rsidR="00805ED0" w:rsidRDefault="00805ED0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805ED0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Contact us Now!</w:t>
                            </w:r>
                          </w:p>
                          <w:p w14:paraId="3D20778D" w14:textId="43655C24" w:rsidR="00805ED0" w:rsidRDefault="00C80FE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805ED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Company Address:__________________             Phone:_________________________</w:t>
                            </w:r>
                            <w:r w:rsidR="00805ED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805ED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Email:____________________________               Web:__________________________</w:t>
                            </w:r>
                          </w:p>
                          <w:p w14:paraId="5A2B48F3" w14:textId="2F0C29B2" w:rsidR="00C80FE0" w:rsidRPr="00C80FE0" w:rsidRDefault="00C80FE0">
                            <w:pP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80FE0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   </w:t>
                            </w:r>
                            <w:r w:rsidRPr="00C80FE0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DBC99" id="Rectangle 5" o:spid="_x0000_s1026" style="position:absolute;margin-left:-72.75pt;margin-top:605.65pt;width:641.25pt;height:14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" stroked="f">
                <v:textbox>
                  <w:txbxContent>
                    <w:p w14:paraId="3B8374B1" w14:textId="77777777" w:rsidR="00805ED0" w:rsidRDefault="00805ED0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805ED0">
                        <w:rPr>
                          <w:b/>
                          <w:color w:val="C00000"/>
                          <w:sz w:val="40"/>
                          <w:szCs w:val="40"/>
                        </w:rPr>
                        <w:t>Contact us Now!</w:t>
                      </w:r>
                    </w:p>
                    <w:p w14:paraId="3D20778D" w14:textId="43655C24" w:rsidR="00805ED0" w:rsidRDefault="00C80FE0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   </w:t>
                      </w:r>
                      <w:r w:rsidR="00805ED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Company Address:__________________             Phone:_________________________</w:t>
                      </w:r>
                      <w:r w:rsidR="00805ED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   </w:t>
                      </w:r>
                      <w:r w:rsidR="00805ED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Email:____________________________               Web:__________________________</w:t>
                      </w:r>
                    </w:p>
                    <w:p w14:paraId="5A2B48F3" w14:textId="2F0C29B2" w:rsidR="00C80FE0" w:rsidRPr="00C80FE0" w:rsidRDefault="00C80FE0">
                      <w:pP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C80FE0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   </w:t>
                      </w:r>
                      <w:r w:rsidRPr="00C80FE0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D8F034" wp14:editId="2D11A78B">
                <wp:simplePos x="0" y="0"/>
                <wp:positionH relativeFrom="column">
                  <wp:posOffset>-590550</wp:posOffset>
                </wp:positionH>
                <wp:positionV relativeFrom="paragraph">
                  <wp:posOffset>4352925</wp:posOffset>
                </wp:positionV>
                <wp:extent cx="3790950" cy="3227070"/>
                <wp:effectExtent l="0" t="0" r="0" b="190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322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16382" w14:textId="77777777" w:rsidR="00805ED0" w:rsidRPr="00252596" w:rsidRDefault="00805ED0" w:rsidP="00805ED0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56"/>
                                <w:szCs w:val="56"/>
                              </w:rPr>
                              <w:t xml:space="preserve">Your Company Name </w:t>
                            </w:r>
                            <w:r w:rsidRPr="00805ED0">
                              <w:rPr>
                                <w:rFonts w:asciiTheme="majorHAnsi" w:hAnsiTheme="majorHAnsi" w:cs="Arial"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5EA34E3D" w14:textId="77777777" w:rsidR="00805ED0" w:rsidRDefault="00805ED0">
                            <w:pPr>
                              <w:rPr>
                                <w:b/>
                                <w:i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56"/>
                                <w:szCs w:val="56"/>
                              </w:rPr>
                              <w:t xml:space="preserve"> a</w:t>
                            </w:r>
                            <w:r w:rsidRPr="00805ED0">
                              <w:rPr>
                                <w:b/>
                                <w:i/>
                                <w:color w:val="FF0000"/>
                                <w:sz w:val="56"/>
                                <w:szCs w:val="56"/>
                              </w:rPr>
                              <w:t>nd Logo here</w:t>
                            </w:r>
                          </w:p>
                          <w:p w14:paraId="39FD5619" w14:textId="77777777" w:rsidR="00805ED0" w:rsidRDefault="000D7D4C">
                            <w:pPr>
                              <w:rPr>
                                <w:b/>
                                <w:i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The term portfolio refers to any collection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of economic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assets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like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stocks, bonds and cash. Portfolios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could also be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held by individual investors and/or managed by financial professionals, hedge funds, banks and other financial institutions.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it's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a generally accepted principle that a portfolio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is intended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consistent with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the investor's risk tolerance,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time-frame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and investment objectives. The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cost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of every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asset may influence the risk/reward ratio of the portfolio and is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named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0D7D4C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because the</w:t>
                            </w:r>
                            <w:r w:rsidRPr="000D7D4C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hd w:val="clear" w:color="auto" w:fill="FFFFFF"/>
                              </w:rPr>
                              <w:t> asset allocation of the portfolio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46DCD20D" w14:textId="77777777" w:rsidR="00805ED0" w:rsidRPr="00805ED0" w:rsidRDefault="00805ED0">
                            <w:pPr>
                              <w:rPr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8F034" id="Rectangle 6" o:spid="_x0000_s1027" style="position:absolute;margin-left:-46.5pt;margin-top:342.75pt;width:298.5pt;height:25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" stroked="f">
                <v:textbox>
                  <w:txbxContent>
                    <w:p w14:paraId="42916382" w14:textId="77777777" w:rsidR="00805ED0" w:rsidRPr="00252596" w:rsidRDefault="00805ED0" w:rsidP="00805ED0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56"/>
                          <w:szCs w:val="56"/>
                        </w:rPr>
                        <w:t xml:space="preserve">Your Company Name </w:t>
                      </w:r>
                      <w:r w:rsidRPr="00805ED0">
                        <w:rPr>
                          <w:rFonts w:asciiTheme="majorHAnsi" w:hAnsiTheme="majorHAnsi" w:cs="Arial"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14:paraId="5EA34E3D" w14:textId="77777777" w:rsidR="00805ED0" w:rsidRDefault="00805ED0">
                      <w:pPr>
                        <w:rPr>
                          <w:b/>
                          <w:i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56"/>
                          <w:szCs w:val="56"/>
                        </w:rPr>
                        <w:t xml:space="preserve"> a</w:t>
                      </w:r>
                      <w:r w:rsidRPr="00805ED0">
                        <w:rPr>
                          <w:b/>
                          <w:i/>
                          <w:color w:val="FF0000"/>
                          <w:sz w:val="56"/>
                          <w:szCs w:val="56"/>
                        </w:rPr>
                        <w:t>nd Logo here</w:t>
                      </w:r>
                    </w:p>
                    <w:p w14:paraId="39FD5619" w14:textId="77777777" w:rsidR="00805ED0" w:rsidRDefault="000D7D4C">
                      <w:pPr>
                        <w:rPr>
                          <w:b/>
                          <w:i/>
                          <w:color w:val="FF0000"/>
                          <w:sz w:val="56"/>
                          <w:szCs w:val="56"/>
                        </w:rPr>
                      </w:pP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The term portfolio refers to any collection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of economic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assets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like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stocks, bonds and cash. Portfolios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could also be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held by individual investors and/or managed by financial professionals, hedge funds, banks and other financial institutions.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it's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a generally accepted principle that a portfolio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is intended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consistent with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the investor's risk tolerance,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time-frame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and investment objectives. The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cost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of every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asset may influence the risk/reward ratio of the portfolio and is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named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0D7D4C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hd w:val="clear" w:color="auto" w:fill="FFFFFF"/>
                        </w:rPr>
                        <w:t>because the</w:t>
                      </w:r>
                      <w:r w:rsidRPr="000D7D4C">
                        <w:rPr>
                          <w:rFonts w:asciiTheme="majorHAnsi" w:hAnsiTheme="majorHAnsi" w:cs="Arial"/>
                          <w:i/>
                          <w:color w:val="000000" w:themeColor="text1"/>
                          <w:shd w:val="clear" w:color="auto" w:fill="FFFFFF"/>
                        </w:rPr>
                        <w:t> asset allocation of the portfolio</w:t>
                      </w:r>
                      <w:r>
                        <w:rPr>
                          <w:rFonts w:ascii="Arial" w:hAnsi="Arial" w:cs="Arial"/>
                          <w:color w:val="212529"/>
                          <w:shd w:val="clear" w:color="auto" w:fill="FFFFFF"/>
                        </w:rPr>
                        <w:t>.</w:t>
                      </w:r>
                    </w:p>
                    <w:p w14:paraId="46DCD20D" w14:textId="77777777" w:rsidR="00805ED0" w:rsidRPr="00805ED0" w:rsidRDefault="00805ED0">
                      <w:pPr>
                        <w:rPr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83E4B0" wp14:editId="000C598F">
                <wp:simplePos x="0" y="0"/>
                <wp:positionH relativeFrom="column">
                  <wp:posOffset>3724275</wp:posOffset>
                </wp:positionH>
                <wp:positionV relativeFrom="paragraph">
                  <wp:posOffset>4352925</wp:posOffset>
                </wp:positionV>
                <wp:extent cx="3448050" cy="3495675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0" cy="349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546" w14:textId="77777777" w:rsidR="00805ED0" w:rsidRDefault="00805ED0">
                            <w:pPr>
                              <w:rPr>
                                <w:b/>
                                <w:i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       </w:t>
                            </w:r>
                            <w:r w:rsidRPr="00805ED0">
                              <w:rPr>
                                <w:b/>
                                <w:i/>
                                <w:color w:val="000000" w:themeColor="text1"/>
                                <w:sz w:val="52"/>
                                <w:szCs w:val="52"/>
                              </w:rPr>
                              <w:t>Features</w:t>
                            </w:r>
                          </w:p>
                          <w:p w14:paraId="1E897108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Living room</w:t>
                            </w:r>
                          </w:p>
                          <w:p w14:paraId="19C20A76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Dining room</w:t>
                            </w:r>
                          </w:p>
                          <w:p w14:paraId="44182071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Bedroom</w:t>
                            </w:r>
                          </w:p>
                          <w:p w14:paraId="6CA16524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Bathroom</w:t>
                            </w:r>
                          </w:p>
                          <w:p w14:paraId="06B20AF8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Guest room</w:t>
                            </w:r>
                          </w:p>
                          <w:p w14:paraId="775B8D5A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Swimming pool</w:t>
                            </w:r>
                          </w:p>
                          <w:p w14:paraId="0E4ABDEB" w14:textId="77777777" w:rsidR="00805ED0" w:rsidRPr="00805ED0" w:rsidRDefault="00805ED0" w:rsidP="00805ED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5ED0">
                              <w:rPr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3E4B0" id="Rectangle 7" o:spid="_x0000_s1028" style="position:absolute;margin-left:293.25pt;margin-top:342.75pt;width:271.5pt;height:27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" stroked="f">
                <v:textbox>
                  <w:txbxContent>
                    <w:p w14:paraId="7A18A546" w14:textId="77777777" w:rsidR="00805ED0" w:rsidRDefault="00805ED0">
                      <w:pPr>
                        <w:rPr>
                          <w:b/>
                          <w:i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i/>
                          <w:color w:val="000000" w:themeColor="text1"/>
                          <w:sz w:val="52"/>
                          <w:szCs w:val="52"/>
                        </w:rPr>
                        <w:t xml:space="preserve">        </w:t>
                      </w:r>
                      <w:r w:rsidRPr="00805ED0">
                        <w:rPr>
                          <w:b/>
                          <w:i/>
                          <w:color w:val="000000" w:themeColor="text1"/>
                          <w:sz w:val="52"/>
                          <w:szCs w:val="52"/>
                        </w:rPr>
                        <w:t>Features</w:t>
                      </w:r>
                    </w:p>
                    <w:p w14:paraId="1E897108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Living room</w:t>
                      </w:r>
                    </w:p>
                    <w:p w14:paraId="19C20A76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Dining room</w:t>
                      </w:r>
                    </w:p>
                    <w:p w14:paraId="44182071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Bedroom</w:t>
                      </w:r>
                    </w:p>
                    <w:p w14:paraId="6CA16524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Bathroom</w:t>
                      </w:r>
                    </w:p>
                    <w:p w14:paraId="06B20AF8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Guest room</w:t>
                      </w:r>
                    </w:p>
                    <w:p w14:paraId="775B8D5A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Swimming pool</w:t>
                      </w:r>
                    </w:p>
                    <w:p w14:paraId="0E4ABDEB" w14:textId="77777777" w:rsidR="00805ED0" w:rsidRPr="00805ED0" w:rsidRDefault="00805ED0" w:rsidP="00805ED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:sz w:val="36"/>
                          <w:szCs w:val="36"/>
                        </w:rPr>
                      </w:pPr>
                      <w:r w:rsidRPr="00805ED0">
                        <w:rPr>
                          <w:i/>
                          <w:color w:val="000000" w:themeColor="text1"/>
                          <w:sz w:val="36"/>
                          <w:szCs w:val="36"/>
                        </w:rP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 w:rsidR="00805ED0">
        <w:rPr>
          <w:noProof/>
        </w:rPr>
        <w:drawing>
          <wp:anchor distT="0" distB="0" distL="114300" distR="114300" simplePos="0" relativeHeight="251661312" behindDoc="0" locked="0" layoutInCell="1" allowOverlap="1" wp14:anchorId="6CE9200E" wp14:editId="467FBD69">
            <wp:simplePos x="0" y="0"/>
            <wp:positionH relativeFrom="column">
              <wp:posOffset>-390525</wp:posOffset>
            </wp:positionH>
            <wp:positionV relativeFrom="paragraph">
              <wp:posOffset>2505075</wp:posOffset>
            </wp:positionV>
            <wp:extent cx="2266950" cy="1704975"/>
            <wp:effectExtent l="19050" t="0" r="0" b="0"/>
            <wp:wrapNone/>
            <wp:docPr id="10" name="Picture 9" descr="OIP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5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0497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805ED0">
        <w:rPr>
          <w:noProof/>
        </w:rPr>
        <w:drawing>
          <wp:anchor distT="0" distB="0" distL="114300" distR="114300" simplePos="0" relativeHeight="251660288" behindDoc="0" locked="0" layoutInCell="1" allowOverlap="1" wp14:anchorId="2D923698" wp14:editId="5D4529B4">
            <wp:simplePos x="0" y="0"/>
            <wp:positionH relativeFrom="column">
              <wp:posOffset>2028825</wp:posOffset>
            </wp:positionH>
            <wp:positionV relativeFrom="paragraph">
              <wp:posOffset>2505075</wp:posOffset>
            </wp:positionV>
            <wp:extent cx="2162175" cy="1647825"/>
            <wp:effectExtent l="19050" t="0" r="9525" b="0"/>
            <wp:wrapNone/>
            <wp:docPr id="9" name="Picture 8" descr="73659f2c8ac018264d1e82e0c2308a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659f2c8ac018264d1e82e0c2308ac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4782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805ED0">
        <w:rPr>
          <w:noProof/>
        </w:rPr>
        <w:drawing>
          <wp:anchor distT="0" distB="0" distL="114300" distR="114300" simplePos="0" relativeHeight="251659264" behindDoc="0" locked="0" layoutInCell="1" allowOverlap="1" wp14:anchorId="415DB8FB" wp14:editId="438E3FD0">
            <wp:simplePos x="0" y="0"/>
            <wp:positionH relativeFrom="column">
              <wp:posOffset>4333875</wp:posOffset>
            </wp:positionH>
            <wp:positionV relativeFrom="paragraph">
              <wp:posOffset>2505075</wp:posOffset>
            </wp:positionV>
            <wp:extent cx="2133600" cy="1581150"/>
            <wp:effectExtent l="19050" t="0" r="0" b="0"/>
            <wp:wrapNone/>
            <wp:docPr id="8" name="Picture 7" descr="home-interior-design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-interior-design-201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8115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805ED0">
        <w:rPr>
          <w:noProof/>
        </w:rPr>
        <w:drawing>
          <wp:anchor distT="0" distB="0" distL="114300" distR="114300" simplePos="0" relativeHeight="251658240" behindDoc="0" locked="0" layoutInCell="1" allowOverlap="1" wp14:anchorId="4332E51B" wp14:editId="128C0EC9">
            <wp:simplePos x="0" y="0"/>
            <wp:positionH relativeFrom="column">
              <wp:posOffset>-923925</wp:posOffset>
            </wp:positionH>
            <wp:positionV relativeFrom="paragraph">
              <wp:posOffset>76200</wp:posOffset>
            </wp:positionV>
            <wp:extent cx="7781925" cy="3028950"/>
            <wp:effectExtent l="19050" t="0" r="9525" b="0"/>
            <wp:wrapNone/>
            <wp:docPr id="7" name="Picture 6" descr="Exterior-Photos-3-copy_featuredImage-750x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erior-Photos-3-copy_featuredImage-750x43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FDD8F" wp14:editId="58D6B846">
                <wp:simplePos x="0" y="0"/>
                <wp:positionH relativeFrom="column">
                  <wp:posOffset>-923925</wp:posOffset>
                </wp:positionH>
                <wp:positionV relativeFrom="paragraph">
                  <wp:posOffset>-962025</wp:posOffset>
                </wp:positionV>
                <wp:extent cx="7810500" cy="1028700"/>
                <wp:effectExtent l="9525" t="9525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0" cy="1028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62E82" w14:textId="77777777" w:rsidR="00805ED0" w:rsidRPr="00805ED0" w:rsidRDefault="00805ED0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Pr="00805ED0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Get your Dream Home and Auto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FDD8F" id="Rectangle 4" o:spid="_x0000_s1029" style="position:absolute;margin-left:-72.75pt;margin-top:-75.75pt;width:61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" fillcolor="#548dd4 [1951]" strokecolor="#4bacc6 [3208]">
                <v:textbox>
                  <w:txbxContent>
                    <w:p w14:paraId="02D62E82" w14:textId="77777777" w:rsidR="00805ED0" w:rsidRPr="00805ED0" w:rsidRDefault="00805ED0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color w:val="FFFFFF" w:themeColor="background1"/>
                          <w:sz w:val="72"/>
                          <w:szCs w:val="72"/>
                        </w:rPr>
                        <w:t xml:space="preserve">       </w:t>
                      </w:r>
                      <w:r w:rsidRPr="00805ED0">
                        <w:rPr>
                          <w:color w:val="FFFFFF" w:themeColor="background1"/>
                          <w:sz w:val="72"/>
                          <w:szCs w:val="72"/>
                        </w:rPr>
                        <w:t>Get your Dream Home and Auto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RPr="00190555" w:rsidSect="00A44C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61FCE"/>
    <w:multiLevelType w:val="hybridMultilevel"/>
    <w:tmpl w:val="CEA4E8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F6C09"/>
    <w:multiLevelType w:val="hybridMultilevel"/>
    <w:tmpl w:val="E01A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4C"/>
    <w:rsid w:val="000D7D4C"/>
    <w:rsid w:val="00190555"/>
    <w:rsid w:val="0079279D"/>
    <w:rsid w:val="007C1CDC"/>
    <w:rsid w:val="00805ED0"/>
    <w:rsid w:val="008E580E"/>
    <w:rsid w:val="009A588C"/>
    <w:rsid w:val="009B343F"/>
    <w:rsid w:val="00A44C90"/>
    <w:rsid w:val="00C80FE0"/>
    <w:rsid w:val="00F3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5DA38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5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5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8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2020-11-04T13:13:00Z</dcterms:created>
  <dcterms:modified xsi:type="dcterms:W3CDTF">2020-11-04T13:13:00Z</dcterms:modified>
</cp:coreProperties>
</file>