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5790D" w14:textId="12E90655" w:rsidR="000E56ED" w:rsidRDefault="00560235">
      <w:r>
        <w:rPr>
          <w:noProof/>
        </w:rPr>
        <w:drawing>
          <wp:anchor distT="0" distB="0" distL="114300" distR="114300" simplePos="0" relativeHeight="251661312" behindDoc="0" locked="0" layoutInCell="1" allowOverlap="1" wp14:anchorId="47B1ACBB" wp14:editId="063C66F1">
            <wp:simplePos x="0" y="0"/>
            <wp:positionH relativeFrom="column">
              <wp:posOffset>6629400</wp:posOffset>
            </wp:positionH>
            <wp:positionV relativeFrom="paragraph">
              <wp:posOffset>5429250</wp:posOffset>
            </wp:positionV>
            <wp:extent cx="2028825" cy="1219200"/>
            <wp:effectExtent l="19050" t="0" r="9525" b="0"/>
            <wp:wrapNone/>
            <wp:docPr id="4" name="Picture 3" descr="OIP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4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6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5D955" wp14:editId="72BE8B0A">
                <wp:simplePos x="0" y="0"/>
                <wp:positionH relativeFrom="column">
                  <wp:posOffset>4914900</wp:posOffset>
                </wp:positionH>
                <wp:positionV relativeFrom="paragraph">
                  <wp:posOffset>-914400</wp:posOffset>
                </wp:positionV>
                <wp:extent cx="3857625" cy="99060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7625" cy="99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B445F" w14:textId="77777777" w:rsidR="00560235" w:rsidRDefault="00560235">
                            <w:r>
                              <w:t xml:space="preserve">                                                    Agent Portfolio Flyer Template</w:t>
                            </w:r>
                          </w:p>
                          <w:p w14:paraId="6B3AB598" w14:textId="77777777" w:rsidR="00560235" w:rsidRDefault="00560235">
                            <w:pPr>
                              <w:rPr>
                                <w:rFonts w:ascii="Brush Script MT" w:hAnsi="Brush Script MT"/>
                                <w:color w:val="943634" w:themeColor="accent2" w:themeShade="B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943634" w:themeColor="accent2" w:themeShade="BF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560235">
                              <w:rPr>
                                <w:rFonts w:ascii="Brush Script MT" w:hAnsi="Brush Script MT"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Get Your dream Home and Auto</w:t>
                            </w:r>
                          </w:p>
                          <w:p w14:paraId="46557431" w14:textId="77777777" w:rsidR="00560235" w:rsidRDefault="00560235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57574BE6" w14:textId="77777777" w:rsidR="00560235" w:rsidRDefault="00560235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60235"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  <w:t>Your Company name and logo here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4B079710" w14:textId="77777777" w:rsidR="00560235" w:rsidRDefault="00560235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7D3B18DA" w14:textId="77777777" w:rsidR="00BA6A28" w:rsidRDefault="00BA6A28" w:rsidP="00560235">
                            <w:pPr>
                              <w:rPr>
                                <w:rFonts w:asciiTheme="majorHAnsi" w:hAnsiTheme="majorHAnsi" w:cs="Arial"/>
                                <w:b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A6A28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A portfolio A is dominated by another portfolio A' if A' </w:t>
                            </w:r>
                            <w:r w:rsidRPr="00BA6A28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features a</w:t>
                            </w:r>
                            <w:r w:rsidRPr="00BA6A28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greater expected gain and a lesser risk than A. If no portfolio dominates A, A </w:t>
                            </w:r>
                            <w:r w:rsidRPr="00BA6A28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may be a</w:t>
                            </w:r>
                            <w:r w:rsidRPr="00BA6A28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Pareto-optimal portfolio. The set of Pareto-optimal returns and risks </w:t>
                            </w:r>
                            <w:r w:rsidRPr="00BA6A28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is termed</w:t>
                            </w:r>
                            <w:r w:rsidRPr="00BA6A28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the Pareto Efficient Frontier for the Markowitz Portfolio selection problem.</w:t>
                            </w:r>
                            <w:r w:rsidR="00560235">
                              <w:rPr>
                                <w:rFonts w:asciiTheme="majorHAnsi" w:hAnsiTheme="majorHAnsi" w:cs="Arial"/>
                                <w:b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      </w:t>
                            </w:r>
                          </w:p>
                          <w:p w14:paraId="5F354D71" w14:textId="77777777" w:rsidR="00560235" w:rsidRDefault="00560235" w:rsidP="00560235">
                            <w:pPr>
                              <w:rPr>
                                <w:rFonts w:asciiTheme="majorHAnsi" w:hAnsiTheme="majorHAnsi" w:cs="Arial"/>
                                <w:b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b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Features:</w:t>
                            </w:r>
                          </w:p>
                          <w:p w14:paraId="1AE8D7C5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Living room</w:t>
                            </w:r>
                          </w:p>
                          <w:p w14:paraId="71AA73BC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Dining room</w:t>
                            </w:r>
                          </w:p>
                          <w:p w14:paraId="3326E4F7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Bedroom</w:t>
                            </w:r>
                          </w:p>
                          <w:p w14:paraId="762AA055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Guestroom</w:t>
                            </w:r>
                          </w:p>
                          <w:p w14:paraId="5C55DD74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Bathroom</w:t>
                            </w:r>
                          </w:p>
                          <w:p w14:paraId="651D9FA7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Swimming pool</w:t>
                            </w:r>
                          </w:p>
                          <w:p w14:paraId="3C82B4D1" w14:textId="77777777" w:rsidR="00560235" w:rsidRP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Kitchen</w:t>
                            </w:r>
                          </w:p>
                          <w:p w14:paraId="7D5F8605" w14:textId="77777777" w:rsidR="00560235" w:rsidRDefault="00560235" w:rsidP="0056023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560235">
                              <w:rPr>
                                <w:rFonts w:asciiTheme="majorHAnsi" w:hAnsiTheme="majorHAnsi" w:cs="Arial"/>
                                <w:i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  <w:t>Car</w:t>
                            </w:r>
                          </w:p>
                          <w:p w14:paraId="54A574B0" w14:textId="77777777" w:rsidR="0062509D" w:rsidRPr="0062509D" w:rsidRDefault="0062509D" w:rsidP="0062509D">
                            <w:pPr>
                              <w:rPr>
                                <w:rFonts w:asciiTheme="majorHAnsi" w:hAnsiTheme="majorHAnsi" w:cs="Arial"/>
                                <w:b/>
                                <w:i/>
                                <w:color w:val="C0504D" w:themeColor="accent2"/>
                                <w:sz w:val="44"/>
                                <w:szCs w:val="44"/>
                                <w:shd w:val="clear" w:color="auto" w:fill="FFFFFF"/>
                              </w:rPr>
                            </w:pPr>
                            <w:r w:rsidRPr="0062509D">
                              <w:rPr>
                                <w:rFonts w:asciiTheme="majorHAnsi" w:hAnsiTheme="majorHAnsi" w:cs="Arial"/>
                                <w:b/>
                                <w:i/>
                                <w:color w:val="C0504D" w:themeColor="accent2"/>
                                <w:sz w:val="44"/>
                                <w:szCs w:val="44"/>
                                <w:shd w:val="clear" w:color="auto" w:fill="FFFFFF"/>
                              </w:rPr>
                              <w:t>Contact us</w:t>
                            </w:r>
                          </w:p>
                          <w:p w14:paraId="6A7A5BFA" w14:textId="77777777" w:rsidR="00560235" w:rsidRDefault="0062509D" w:rsidP="0062509D">
                            <w:pPr>
                              <w:rPr>
                                <w:rFonts w:asciiTheme="majorHAnsi" w:hAnsiTheme="majorHAnsi" w:cs="Arial"/>
                                <w:b/>
                                <w:i/>
                                <w:color w:val="C0504D" w:themeColor="accent2"/>
                                <w:sz w:val="44"/>
                                <w:szCs w:val="44"/>
                                <w:shd w:val="clear" w:color="auto" w:fill="FFFFFF"/>
                              </w:rPr>
                            </w:pPr>
                            <w:r w:rsidRPr="0062509D">
                              <w:rPr>
                                <w:rFonts w:asciiTheme="majorHAnsi" w:hAnsiTheme="majorHAnsi" w:cs="Arial"/>
                                <w:b/>
                                <w:i/>
                                <w:color w:val="C0504D" w:themeColor="accent2"/>
                                <w:sz w:val="44"/>
                                <w:szCs w:val="44"/>
                                <w:shd w:val="clear" w:color="auto" w:fill="FFFFFF"/>
                              </w:rPr>
                              <w:t xml:space="preserve"> Now!</w:t>
                            </w:r>
                          </w:p>
                          <w:p w14:paraId="73277011" w14:textId="77777777" w:rsidR="0062509D" w:rsidRPr="0062509D" w:rsidRDefault="0062509D" w:rsidP="0062509D">
                            <w:pPr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62509D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t>Company address:__________________________</w:t>
                            </w:r>
                            <w:r w:rsidRPr="0062509D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br/>
                              <w:t>Phone:______________________________________</w:t>
                            </w:r>
                            <w:r w:rsidRPr="0062509D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br/>
                              <w:t>Email:______________________________________</w:t>
                            </w:r>
                            <w:r w:rsidRPr="0062509D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</w:rPr>
                              <w:br/>
                              <w:t>Web:________________________________________</w:t>
                            </w:r>
                          </w:p>
                          <w:p w14:paraId="6191F66A" w14:textId="77777777" w:rsidR="00851A57" w:rsidRDefault="00851A57" w:rsidP="00560235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14:paraId="4B032BBE" w14:textId="32432D89" w:rsidR="00560235" w:rsidRPr="00851A57" w:rsidRDefault="00851A57" w:rsidP="00560235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851A57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  <w:p w14:paraId="53B203B2" w14:textId="77777777" w:rsidR="00560235" w:rsidRPr="00560235" w:rsidRDefault="00560235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5D955" id="Rectangle 3" o:spid="_x0000_s1026" style="position:absolute;margin-left:387pt;margin-top:-1in;width:303.75pt;height:7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" stroked="f">
                <v:textbox>
                  <w:txbxContent>
                    <w:p w14:paraId="40BB445F" w14:textId="77777777" w:rsidR="00560235" w:rsidRDefault="00560235">
                      <w:r>
                        <w:t xml:space="preserve">                                                    Agent Portfolio Flyer Template</w:t>
                      </w:r>
                    </w:p>
                    <w:p w14:paraId="6B3AB598" w14:textId="77777777" w:rsidR="00560235" w:rsidRDefault="00560235">
                      <w:pPr>
                        <w:rPr>
                          <w:rFonts w:ascii="Brush Script MT" w:hAnsi="Brush Script MT"/>
                          <w:color w:val="943634" w:themeColor="accent2" w:themeShade="BF"/>
                          <w:sz w:val="40"/>
                          <w:szCs w:val="40"/>
                        </w:rPr>
                      </w:pPr>
                      <w:r>
                        <w:rPr>
                          <w:rFonts w:ascii="Brush Script MT" w:hAnsi="Brush Script MT"/>
                          <w:color w:val="943634" w:themeColor="accent2" w:themeShade="BF"/>
                          <w:sz w:val="40"/>
                          <w:szCs w:val="40"/>
                        </w:rPr>
                        <w:t xml:space="preserve">    </w:t>
                      </w:r>
                      <w:r w:rsidRPr="00560235">
                        <w:rPr>
                          <w:rFonts w:ascii="Brush Script MT" w:hAnsi="Brush Script MT"/>
                          <w:color w:val="943634" w:themeColor="accent2" w:themeShade="BF"/>
                          <w:sz w:val="40"/>
                          <w:szCs w:val="40"/>
                        </w:rPr>
                        <w:t>Get Your dream Home and Auto</w:t>
                      </w:r>
                    </w:p>
                    <w:p w14:paraId="46557431" w14:textId="77777777" w:rsidR="00560235" w:rsidRDefault="00560235">
                      <w:pPr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57574BE6" w14:textId="77777777" w:rsidR="00560235" w:rsidRDefault="00560235">
                      <w:pPr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</w:pPr>
                      <w:r w:rsidRPr="00560235"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  <w:t>Your Company name and logo here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  <w:t>:</w:t>
                      </w:r>
                    </w:p>
                    <w:p w14:paraId="4B079710" w14:textId="77777777" w:rsidR="00560235" w:rsidRDefault="00560235">
                      <w:pPr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7D3B18DA" w14:textId="77777777" w:rsidR="00BA6A28" w:rsidRDefault="00BA6A28" w:rsidP="00560235">
                      <w:pPr>
                        <w:rPr>
                          <w:rFonts w:asciiTheme="majorHAnsi" w:hAnsiTheme="majorHAnsi" w:cs="Arial"/>
                          <w:b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A6A28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A portfolio A is dominated by another portfolio A' if A' </w:t>
                      </w:r>
                      <w:r w:rsidRPr="00BA6A28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features a</w:t>
                      </w:r>
                      <w:r w:rsidRPr="00BA6A28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greater expected gain and a lesser risk than A. If no portfolio dominates A, A </w:t>
                      </w:r>
                      <w:r w:rsidRPr="00BA6A28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may be a</w:t>
                      </w:r>
                      <w:r w:rsidRPr="00BA6A28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Pareto-optimal portfolio. The set of Pareto-optimal returns and risks </w:t>
                      </w:r>
                      <w:r w:rsidRPr="00BA6A28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is termed</w:t>
                      </w:r>
                      <w:r w:rsidRPr="00BA6A28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the Pareto Efficient Frontier for the Markowitz Portfolio selection problem.</w:t>
                      </w:r>
                      <w:r w:rsidR="00560235">
                        <w:rPr>
                          <w:rFonts w:asciiTheme="majorHAnsi" w:hAnsiTheme="majorHAnsi" w:cs="Arial"/>
                          <w:b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 xml:space="preserve">          </w:t>
                      </w:r>
                    </w:p>
                    <w:p w14:paraId="5F354D71" w14:textId="77777777" w:rsidR="00560235" w:rsidRDefault="00560235" w:rsidP="00560235">
                      <w:pPr>
                        <w:rPr>
                          <w:rFonts w:asciiTheme="majorHAnsi" w:hAnsiTheme="majorHAnsi" w:cs="Arial"/>
                          <w:b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b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Features:</w:t>
                      </w:r>
                    </w:p>
                    <w:p w14:paraId="1AE8D7C5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Living room</w:t>
                      </w:r>
                    </w:p>
                    <w:p w14:paraId="71AA73BC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Dining room</w:t>
                      </w:r>
                    </w:p>
                    <w:p w14:paraId="3326E4F7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Bedroom</w:t>
                      </w:r>
                    </w:p>
                    <w:p w14:paraId="762AA055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Guestroom</w:t>
                      </w:r>
                    </w:p>
                    <w:p w14:paraId="5C55DD74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Bathroom</w:t>
                      </w:r>
                    </w:p>
                    <w:p w14:paraId="651D9FA7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Swimming pool</w:t>
                      </w:r>
                    </w:p>
                    <w:p w14:paraId="3C82B4D1" w14:textId="77777777" w:rsidR="00560235" w:rsidRP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Kitchen</w:t>
                      </w:r>
                    </w:p>
                    <w:p w14:paraId="7D5F8605" w14:textId="77777777" w:rsidR="00560235" w:rsidRDefault="00560235" w:rsidP="0056023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560235">
                        <w:rPr>
                          <w:rFonts w:asciiTheme="majorHAnsi" w:hAnsiTheme="majorHAnsi" w:cs="Arial"/>
                          <w:i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  <w:t>Car</w:t>
                      </w:r>
                    </w:p>
                    <w:p w14:paraId="54A574B0" w14:textId="77777777" w:rsidR="0062509D" w:rsidRPr="0062509D" w:rsidRDefault="0062509D" w:rsidP="0062509D">
                      <w:pPr>
                        <w:rPr>
                          <w:rFonts w:asciiTheme="majorHAnsi" w:hAnsiTheme="majorHAnsi" w:cs="Arial"/>
                          <w:b/>
                          <w:i/>
                          <w:color w:val="C0504D" w:themeColor="accent2"/>
                          <w:sz w:val="44"/>
                          <w:szCs w:val="44"/>
                          <w:shd w:val="clear" w:color="auto" w:fill="FFFFFF"/>
                        </w:rPr>
                      </w:pPr>
                      <w:r w:rsidRPr="0062509D">
                        <w:rPr>
                          <w:rFonts w:asciiTheme="majorHAnsi" w:hAnsiTheme="majorHAnsi" w:cs="Arial"/>
                          <w:b/>
                          <w:i/>
                          <w:color w:val="C0504D" w:themeColor="accent2"/>
                          <w:sz w:val="44"/>
                          <w:szCs w:val="44"/>
                          <w:shd w:val="clear" w:color="auto" w:fill="FFFFFF"/>
                        </w:rPr>
                        <w:t>Contact us</w:t>
                      </w:r>
                    </w:p>
                    <w:p w14:paraId="6A7A5BFA" w14:textId="77777777" w:rsidR="00560235" w:rsidRDefault="0062509D" w:rsidP="0062509D">
                      <w:pPr>
                        <w:rPr>
                          <w:rFonts w:asciiTheme="majorHAnsi" w:hAnsiTheme="majorHAnsi" w:cs="Arial"/>
                          <w:b/>
                          <w:i/>
                          <w:color w:val="C0504D" w:themeColor="accent2"/>
                          <w:sz w:val="44"/>
                          <w:szCs w:val="44"/>
                          <w:shd w:val="clear" w:color="auto" w:fill="FFFFFF"/>
                        </w:rPr>
                      </w:pPr>
                      <w:r w:rsidRPr="0062509D">
                        <w:rPr>
                          <w:rFonts w:asciiTheme="majorHAnsi" w:hAnsiTheme="majorHAnsi" w:cs="Arial"/>
                          <w:b/>
                          <w:i/>
                          <w:color w:val="C0504D" w:themeColor="accent2"/>
                          <w:sz w:val="44"/>
                          <w:szCs w:val="44"/>
                          <w:shd w:val="clear" w:color="auto" w:fill="FFFFFF"/>
                        </w:rPr>
                        <w:t xml:space="preserve"> Now!</w:t>
                      </w:r>
                    </w:p>
                    <w:p w14:paraId="73277011" w14:textId="77777777" w:rsidR="0062509D" w:rsidRPr="0062509D" w:rsidRDefault="0062509D" w:rsidP="0062509D">
                      <w:pPr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62509D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t>Company address:__________________________</w:t>
                      </w:r>
                      <w:r w:rsidRPr="0062509D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br/>
                        <w:t>Phone:______________________________________</w:t>
                      </w:r>
                      <w:r w:rsidRPr="0062509D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br/>
                        <w:t>Email:______________________________________</w:t>
                      </w:r>
                      <w:r w:rsidRPr="0062509D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32"/>
                          <w:szCs w:val="32"/>
                          <w:shd w:val="clear" w:color="auto" w:fill="FFFFFF"/>
                        </w:rPr>
                        <w:br/>
                        <w:t>Web:________________________________________</w:t>
                      </w:r>
                    </w:p>
                    <w:p w14:paraId="6191F66A" w14:textId="77777777" w:rsidR="00851A57" w:rsidRDefault="00851A57" w:rsidP="00560235">
                      <w:pPr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 xml:space="preserve">     </w:t>
                      </w:r>
                    </w:p>
                    <w:p w14:paraId="4B032BBE" w14:textId="32432D89" w:rsidR="00560235" w:rsidRPr="00851A57" w:rsidRDefault="00851A57" w:rsidP="00560235">
                      <w:pPr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  <w:t xml:space="preserve">            </w:t>
                      </w:r>
                      <w:r w:rsidRPr="00851A57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  <w:t>www.mywordtemplates.org</w:t>
                      </w:r>
                    </w:p>
                    <w:p w14:paraId="53B203B2" w14:textId="77777777" w:rsidR="00560235" w:rsidRPr="00560235" w:rsidRDefault="00560235">
                      <w:pPr>
                        <w:rPr>
                          <w:rFonts w:asciiTheme="majorHAnsi" w:hAnsiTheme="majorHAnsi"/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E36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F6B0B" wp14:editId="35350B74">
                <wp:simplePos x="0" y="0"/>
                <wp:positionH relativeFrom="column">
                  <wp:posOffset>-981075</wp:posOffset>
                </wp:positionH>
                <wp:positionV relativeFrom="paragraph">
                  <wp:posOffset>7210425</wp:posOffset>
                </wp:positionV>
                <wp:extent cx="3724275" cy="1028700"/>
                <wp:effectExtent l="9525" t="9525" r="1905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28700"/>
                        </a:xfrm>
                        <a:prstGeom prst="homePlate">
                          <a:avLst>
                            <a:gd name="adj" fmla="val 90509"/>
                          </a:avLst>
                        </a:prstGeom>
                        <a:solidFill>
                          <a:schemeClr val="accent2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50E5F" w14:textId="77777777" w:rsidR="00560235" w:rsidRPr="00560235" w:rsidRDefault="00560235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560235">
                              <w:rPr>
                                <w:sz w:val="96"/>
                                <w:szCs w:val="96"/>
                              </w:rPr>
                              <w:t>Great Deals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F6B0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" o:spid="_x0000_s1027" type="#_x0000_t15" style="position:absolute;margin-left:-77.25pt;margin-top:567.75pt;width:293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" fillcolor="#622423 [1605]" strokecolor="#622423 [1605]">
                <v:textbox>
                  <w:txbxContent>
                    <w:p w14:paraId="36750E5F" w14:textId="77777777" w:rsidR="00560235" w:rsidRPr="00560235" w:rsidRDefault="00560235">
                      <w:pPr>
                        <w:rPr>
                          <w:sz w:val="96"/>
                          <w:szCs w:val="96"/>
                        </w:rPr>
                      </w:pPr>
                      <w:r w:rsidRPr="00560235">
                        <w:rPr>
                          <w:sz w:val="96"/>
                          <w:szCs w:val="96"/>
                        </w:rPr>
                        <w:t>Great Deals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4AA64AD" wp14:editId="47E53F54">
            <wp:simplePos x="0" y="0"/>
            <wp:positionH relativeFrom="column">
              <wp:posOffset>-923925</wp:posOffset>
            </wp:positionH>
            <wp:positionV relativeFrom="paragraph">
              <wp:posOffset>-923924</wp:posOffset>
            </wp:positionV>
            <wp:extent cx="5838825" cy="7772400"/>
            <wp:effectExtent l="19050" t="0" r="9525" b="0"/>
            <wp:wrapNone/>
            <wp:docPr id="2" name="Picture 1" descr="beautiful-home-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utiful-home-desig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560235">
      <w:pgSz w:w="15082" w:h="1508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74A2"/>
    <w:multiLevelType w:val="hybridMultilevel"/>
    <w:tmpl w:val="2A3CC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28"/>
    <w:rsid w:val="00094156"/>
    <w:rsid w:val="00560235"/>
    <w:rsid w:val="0062509D"/>
    <w:rsid w:val="0079279D"/>
    <w:rsid w:val="007C6325"/>
    <w:rsid w:val="007E363B"/>
    <w:rsid w:val="00851A57"/>
    <w:rsid w:val="0087719E"/>
    <w:rsid w:val="009A588C"/>
    <w:rsid w:val="00A44C90"/>
    <w:rsid w:val="00BA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F2BCB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2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7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2020-11-04T13:12:00Z</dcterms:created>
  <dcterms:modified xsi:type="dcterms:W3CDTF">2020-11-04T13:12:00Z</dcterms:modified>
</cp:coreProperties>
</file>