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8D8D8" w:themeColor="background1" w:themeShade="D8"/>
  <w:body>
    <w:p w14:paraId="0ECBD8D4" w14:textId="7498E21E" w:rsidR="000E56ED" w:rsidRPr="00135CA0" w:rsidRDefault="000C553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A9EBC7" wp14:editId="25FCF6E8">
                <wp:simplePos x="0" y="0"/>
                <wp:positionH relativeFrom="column">
                  <wp:posOffset>2447925</wp:posOffset>
                </wp:positionH>
                <wp:positionV relativeFrom="paragraph">
                  <wp:posOffset>228600</wp:posOffset>
                </wp:positionV>
                <wp:extent cx="1352550" cy="1381125"/>
                <wp:effectExtent l="19050" t="19050" r="19050" b="9525"/>
                <wp:wrapNone/>
                <wp:docPr id="1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381125"/>
                        </a:xfrm>
                        <a:prstGeom prst="diamond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5168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8" o:spid="_x0000_s1026" type="#_x0000_t4" style="position:absolute;margin-left:192.75pt;margin-top:18pt;width:106.5pt;height:10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" fillcolor="black [3213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C717CC" wp14:editId="5FB67C5D">
                <wp:simplePos x="0" y="0"/>
                <wp:positionH relativeFrom="column">
                  <wp:posOffset>2447925</wp:posOffset>
                </wp:positionH>
                <wp:positionV relativeFrom="paragraph">
                  <wp:posOffset>342900</wp:posOffset>
                </wp:positionV>
                <wp:extent cx="2828925" cy="2809875"/>
                <wp:effectExtent l="19050" t="19050" r="19050" b="9525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2809875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A24EF" id="AutoShape 17" o:spid="_x0000_s1026" type="#_x0000_t4" style="position:absolute;margin-left:192.75pt;margin-top:27pt;width:222.75pt;height:2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" fillcolor="#bfbfbf [2412]" strokecolor="#bfbfbf [2412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E8B32B" wp14:editId="5FD5A19E">
                <wp:simplePos x="0" y="0"/>
                <wp:positionH relativeFrom="column">
                  <wp:posOffset>5438775</wp:posOffset>
                </wp:positionH>
                <wp:positionV relativeFrom="paragraph">
                  <wp:posOffset>-152400</wp:posOffset>
                </wp:positionV>
                <wp:extent cx="904875" cy="990600"/>
                <wp:effectExtent l="19050" t="19050" r="19050" b="9525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990600"/>
                        </a:xfrm>
                        <a:prstGeom prst="diamond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7AFDC" id="AutoShape 16" o:spid="_x0000_s1026" type="#_x0000_t4" style="position:absolute;margin-left:428.25pt;margin-top:-12pt;width:71.25pt;height:7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" fillcolor="#4bacc6 [3208]" strokecolor="#4bacc6 [3208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2E4C17" wp14:editId="4F0E6364">
                <wp:simplePos x="0" y="0"/>
                <wp:positionH relativeFrom="column">
                  <wp:posOffset>3543300</wp:posOffset>
                </wp:positionH>
                <wp:positionV relativeFrom="paragraph">
                  <wp:posOffset>-2076450</wp:posOffset>
                </wp:positionV>
                <wp:extent cx="2466975" cy="2362200"/>
                <wp:effectExtent l="19050" t="19050" r="19050" b="9525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236220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BDED0" id="AutoShape 15" o:spid="_x0000_s1026" type="#_x0000_t4" style="position:absolute;margin-left:279pt;margin-top:-163.5pt;width:194.25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" fillcolor="#bfbfbf [2412]" strokecolor="#d8d8d8 [2732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9F589" wp14:editId="7EC77D45">
                <wp:simplePos x="0" y="0"/>
                <wp:positionH relativeFrom="column">
                  <wp:posOffset>4181475</wp:posOffset>
                </wp:positionH>
                <wp:positionV relativeFrom="paragraph">
                  <wp:posOffset>-504825</wp:posOffset>
                </wp:positionV>
                <wp:extent cx="1724025" cy="1666875"/>
                <wp:effectExtent l="47625" t="47625" r="47625" b="190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666875"/>
                        </a:xfrm>
                        <a:prstGeom prst="diamond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D8EEB" id="AutoShape 14" o:spid="_x0000_s1026" type="#_x0000_t4" style="position:absolute;margin-left:329.25pt;margin-top:-39.75pt;width:135.75pt;height:13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" filled="f" strokeweight="3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BD40D2" wp14:editId="1CB4B251">
                <wp:simplePos x="0" y="0"/>
                <wp:positionH relativeFrom="column">
                  <wp:posOffset>-200025</wp:posOffset>
                </wp:positionH>
                <wp:positionV relativeFrom="paragraph">
                  <wp:posOffset>154940</wp:posOffset>
                </wp:positionV>
                <wp:extent cx="285750" cy="292735"/>
                <wp:effectExtent l="9525" t="12065" r="9525" b="9525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927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BB9B1" id="Rectangle 6" o:spid="_x0000_s1026" style="position:absolute;margin-left:-15.75pt;margin-top:12.2pt;width:22.5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" filled="f" strokecolor="#00b0f0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C66AB" wp14:editId="3E586871">
                <wp:simplePos x="0" y="0"/>
                <wp:positionH relativeFrom="column">
                  <wp:posOffset>-371475</wp:posOffset>
                </wp:positionH>
                <wp:positionV relativeFrom="paragraph">
                  <wp:posOffset>9525</wp:posOffset>
                </wp:positionV>
                <wp:extent cx="304800" cy="276225"/>
                <wp:effectExtent l="9525" t="9525" r="9525" b="952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67DD3" id="Rectangle 5" o:spid="_x0000_s1026" style="position:absolute;margin-left:-29.25pt;margin-top:.75pt;width:24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" filled="f" strokecolor="#00b0f0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AB98AC" wp14:editId="35705208">
                <wp:simplePos x="0" y="0"/>
                <wp:positionH relativeFrom="column">
                  <wp:posOffset>-200025</wp:posOffset>
                </wp:positionH>
                <wp:positionV relativeFrom="paragraph">
                  <wp:posOffset>933450</wp:posOffset>
                </wp:positionV>
                <wp:extent cx="2714625" cy="2371725"/>
                <wp:effectExtent l="0" t="0" r="0" b="0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2371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44318" w14:textId="77777777" w:rsidR="00135CA0" w:rsidRPr="00135CA0" w:rsidRDefault="00135CA0">
                            <w:pPr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</w:pPr>
                            <w:r w:rsidRPr="00135CA0"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  <w:t>Business</w:t>
                            </w:r>
                          </w:p>
                          <w:p w14:paraId="6EDEC463" w14:textId="77777777" w:rsidR="00135CA0" w:rsidRPr="00135CA0" w:rsidRDefault="00135CA0">
                            <w:pPr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</w:pPr>
                            <w:r w:rsidRPr="00135CA0"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  <w:t>Flyer</w:t>
                            </w:r>
                          </w:p>
                          <w:p w14:paraId="7320ED8B" w14:textId="77777777" w:rsidR="00135CA0" w:rsidRPr="00135CA0" w:rsidRDefault="00135CA0">
                            <w:pPr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</w:pPr>
                            <w:r w:rsidRPr="00135CA0"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</w:rPr>
                              <w:t>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B98AC" id="Rectangle 4" o:spid="_x0000_s1026" style="position:absolute;margin-left:-15.75pt;margin-top:73.5pt;width:213.75pt;height:18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" filled="f" stroked="f">
                <v:textbox>
                  <w:txbxContent>
                    <w:p w14:paraId="4C944318" w14:textId="77777777" w:rsidR="00135CA0" w:rsidRPr="00135CA0" w:rsidRDefault="00135CA0">
                      <w:pPr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</w:pPr>
                      <w:r w:rsidRPr="00135CA0"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  <w:t>Business</w:t>
                      </w:r>
                    </w:p>
                    <w:p w14:paraId="6EDEC463" w14:textId="77777777" w:rsidR="00135CA0" w:rsidRPr="00135CA0" w:rsidRDefault="00135CA0">
                      <w:pPr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</w:pPr>
                      <w:r w:rsidRPr="00135CA0"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  <w:t>Flyer</w:t>
                      </w:r>
                    </w:p>
                    <w:p w14:paraId="7320ED8B" w14:textId="77777777" w:rsidR="00135CA0" w:rsidRPr="00135CA0" w:rsidRDefault="00135CA0">
                      <w:pPr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</w:pPr>
                      <w:r w:rsidRPr="00135CA0">
                        <w:rPr>
                          <w:rFonts w:asciiTheme="majorHAnsi" w:hAnsiTheme="majorHAnsi"/>
                          <w:b/>
                          <w:sz w:val="72"/>
                          <w:szCs w:val="72"/>
                        </w:rPr>
                        <w:t>Template</w:t>
                      </w:r>
                    </w:p>
                  </w:txbxContent>
                </v:textbox>
              </v:rect>
            </w:pict>
          </mc:Fallback>
        </mc:AlternateContent>
      </w:r>
      <w:r w:rsidR="00135CA0" w:rsidRPr="00135CA0">
        <w:rPr>
          <w:b/>
          <w:sz w:val="28"/>
          <w:szCs w:val="28"/>
        </w:rPr>
        <w:t xml:space="preserve">     Company</w:t>
      </w:r>
    </w:p>
    <w:p w14:paraId="3D49FE34" w14:textId="634E2EB4" w:rsidR="00135CA0" w:rsidRPr="00135CA0" w:rsidRDefault="000C553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49C3E2" wp14:editId="4DD0EE2E">
                <wp:simplePos x="0" y="0"/>
                <wp:positionH relativeFrom="column">
                  <wp:posOffset>-914400</wp:posOffset>
                </wp:positionH>
                <wp:positionV relativeFrom="paragraph">
                  <wp:posOffset>7654290</wp:posOffset>
                </wp:positionV>
                <wp:extent cx="7810500" cy="1141730"/>
                <wp:effectExtent l="9525" t="10795" r="9525" b="952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0" cy="1141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4D2558" w14:textId="77777777" w:rsidR="00135CA0" w:rsidRPr="0013347B" w:rsidRDefault="008E0B3F">
                            <w:pPr>
                              <w:rPr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135CA0" w:rsidRPr="0013347B">
                              <w:rPr>
                                <w:b/>
                                <w:color w:val="C00000"/>
                                <w:sz w:val="36"/>
                                <w:szCs w:val="36"/>
                              </w:rPr>
                              <w:t>Contact us Now!</w:t>
                            </w:r>
                          </w:p>
                          <w:p w14:paraId="4D9EA2BE" w14:textId="3D2D7BE0" w:rsidR="00135CA0" w:rsidRDefault="008E0B3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3347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3347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 </w:t>
                            </w:r>
                            <w:r w:rsidRPr="0013347B">
                              <w:rPr>
                                <w:color w:val="000000" w:themeColor="text1"/>
                              </w:rPr>
                              <w:t xml:space="preserve">Address:________________     Phone:_______________     </w:t>
                            </w:r>
                            <w:hyperlink r:id="rId4" w:history="1">
                              <w:r w:rsidRPr="0013347B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www.email.com</w:t>
                              </w:r>
                            </w:hyperlink>
                            <w:r w:rsidRPr="0013347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hyperlink r:id="rId5" w:history="1">
                              <w:r w:rsidR="0013347B" w:rsidRPr="0013347B">
                                <w:rPr>
                                  <w:rStyle w:val="Hyperlink"/>
                                </w:rPr>
                                <w:t>www.website.com</w:t>
                              </w:r>
                            </w:hyperlink>
                          </w:p>
                          <w:p w14:paraId="6A910D15" w14:textId="0E3AE065" w:rsidR="0013347B" w:rsidRPr="0013347B" w:rsidRDefault="0013347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                                           </w:t>
                            </w:r>
                            <w:r w:rsidRPr="001334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9C3E2" id="Rectangle 13" o:spid="_x0000_s1027" style="position:absolute;margin-left:-1in;margin-top:602.7pt;width:615pt;height:8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" filled="f">
                <v:textbox>
                  <w:txbxContent>
                    <w:p w14:paraId="7F4D2558" w14:textId="77777777" w:rsidR="00135CA0" w:rsidRPr="0013347B" w:rsidRDefault="008E0B3F">
                      <w:pPr>
                        <w:rPr>
                          <w:b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     </w:t>
                      </w:r>
                      <w:r w:rsidR="00135CA0" w:rsidRPr="0013347B">
                        <w:rPr>
                          <w:b/>
                          <w:color w:val="C00000"/>
                          <w:sz w:val="36"/>
                          <w:szCs w:val="36"/>
                        </w:rPr>
                        <w:t>Contact us Now!</w:t>
                      </w:r>
                    </w:p>
                    <w:p w14:paraId="4D9EA2BE" w14:textId="3D2D7BE0" w:rsidR="00135CA0" w:rsidRDefault="008E0B3F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3347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</w:t>
                      </w:r>
                      <w:r w:rsidR="0013347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                          </w:t>
                      </w:r>
                      <w:r w:rsidRPr="0013347B">
                        <w:rPr>
                          <w:color w:val="000000" w:themeColor="text1"/>
                        </w:rPr>
                        <w:t xml:space="preserve">Address:________________     Phone:_______________     </w:t>
                      </w:r>
                      <w:hyperlink r:id="rId6" w:history="1">
                        <w:r w:rsidRPr="0013347B">
                          <w:rPr>
                            <w:rStyle w:val="Hyperlink"/>
                            <w:color w:val="000000" w:themeColor="text1"/>
                            <w:u w:val="none"/>
                          </w:rPr>
                          <w:t>www.email.com</w:t>
                        </w:r>
                      </w:hyperlink>
                      <w:r w:rsidRPr="0013347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   </w:t>
                      </w:r>
                      <w:hyperlink r:id="rId7" w:history="1">
                        <w:r w:rsidR="0013347B" w:rsidRPr="0013347B">
                          <w:rPr>
                            <w:rStyle w:val="Hyperlink"/>
                          </w:rPr>
                          <w:t>www.website.com</w:t>
                        </w:r>
                      </w:hyperlink>
                    </w:p>
                    <w:p w14:paraId="6A910D15" w14:textId="0E3AE065" w:rsidR="0013347B" w:rsidRPr="0013347B" w:rsidRDefault="0013347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                                                                    </w:t>
                      </w:r>
                      <w:r w:rsidRPr="0013347B">
                        <w:rPr>
                          <w:color w:val="000000" w:themeColor="text1"/>
                          <w:sz w:val="24"/>
                          <w:szCs w:val="24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0CBD33" wp14:editId="5BBF56F4">
                <wp:simplePos x="0" y="0"/>
                <wp:positionH relativeFrom="column">
                  <wp:posOffset>4181475</wp:posOffset>
                </wp:positionH>
                <wp:positionV relativeFrom="paragraph">
                  <wp:posOffset>2185670</wp:posOffset>
                </wp:positionV>
                <wp:extent cx="1600200" cy="1333500"/>
                <wp:effectExtent l="57150" t="47625" r="57150" b="1905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33500"/>
                        </a:xfrm>
                        <a:prstGeom prst="diamond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8CEAB" id="AutoShape 22" o:spid="_x0000_s1026" type="#_x0000_t4" style="position:absolute;margin-left:329.25pt;margin-top:172.1pt;width:126pt;height:1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" filled="f" strokeweight="3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C328A5" wp14:editId="21F362EC">
                <wp:simplePos x="0" y="0"/>
                <wp:positionH relativeFrom="column">
                  <wp:posOffset>4667250</wp:posOffset>
                </wp:positionH>
                <wp:positionV relativeFrom="paragraph">
                  <wp:posOffset>1680845</wp:posOffset>
                </wp:positionV>
                <wp:extent cx="1743075" cy="1171575"/>
                <wp:effectExtent l="19050" t="19050" r="19050" b="9525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171575"/>
                        </a:xfrm>
                        <a:prstGeom prst="diamond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60B24" id="AutoShape 21" o:spid="_x0000_s1026" type="#_x0000_t4" style="position:absolute;margin-left:367.5pt;margin-top:132.35pt;width:137.25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" fillcolor="#4bacc6 [3208]" strokecolor="#4bacc6 [3208]" strokeweight=".2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FAF0A0" wp14:editId="1FA77C53">
                <wp:simplePos x="0" y="0"/>
                <wp:positionH relativeFrom="column">
                  <wp:posOffset>6010275</wp:posOffset>
                </wp:positionH>
                <wp:positionV relativeFrom="paragraph">
                  <wp:posOffset>1233170</wp:posOffset>
                </wp:positionV>
                <wp:extent cx="1476375" cy="1190625"/>
                <wp:effectExtent l="19050" t="19050" r="19050" b="9525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1190625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B979C" id="AutoShape 20" o:spid="_x0000_s1026" type="#_x0000_t4" style="position:absolute;margin-left:473.25pt;margin-top:97.1pt;width:116.25pt;height:9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" fillcolor="#a5a5a5 [2092]" strokecolor="#a5a5a5 [2092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EDE3D1" wp14:editId="3E3A4F77">
                <wp:simplePos x="0" y="0"/>
                <wp:positionH relativeFrom="column">
                  <wp:posOffset>4914900</wp:posOffset>
                </wp:positionH>
                <wp:positionV relativeFrom="paragraph">
                  <wp:posOffset>461645</wp:posOffset>
                </wp:positionV>
                <wp:extent cx="3181350" cy="2733675"/>
                <wp:effectExtent l="19050" t="19050" r="19050" b="9525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2733675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D2AA2" id="AutoShape 19" o:spid="_x0000_s1026" type="#_x0000_t4" style="position:absolute;margin-left:387pt;margin-top:36.35pt;width:250.5pt;height:21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" fillcolor="#7f7f7f [1612]" strokecolor="#7f7f7f [1612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EC91B8" wp14:editId="2CFCB325">
                <wp:simplePos x="0" y="0"/>
                <wp:positionH relativeFrom="column">
                  <wp:posOffset>2876550</wp:posOffset>
                </wp:positionH>
                <wp:positionV relativeFrom="paragraph">
                  <wp:posOffset>3909695</wp:posOffset>
                </wp:positionV>
                <wp:extent cx="3733800" cy="2447925"/>
                <wp:effectExtent l="0" t="0" r="0" b="0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44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94421" w14:textId="77777777" w:rsidR="00135CA0" w:rsidRPr="00135CA0" w:rsidRDefault="00135CA0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Everybody has something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supply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,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which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“something” can change lives positively. Every individual has the characteristics of an entrepreneur and it takes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a while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find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it. Likewise,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you have got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some ideas or business concepts.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it's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up to you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find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those ideas.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</w:rPr>
                              <w:br/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</w:rPr>
                              <w:br/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Once you discover a business idea and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you're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sure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it'll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fly,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the subsequent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thing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try and do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is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appear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for tactics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to show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into a business reality.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that's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the primary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definition of entrepreneurship. </w:t>
                            </w:r>
                            <w:r w:rsidRPr="00135CA0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it's</w:t>
                            </w:r>
                            <w:r w:rsidRPr="00135CA0">
                              <w:rPr>
                                <w:rFonts w:asciiTheme="majorHAnsi" w:hAnsiTheme="majorHAnsi" w:cs="Arial"/>
                                <w:color w:val="000000" w:themeColor="text1"/>
                                <w:shd w:val="clear" w:color="auto" w:fill="FFFFFF"/>
                              </w:rPr>
                              <w:t> at discovering and turning a business concept or idea into a business reality.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C91B8" id="Rectangle 12" o:spid="_x0000_s1028" style="position:absolute;margin-left:226.5pt;margin-top:307.85pt;width:294pt;height:19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" filled="f" stroked="f">
                <v:textbox>
                  <w:txbxContent>
                    <w:p w14:paraId="0BF94421" w14:textId="77777777" w:rsidR="00135CA0" w:rsidRPr="00135CA0" w:rsidRDefault="00135CA0">
                      <w:pPr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Everybody has something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supply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,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which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“something” can change lives positively. Every individual has the characteristics of an entrepreneur and it takes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a while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find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it. Likewise,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you have got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some ideas or business concepts.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it's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up to you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find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those ideas.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</w:rPr>
                        <w:br/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</w:rPr>
                        <w:br/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Once you discover a business idea and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you're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sure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it'll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fly,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the subsequent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thing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try and do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is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appear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for tactics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to show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into a business reality.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that's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the primary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definition of entrepreneurship. </w:t>
                      </w:r>
                      <w:r w:rsidRPr="00135CA0">
                        <w:rPr>
                          <w:rFonts w:asciiTheme="majorHAnsi" w:hAnsiTheme="majorHAnsi" w:cs="Arial"/>
                          <w:bCs/>
                          <w:color w:val="000000" w:themeColor="text1"/>
                          <w:shd w:val="clear" w:color="auto" w:fill="FFFFFF"/>
                        </w:rPr>
                        <w:t>it's</w:t>
                      </w:r>
                      <w:r w:rsidRPr="00135CA0">
                        <w:rPr>
                          <w:rFonts w:asciiTheme="majorHAnsi" w:hAnsiTheme="majorHAnsi" w:cs="Arial"/>
                          <w:color w:val="000000" w:themeColor="text1"/>
                          <w:shd w:val="clear" w:color="auto" w:fill="FFFFFF"/>
                        </w:rPr>
                        <w:t> at discovering and turning a business concept or idea into a business reality.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EE071" wp14:editId="3472C72F">
                <wp:simplePos x="0" y="0"/>
                <wp:positionH relativeFrom="column">
                  <wp:posOffset>-66675</wp:posOffset>
                </wp:positionH>
                <wp:positionV relativeFrom="paragraph">
                  <wp:posOffset>2776220</wp:posOffset>
                </wp:positionV>
                <wp:extent cx="2667000" cy="4638675"/>
                <wp:effectExtent l="9525" t="9525" r="9525" b="952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6386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0425F" w14:textId="1BD409B6" w:rsidR="00135CA0" w:rsidRPr="00135CA0" w:rsidRDefault="00135CA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="0013347B" w:rsidRPr="00135CA0">
                              <w:rPr>
                                <w:b/>
                                <w:sz w:val="36"/>
                                <w:szCs w:val="36"/>
                              </w:rPr>
                              <w:t>Business Solution</w:t>
                            </w:r>
                            <w:r w:rsidRPr="00135CA0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14:paraId="5FDEF7C6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Pr="00135CA0">
                              <w:rPr>
                                <w:sz w:val="24"/>
                                <w:szCs w:val="24"/>
                              </w:rPr>
                              <w:t xml:space="preserve">Some text here </w:t>
                            </w:r>
                          </w:p>
                          <w:p w14:paraId="07D448CA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F92966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B61AD9" w14:textId="77777777" w:rsidR="00135CA0" w:rsidRPr="00135CA0" w:rsidRDefault="00135CA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Pr="00135CA0">
                              <w:rPr>
                                <w:b/>
                                <w:sz w:val="36"/>
                                <w:szCs w:val="36"/>
                              </w:rPr>
                              <w:t>Business solution:</w:t>
                            </w:r>
                          </w:p>
                          <w:p w14:paraId="4F30ED25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Some text here</w:t>
                            </w:r>
                          </w:p>
                          <w:p w14:paraId="23067717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A136E3E" w14:textId="77777777" w:rsid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7925E6" w14:textId="77777777" w:rsidR="00135CA0" w:rsidRPr="00135CA0" w:rsidRDefault="00135CA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Pr="00135CA0">
                              <w:rPr>
                                <w:b/>
                                <w:sz w:val="36"/>
                                <w:szCs w:val="36"/>
                              </w:rPr>
                              <w:t>Business solution:</w:t>
                            </w:r>
                          </w:p>
                          <w:p w14:paraId="50AFDF8A" w14:textId="77777777" w:rsidR="00135CA0" w:rsidRPr="00135CA0" w:rsidRDefault="00135C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Some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EE071" id="Rectangle 8" o:spid="_x0000_s1029" style="position:absolute;margin-left:-5.25pt;margin-top:218.6pt;width:210pt;height:3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" fillcolor="black [3213]">
                <v:textbox>
                  <w:txbxContent>
                    <w:p w14:paraId="3860425F" w14:textId="1BD409B6" w:rsidR="00135CA0" w:rsidRPr="00135CA0" w:rsidRDefault="00135CA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    </w:t>
                      </w:r>
                      <w:r w:rsidR="0013347B" w:rsidRPr="00135CA0">
                        <w:rPr>
                          <w:b/>
                          <w:sz w:val="36"/>
                          <w:szCs w:val="36"/>
                        </w:rPr>
                        <w:t>Business Solution</w:t>
                      </w:r>
                      <w:r w:rsidRPr="00135CA0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14:paraId="5FDEF7C6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Pr="00135CA0">
                        <w:rPr>
                          <w:sz w:val="24"/>
                          <w:szCs w:val="24"/>
                        </w:rPr>
                        <w:t xml:space="preserve">Some text here </w:t>
                      </w:r>
                    </w:p>
                    <w:p w14:paraId="07D448CA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5F92966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2B61AD9" w14:textId="77777777" w:rsidR="00135CA0" w:rsidRPr="00135CA0" w:rsidRDefault="00135CA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     </w:t>
                      </w:r>
                      <w:r w:rsidRPr="00135CA0">
                        <w:rPr>
                          <w:b/>
                          <w:sz w:val="36"/>
                          <w:szCs w:val="36"/>
                        </w:rPr>
                        <w:t>Business solution:</w:t>
                      </w:r>
                    </w:p>
                    <w:p w14:paraId="4F30ED25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Some text here</w:t>
                      </w:r>
                    </w:p>
                    <w:p w14:paraId="23067717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4A136E3E" w14:textId="77777777" w:rsidR="00135CA0" w:rsidRDefault="00135CA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7925E6" w14:textId="77777777" w:rsidR="00135CA0" w:rsidRPr="00135CA0" w:rsidRDefault="00135CA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     </w:t>
                      </w:r>
                      <w:r w:rsidRPr="00135CA0">
                        <w:rPr>
                          <w:b/>
                          <w:sz w:val="36"/>
                          <w:szCs w:val="36"/>
                        </w:rPr>
                        <w:t>Business solution:</w:t>
                      </w:r>
                    </w:p>
                    <w:p w14:paraId="50AFDF8A" w14:textId="77777777" w:rsidR="00135CA0" w:rsidRPr="00135CA0" w:rsidRDefault="00135C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Some text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5030E" wp14:editId="47EC16F0">
                <wp:simplePos x="0" y="0"/>
                <wp:positionH relativeFrom="column">
                  <wp:posOffset>85725</wp:posOffset>
                </wp:positionH>
                <wp:positionV relativeFrom="paragraph">
                  <wp:posOffset>6748145</wp:posOffset>
                </wp:positionV>
                <wp:extent cx="2428875" cy="104775"/>
                <wp:effectExtent l="9525" t="9525" r="9525" b="9525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8ED3B" id="Rectangle 11" o:spid="_x0000_s1026" style="position:absolute;margin-left:6.75pt;margin-top:531.35pt;width:191.25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22F150" wp14:editId="68658B3B">
                <wp:simplePos x="0" y="0"/>
                <wp:positionH relativeFrom="column">
                  <wp:posOffset>85725</wp:posOffset>
                </wp:positionH>
                <wp:positionV relativeFrom="paragraph">
                  <wp:posOffset>5290820</wp:posOffset>
                </wp:positionV>
                <wp:extent cx="2362200" cy="95250"/>
                <wp:effectExtent l="0" t="0" r="0" b="0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9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F3F7A" id="Rectangle 10" o:spid="_x0000_s1026" style="position:absolute;margin-left:6.75pt;margin-top:416.6pt;width:186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" fillcolor="white [3212]" stroked="f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05540" wp14:editId="72908B79">
                <wp:simplePos x="0" y="0"/>
                <wp:positionH relativeFrom="column">
                  <wp:posOffset>85725</wp:posOffset>
                </wp:positionH>
                <wp:positionV relativeFrom="paragraph">
                  <wp:posOffset>3757295</wp:posOffset>
                </wp:positionV>
                <wp:extent cx="2314575" cy="90805"/>
                <wp:effectExtent l="0" t="0" r="0" b="444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90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87B15" id="Rectangle 9" o:spid="_x0000_s1026" style="position:absolute;margin-left:6.75pt;margin-top:295.85pt;width:182.2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" fillcolor="white [3212]" stroked="f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37D8C" wp14:editId="3FACFA20">
                <wp:simplePos x="0" y="0"/>
                <wp:positionH relativeFrom="column">
                  <wp:posOffset>-914400</wp:posOffset>
                </wp:positionH>
                <wp:positionV relativeFrom="paragraph">
                  <wp:posOffset>3709670</wp:posOffset>
                </wp:positionV>
                <wp:extent cx="7810500" cy="2933700"/>
                <wp:effectExtent l="38100" t="38100" r="38100" b="3810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0" cy="2933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D3B57" id="Rectangle 7" o:spid="_x0000_s1026" style="position:absolute;margin-left:-1in;margin-top:292.1pt;width:615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" fillcolor="white [3212]" strokecolor="#00b0f0" strokeweight="6pt"/>
            </w:pict>
          </mc:Fallback>
        </mc:AlternateContent>
      </w:r>
      <w:r w:rsidR="00135CA0" w:rsidRPr="00135CA0">
        <w:rPr>
          <w:b/>
          <w:sz w:val="28"/>
          <w:szCs w:val="28"/>
        </w:rPr>
        <w:t xml:space="preserve">      Name</w:t>
      </w:r>
    </w:p>
    <w:sectPr w:rsidR="00135CA0" w:rsidRPr="00135CA0" w:rsidSect="00764C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isplayBackgroundShape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7B"/>
    <w:rsid w:val="000C5535"/>
    <w:rsid w:val="0013347B"/>
    <w:rsid w:val="00135CA0"/>
    <w:rsid w:val="00764C9E"/>
    <w:rsid w:val="0079279D"/>
    <w:rsid w:val="007D6D16"/>
    <w:rsid w:val="008E0B3F"/>
    <w:rsid w:val="00902D6A"/>
    <w:rsid w:val="009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FE8B2"/>
  <w15:docId w15:val="{900B9D5C-3BD6-42FA-AE4F-37FD47E6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0B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4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ebsit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ail.com" TargetMode="External"/><Relationship Id="rId5" Type="http://schemas.openxmlformats.org/officeDocument/2006/relationships/hyperlink" Target="http://www.website.com" TargetMode="External"/><Relationship Id="rId4" Type="http://schemas.openxmlformats.org/officeDocument/2006/relationships/hyperlink" Target="http://www.email.com" TargetMode="Externa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usiness%20flyer%20templates.zip\business%20flyer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flyer 1</Template>
  <TotalTime>34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2020-10-30T11:48:00Z</dcterms:created>
  <dcterms:modified xsi:type="dcterms:W3CDTF">2020-10-30T13:13:00Z</dcterms:modified>
</cp:coreProperties>
</file>