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0AE06" w14:textId="7F07DA5E" w:rsidR="000E56ED" w:rsidRDefault="00F818E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B10155" wp14:editId="4558E9A3">
                <wp:simplePos x="0" y="0"/>
                <wp:positionH relativeFrom="column">
                  <wp:posOffset>-914400</wp:posOffset>
                </wp:positionH>
                <wp:positionV relativeFrom="paragraph">
                  <wp:posOffset>-933450</wp:posOffset>
                </wp:positionV>
                <wp:extent cx="3286125" cy="100965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125" cy="1009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5760E" w14:textId="77777777" w:rsidR="00CC794D" w:rsidRDefault="00CC794D">
                            <w:pPr>
                              <w:rPr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  <w:p w14:paraId="191EE635" w14:textId="77777777" w:rsidR="006440FF" w:rsidRPr="006440FF" w:rsidRDefault="006440FF">
                            <w:pPr>
                              <w:rPr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6440FF">
                              <w:rPr>
                                <w:b/>
                                <w:color w:val="C00000"/>
                                <w:sz w:val="44"/>
                                <w:szCs w:val="44"/>
                              </w:rPr>
                              <w:t>COMPANY NAME</w:t>
                            </w:r>
                          </w:p>
                          <w:p w14:paraId="5172411D" w14:textId="77777777" w:rsidR="006440FF" w:rsidRPr="006440FF" w:rsidRDefault="006440FF">
                            <w:pPr>
                              <w:rPr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6440FF">
                              <w:rPr>
                                <w:b/>
                                <w:color w:val="C00000"/>
                                <w:sz w:val="44"/>
                                <w:szCs w:val="44"/>
                              </w:rPr>
                              <w:t>COMPANY OWNER</w:t>
                            </w:r>
                          </w:p>
                          <w:p w14:paraId="2738E8C7" w14:textId="77777777" w:rsidR="006440FF" w:rsidRDefault="006440FF"/>
                          <w:p w14:paraId="4D46DBB4" w14:textId="77777777" w:rsidR="006440FF" w:rsidRPr="006440FF" w:rsidRDefault="006440FF">
                            <w:pPr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6440FF">
                              <w:rPr>
                                <w:b/>
                                <w:sz w:val="56"/>
                                <w:szCs w:val="56"/>
                              </w:rPr>
                              <w:t>ABOUT:</w:t>
                            </w:r>
                          </w:p>
                          <w:p w14:paraId="3267782F" w14:textId="77777777" w:rsidR="006440FF" w:rsidRDefault="006440FF">
                            <w:pPr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Passion plays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a vital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role in entrepreneurship. In fact,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it's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the first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feature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that each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entrepreneur tends to possess. Let’s say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you have got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a passion for writing and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you wish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to interrupt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 even with it. As 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you'll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be able to model your passion for writing by creating a blog to publicize your ideas about writing.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Also,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you ought to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note that it takes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quite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passion to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achieve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any business.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you furthermore may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have to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have the tenacity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to stay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pushing even when </w:t>
                            </w:r>
                            <w:r w:rsidRPr="006440FF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the percentages</w:t>
                            </w:r>
                            <w:r w:rsidRPr="006440FF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are against you.</w:t>
                            </w:r>
                          </w:p>
                          <w:p w14:paraId="467A7D36" w14:textId="77777777" w:rsidR="006440FF" w:rsidRDefault="006440FF">
                            <w:pPr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64226E29" w14:textId="77777777" w:rsidR="006440FF" w:rsidRDefault="006440FF">
                            <w:pPr>
                              <w:rPr>
                                <w:rFonts w:asciiTheme="majorHAnsi" w:hAnsiTheme="majorHAnsi" w:cs="Arial"/>
                                <w:color w:val="C00000"/>
                                <w:sz w:val="40"/>
                                <w:szCs w:val="40"/>
                                <w:shd w:val="clear" w:color="auto" w:fill="FFFFFF"/>
                              </w:rPr>
                            </w:pPr>
                            <w:r w:rsidRPr="006440FF">
                              <w:rPr>
                                <w:rFonts w:asciiTheme="majorHAnsi" w:hAnsiTheme="majorHAnsi" w:cs="Arial"/>
                                <w:color w:val="C00000"/>
                                <w:sz w:val="40"/>
                                <w:szCs w:val="40"/>
                                <w:shd w:val="clear" w:color="auto" w:fill="FFFFFF"/>
                              </w:rPr>
                              <w:t>CONTACT US NOW!</w:t>
                            </w:r>
                          </w:p>
                          <w:p w14:paraId="17E90A2A" w14:textId="77777777" w:rsidR="00CC794D" w:rsidRPr="0064515D" w:rsidRDefault="00CC794D">
                            <w:pPr>
                              <w:rPr>
                                <w:rFonts w:asciiTheme="majorHAnsi" w:hAnsiTheme="majorHAnsi" w:cs="Arial"/>
                                <w:color w:val="C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6237BCFB" w14:textId="036F318C" w:rsidR="006440FF" w:rsidRPr="0064515D" w:rsidRDefault="006440FF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64515D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Address</w:t>
                            </w:r>
                            <w:r w:rsidR="0064515D" w:rsidRPr="0064515D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: </w:t>
                            </w:r>
                            <w:r w:rsidRPr="0064515D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__________________________</w:t>
                            </w:r>
                          </w:p>
                          <w:p w14:paraId="0F59CD37" w14:textId="4BE13848" w:rsidR="006440FF" w:rsidRPr="0064515D" w:rsidRDefault="006440FF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64515D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Phone</w:t>
                            </w:r>
                            <w:r w:rsidR="0064515D" w:rsidRPr="0064515D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: </w:t>
                            </w:r>
                            <w:r w:rsidRPr="0064515D"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  <w:t>____________________________</w:t>
                            </w:r>
                          </w:p>
                          <w:p w14:paraId="03227D44" w14:textId="77777777" w:rsidR="006440FF" w:rsidRPr="0064515D" w:rsidRDefault="00F818E4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hyperlink r:id="rId4" w:history="1">
                              <w:r w:rsidR="006440FF" w:rsidRPr="0064515D">
                                <w:rPr>
                                  <w:rStyle w:val="Hyperlink"/>
                                  <w:rFonts w:asciiTheme="majorHAnsi" w:hAnsiTheme="majorHAnsi" w:cs="Arial"/>
                                  <w:color w:val="000000" w:themeColor="text1"/>
                                  <w:sz w:val="24"/>
                                  <w:szCs w:val="24"/>
                                  <w:u w:val="none"/>
                                  <w:shd w:val="clear" w:color="auto" w:fill="FFFFFF"/>
                                </w:rPr>
                                <w:t>www.email.com</w:t>
                              </w:r>
                            </w:hyperlink>
                          </w:p>
                          <w:p w14:paraId="5D2C5BB7" w14:textId="1D115BF6" w:rsidR="006440FF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hyperlink r:id="rId5" w:history="1">
                              <w:r w:rsidRPr="00AF472C">
                                <w:rPr>
                                  <w:rStyle w:val="Hyperlink"/>
                                  <w:rFonts w:asciiTheme="majorHAnsi" w:hAnsiTheme="majorHAnsi" w:cs="Arial"/>
                                  <w:sz w:val="24"/>
                                  <w:szCs w:val="24"/>
                                  <w:shd w:val="clear" w:color="auto" w:fill="FFFFFF"/>
                                </w:rPr>
                                <w:t>www.website.com</w:t>
                              </w:r>
                            </w:hyperlink>
                          </w:p>
                          <w:p w14:paraId="6A48EC3C" w14:textId="4019754B" w:rsid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2BB593BE" w14:textId="6FF19D2A" w:rsid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2327367E" w14:textId="32623858" w:rsid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7D186720" w14:textId="2C392AB1" w:rsid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282789B7" w14:textId="0FDAFAEA" w:rsid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5ED896C8" w14:textId="361D6434" w:rsid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 w:cs="Arial"/>
                                <w:color w:val="000000" w:themeColor="text1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2099E7CC" w14:textId="1D954188" w:rsidR="0064515D" w:rsidRPr="0064515D" w:rsidRDefault="0064515D" w:rsidP="0064515D">
                            <w:pPr>
                              <w:spacing w:after="0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64515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10155" id="Rectangle 7" o:spid="_x0000_s1026" style="position:absolute;margin-left:-1in;margin-top:-73.5pt;width:258.75pt;height:7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" filled="f" stroked="f">
                <v:textbox>
                  <w:txbxContent>
                    <w:p w14:paraId="75D5760E" w14:textId="77777777" w:rsidR="00CC794D" w:rsidRDefault="00CC794D">
                      <w:pPr>
                        <w:rPr>
                          <w:b/>
                          <w:color w:val="C00000"/>
                          <w:sz w:val="44"/>
                          <w:szCs w:val="44"/>
                        </w:rPr>
                      </w:pPr>
                    </w:p>
                    <w:p w14:paraId="191EE635" w14:textId="77777777" w:rsidR="006440FF" w:rsidRPr="006440FF" w:rsidRDefault="006440FF">
                      <w:pPr>
                        <w:rPr>
                          <w:b/>
                          <w:color w:val="C00000"/>
                          <w:sz w:val="44"/>
                          <w:szCs w:val="44"/>
                        </w:rPr>
                      </w:pPr>
                      <w:r w:rsidRPr="006440FF">
                        <w:rPr>
                          <w:b/>
                          <w:color w:val="C00000"/>
                          <w:sz w:val="44"/>
                          <w:szCs w:val="44"/>
                        </w:rPr>
                        <w:t>COMPANY NAME</w:t>
                      </w:r>
                    </w:p>
                    <w:p w14:paraId="5172411D" w14:textId="77777777" w:rsidR="006440FF" w:rsidRPr="006440FF" w:rsidRDefault="006440FF">
                      <w:pPr>
                        <w:rPr>
                          <w:b/>
                          <w:color w:val="C00000"/>
                          <w:sz w:val="44"/>
                          <w:szCs w:val="44"/>
                        </w:rPr>
                      </w:pPr>
                      <w:r w:rsidRPr="006440FF">
                        <w:rPr>
                          <w:b/>
                          <w:color w:val="C00000"/>
                          <w:sz w:val="44"/>
                          <w:szCs w:val="44"/>
                        </w:rPr>
                        <w:t>COMPANY OWNER</w:t>
                      </w:r>
                    </w:p>
                    <w:p w14:paraId="2738E8C7" w14:textId="77777777" w:rsidR="006440FF" w:rsidRDefault="006440FF"/>
                    <w:p w14:paraId="4D46DBB4" w14:textId="77777777" w:rsidR="006440FF" w:rsidRPr="006440FF" w:rsidRDefault="006440FF">
                      <w:pPr>
                        <w:rPr>
                          <w:b/>
                          <w:sz w:val="56"/>
                          <w:szCs w:val="56"/>
                        </w:rPr>
                      </w:pPr>
                      <w:r w:rsidRPr="006440FF">
                        <w:rPr>
                          <w:b/>
                          <w:sz w:val="56"/>
                          <w:szCs w:val="56"/>
                        </w:rPr>
                        <w:t>ABOUT:</w:t>
                      </w:r>
                    </w:p>
                    <w:p w14:paraId="3267782F" w14:textId="77777777" w:rsidR="006440FF" w:rsidRDefault="006440FF">
                      <w:pPr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Passion plays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a vital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role in entrepreneurship. In fact,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it's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the first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feature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that each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entrepreneur tends to possess. Let’s say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you have got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a passion for writing and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you wish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to interrupt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 even with it. As 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you'll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 xml:space="preserve"> be able to model your passion for writing by creating a blog to publicize your ideas about writing.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Also,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you ought to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note that it takes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quite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passion to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achieve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any business.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you furthermore may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have to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have the tenacity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to stay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pushing even when </w:t>
                      </w:r>
                      <w:r w:rsidRPr="006440FF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the percentages</w:t>
                      </w:r>
                      <w:r w:rsidRPr="006440FF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are against you.</w:t>
                      </w:r>
                    </w:p>
                    <w:p w14:paraId="467A7D36" w14:textId="77777777" w:rsidR="006440FF" w:rsidRDefault="006440FF">
                      <w:pPr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64226E29" w14:textId="77777777" w:rsidR="006440FF" w:rsidRDefault="006440FF">
                      <w:pPr>
                        <w:rPr>
                          <w:rFonts w:asciiTheme="majorHAnsi" w:hAnsiTheme="majorHAnsi" w:cs="Arial"/>
                          <w:color w:val="C00000"/>
                          <w:sz w:val="40"/>
                          <w:szCs w:val="40"/>
                          <w:shd w:val="clear" w:color="auto" w:fill="FFFFFF"/>
                        </w:rPr>
                      </w:pPr>
                      <w:r w:rsidRPr="006440FF">
                        <w:rPr>
                          <w:rFonts w:asciiTheme="majorHAnsi" w:hAnsiTheme="majorHAnsi" w:cs="Arial"/>
                          <w:color w:val="C00000"/>
                          <w:sz w:val="40"/>
                          <w:szCs w:val="40"/>
                          <w:shd w:val="clear" w:color="auto" w:fill="FFFFFF"/>
                        </w:rPr>
                        <w:t>CONTACT US NOW!</w:t>
                      </w:r>
                    </w:p>
                    <w:p w14:paraId="17E90A2A" w14:textId="77777777" w:rsidR="00CC794D" w:rsidRPr="0064515D" w:rsidRDefault="00CC794D">
                      <w:pPr>
                        <w:rPr>
                          <w:rFonts w:asciiTheme="majorHAnsi" w:hAnsiTheme="majorHAnsi" w:cs="Arial"/>
                          <w:color w:val="C0000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6237BCFB" w14:textId="036F318C" w:rsidR="006440FF" w:rsidRPr="0064515D" w:rsidRDefault="006440FF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64515D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Address</w:t>
                      </w:r>
                      <w:r w:rsidR="0064515D" w:rsidRPr="0064515D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: </w:t>
                      </w:r>
                      <w:r w:rsidRPr="0064515D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__________________________</w:t>
                      </w:r>
                    </w:p>
                    <w:p w14:paraId="0F59CD37" w14:textId="4BE13848" w:rsidR="006440FF" w:rsidRPr="0064515D" w:rsidRDefault="006440FF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64515D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Phone</w:t>
                      </w:r>
                      <w:r w:rsidR="0064515D" w:rsidRPr="0064515D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 xml:space="preserve">: </w:t>
                      </w:r>
                      <w:r w:rsidRPr="0064515D"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  <w:t>____________________________</w:t>
                      </w:r>
                    </w:p>
                    <w:p w14:paraId="03227D44" w14:textId="77777777" w:rsidR="006440FF" w:rsidRPr="0064515D" w:rsidRDefault="00F818E4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hyperlink r:id="rId6" w:history="1">
                        <w:r w:rsidR="006440FF" w:rsidRPr="0064515D">
                          <w:rPr>
                            <w:rStyle w:val="Hyperlink"/>
                            <w:rFonts w:asciiTheme="majorHAnsi" w:hAnsiTheme="majorHAnsi" w:cs="Arial"/>
                            <w:color w:val="000000" w:themeColor="text1"/>
                            <w:sz w:val="24"/>
                            <w:szCs w:val="24"/>
                            <w:u w:val="none"/>
                            <w:shd w:val="clear" w:color="auto" w:fill="FFFFFF"/>
                          </w:rPr>
                          <w:t>www.email.com</w:t>
                        </w:r>
                      </w:hyperlink>
                    </w:p>
                    <w:p w14:paraId="5D2C5BB7" w14:textId="1D115BF6" w:rsidR="006440FF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  <w:hyperlink r:id="rId7" w:history="1">
                        <w:r w:rsidRPr="00AF472C">
                          <w:rPr>
                            <w:rStyle w:val="Hyperlink"/>
                            <w:rFonts w:asciiTheme="majorHAnsi" w:hAnsiTheme="majorHAnsi" w:cs="Arial"/>
                            <w:sz w:val="24"/>
                            <w:szCs w:val="24"/>
                            <w:shd w:val="clear" w:color="auto" w:fill="FFFFFF"/>
                          </w:rPr>
                          <w:t>www.website.com</w:t>
                        </w:r>
                      </w:hyperlink>
                    </w:p>
                    <w:p w14:paraId="6A48EC3C" w14:textId="4019754B" w:rsidR="0064515D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2BB593BE" w14:textId="6FF19D2A" w:rsidR="0064515D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2327367E" w14:textId="32623858" w:rsidR="0064515D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7D186720" w14:textId="2C392AB1" w:rsidR="0064515D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282789B7" w14:textId="0FDAFAEA" w:rsidR="0064515D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5ED896C8" w14:textId="361D6434" w:rsidR="0064515D" w:rsidRDefault="0064515D" w:rsidP="0064515D">
                      <w:pPr>
                        <w:spacing w:after="0"/>
                        <w:rPr>
                          <w:rFonts w:asciiTheme="majorHAnsi" w:hAnsiTheme="majorHAnsi" w:cs="Arial"/>
                          <w:color w:val="000000" w:themeColor="text1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2099E7CC" w14:textId="1D954188" w:rsidR="0064515D" w:rsidRPr="0064515D" w:rsidRDefault="0064515D" w:rsidP="0064515D">
                      <w:pPr>
                        <w:spacing w:after="0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64515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www.mywordtemplates.org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8CFBF5" wp14:editId="6895C7BE">
                <wp:simplePos x="0" y="0"/>
                <wp:positionH relativeFrom="column">
                  <wp:posOffset>2371725</wp:posOffset>
                </wp:positionH>
                <wp:positionV relativeFrom="paragraph">
                  <wp:posOffset>-933450</wp:posOffset>
                </wp:positionV>
                <wp:extent cx="4267200" cy="9172575"/>
                <wp:effectExtent l="9525" t="9525" r="9525" b="952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917257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4671C8" w14:textId="77777777" w:rsidR="006440FF" w:rsidRDefault="006440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8CFBF5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7" type="#_x0000_t65" style="position:absolute;margin-left:186.75pt;margin-top:-73.5pt;width:336pt;height:7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" fillcolor="#548dd4 [1951]" strokecolor="#548dd4 [1951]">
                <v:textbox>
                  <w:txbxContent>
                    <w:p w14:paraId="3F4671C8" w14:textId="77777777" w:rsidR="006440FF" w:rsidRDefault="006440F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AADD4A" wp14:editId="6488EE5A">
                <wp:simplePos x="0" y="0"/>
                <wp:positionH relativeFrom="column">
                  <wp:posOffset>2371725</wp:posOffset>
                </wp:positionH>
                <wp:positionV relativeFrom="paragraph">
                  <wp:posOffset>5219700</wp:posOffset>
                </wp:positionV>
                <wp:extent cx="4267200" cy="2085975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2085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10545" w14:textId="77777777" w:rsidR="006440FF" w:rsidRDefault="006440FF">
                            <w:pPr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14:paraId="1D5412B1" w14:textId="77777777" w:rsidR="006440FF" w:rsidRPr="006440FF" w:rsidRDefault="006440FF">
                            <w:pPr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6440FF">
                              <w:rPr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JOIN US NOW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ADD4A" id="Rectangle 6" o:spid="_x0000_s1028" style="position:absolute;margin-left:186.75pt;margin-top:411pt;width:336pt;height:16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" filled="f" stroked="f">
                <v:textbox>
                  <w:txbxContent>
                    <w:p w14:paraId="55A10545" w14:textId="77777777" w:rsidR="006440FF" w:rsidRDefault="006440FF">
                      <w:pPr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14:paraId="1D5412B1" w14:textId="77777777" w:rsidR="006440FF" w:rsidRPr="006440FF" w:rsidRDefault="006440FF">
                      <w:pPr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  </w:t>
                      </w:r>
                      <w:r w:rsidRPr="006440FF">
                        <w:rPr>
                          <w:b/>
                          <w:color w:val="FFFFFF" w:themeColor="background1"/>
                          <w:sz w:val="56"/>
                          <w:szCs w:val="56"/>
                        </w:rPr>
                        <w:t>JOIN US NOW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F84050" wp14:editId="46C693AF">
                <wp:simplePos x="0" y="0"/>
                <wp:positionH relativeFrom="column">
                  <wp:posOffset>4772025</wp:posOffset>
                </wp:positionH>
                <wp:positionV relativeFrom="paragraph">
                  <wp:posOffset>5753100</wp:posOffset>
                </wp:positionV>
                <wp:extent cx="1666875" cy="1352550"/>
                <wp:effectExtent l="19050" t="19050" r="19050" b="19050"/>
                <wp:wrapNone/>
                <wp:docPr id="3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3525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E6FB8A" w14:textId="77777777" w:rsidR="006440FF" w:rsidRPr="006440FF" w:rsidRDefault="006440FF">
                            <w:pPr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6440FF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We have </w:t>
                            </w:r>
                          </w:p>
                          <w:p w14:paraId="5F4CB28D" w14:textId="77777777" w:rsidR="006440FF" w:rsidRDefault="006440FF">
                            <w:r w:rsidRPr="006440FF">
                              <w:rPr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Solution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F84050" id="Oval 5" o:spid="_x0000_s1029" style="position:absolute;margin-left:375.75pt;margin-top:453pt;width:131.2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" filled="f" strokecolor="#0070c0" strokeweight="3pt">
                <v:textbox>
                  <w:txbxContent>
                    <w:p w14:paraId="53E6FB8A" w14:textId="77777777" w:rsidR="006440FF" w:rsidRPr="006440FF" w:rsidRDefault="006440FF">
                      <w:pPr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 w:rsidRPr="006440FF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We have </w:t>
                      </w:r>
                    </w:p>
                    <w:p w14:paraId="5F4CB28D" w14:textId="77777777" w:rsidR="006440FF" w:rsidRDefault="006440FF">
                      <w:r w:rsidRPr="006440FF">
                        <w:rPr>
                          <w:b/>
                          <w:color w:val="FFFFFF" w:themeColor="background1"/>
                          <w:sz w:val="40"/>
                          <w:szCs w:val="40"/>
                        </w:rPr>
                        <w:t>Solution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C83480" wp14:editId="2738E5D3">
                <wp:simplePos x="0" y="0"/>
                <wp:positionH relativeFrom="column">
                  <wp:posOffset>2371725</wp:posOffset>
                </wp:positionH>
                <wp:positionV relativeFrom="paragraph">
                  <wp:posOffset>1971675</wp:posOffset>
                </wp:positionV>
                <wp:extent cx="4267200" cy="324802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3248025"/>
                        </a:xfrm>
                        <a:prstGeom prst="rect">
                          <a:avLst/>
                        </a:prstGeom>
                        <a:blipFill dpi="0" rotWithShape="0">
                          <a:blip r:embed="rId8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1AD792" id="Rectangle 4" o:spid="_x0000_s1026" style="position:absolute;margin-left:186.75pt;margin-top:155.25pt;width:336pt;height:25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" stroked="f">
                <v:fill r:id="rId9" o:title="" recolor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2DA82" wp14:editId="22516DED">
                <wp:simplePos x="0" y="0"/>
                <wp:positionH relativeFrom="column">
                  <wp:posOffset>2371725</wp:posOffset>
                </wp:positionH>
                <wp:positionV relativeFrom="paragraph">
                  <wp:posOffset>-933450</wp:posOffset>
                </wp:positionV>
                <wp:extent cx="4267200" cy="2905125"/>
                <wp:effectExtent l="9525" t="9525" r="9525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29051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2A3D4" w14:textId="77777777" w:rsidR="006440FF" w:rsidRPr="006440FF" w:rsidRDefault="006440FF">
                            <w:pPr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     </w:t>
                            </w:r>
                            <w:r w:rsidRPr="006440FF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BUSINESS</w:t>
                            </w:r>
                          </w:p>
                          <w:p w14:paraId="5A43DA80" w14:textId="77777777" w:rsidR="006440FF" w:rsidRPr="006440FF" w:rsidRDefault="006440FF">
                            <w:pPr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   </w:t>
                            </w:r>
                            <w:r w:rsidRPr="006440FF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BOOTCAMP</w:t>
                            </w:r>
                          </w:p>
                          <w:p w14:paraId="78223C36" w14:textId="77777777" w:rsidR="006440FF" w:rsidRPr="006440FF" w:rsidRDefault="006440FF">
                            <w:pPr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         </w:t>
                            </w:r>
                            <w:r w:rsidRPr="006440FF">
                              <w:rPr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2DA82" id="Rectangle 3" o:spid="_x0000_s1030" style="position:absolute;margin-left:186.75pt;margin-top:-73.5pt;width:336pt;height:2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" fillcolor="#548dd4 [1951]" strokecolor="#8db3e2 [1311]">
                <v:textbox>
                  <w:txbxContent>
                    <w:p w14:paraId="42B2A3D4" w14:textId="77777777" w:rsidR="006440FF" w:rsidRPr="006440FF" w:rsidRDefault="006440FF">
                      <w:pPr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     </w:t>
                      </w:r>
                      <w:r w:rsidRPr="006440FF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>BUSINESS</w:t>
                      </w:r>
                    </w:p>
                    <w:p w14:paraId="5A43DA80" w14:textId="77777777" w:rsidR="006440FF" w:rsidRPr="006440FF" w:rsidRDefault="006440FF">
                      <w:pPr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   </w:t>
                      </w:r>
                      <w:r w:rsidRPr="006440FF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>BOOTCAMP</w:t>
                      </w:r>
                    </w:p>
                    <w:p w14:paraId="78223C36" w14:textId="77777777" w:rsidR="006440FF" w:rsidRPr="006440FF" w:rsidRDefault="006440FF">
                      <w:pPr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 xml:space="preserve">          </w:t>
                      </w:r>
                      <w:r w:rsidRPr="006440FF">
                        <w:rPr>
                          <w:b/>
                          <w:color w:val="FFFFFF" w:themeColor="background1"/>
                          <w:sz w:val="96"/>
                          <w:szCs w:val="96"/>
                        </w:rPr>
                        <w:t>2020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0E56ED" w:rsidSect="00EF168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8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15D"/>
    <w:rsid w:val="006440FF"/>
    <w:rsid w:val="0064515D"/>
    <w:rsid w:val="0079279D"/>
    <w:rsid w:val="009A588C"/>
    <w:rsid w:val="00C94BF6"/>
    <w:rsid w:val="00CC794D"/>
    <w:rsid w:val="00EF1680"/>
    <w:rsid w:val="00F8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A62FE"/>
  <w15:docId w15:val="{E204E7B7-A729-4EC9-A8DF-4C62F1B8E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40F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51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www.websit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ebsite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mail.com" TargetMode="Externa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business%20flyer%20templates.zip\business%20flyer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business flyer 3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2020-10-30T12:21:00Z</dcterms:created>
  <dcterms:modified xsi:type="dcterms:W3CDTF">2020-10-30T13:22:00Z</dcterms:modified>
</cp:coreProperties>
</file>