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D3CF9" w14:textId="21121AEB" w:rsidR="000E56ED" w:rsidRDefault="0048189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08EFB5" wp14:editId="565BF6A6">
                <wp:simplePos x="0" y="0"/>
                <wp:positionH relativeFrom="column">
                  <wp:posOffset>1657350</wp:posOffset>
                </wp:positionH>
                <wp:positionV relativeFrom="paragraph">
                  <wp:posOffset>1933575</wp:posOffset>
                </wp:positionV>
                <wp:extent cx="5181600" cy="627697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627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DD93E" w14:textId="77777777" w:rsidR="00F02A1A" w:rsidRPr="00B332B0" w:rsidRDefault="00F02A1A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332B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</w:t>
                            </w:r>
                            <w:r w:rsidRPr="00B332B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About:</w:t>
                            </w:r>
                          </w:p>
                          <w:p w14:paraId="51F3EE46" w14:textId="77777777" w:rsidR="00F02A1A" w:rsidRPr="00B332B0" w:rsidRDefault="00F02A1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Smart entrepreneurs are trying to find ways to form jobs for themselves. By discovering a business idea and making it figure out obviously, such businesses are ready to contribute to the economy by providing more jobs and employment opportunities.</w:t>
                            </w:r>
                          </w:p>
                          <w:p w14:paraId="1608C99A" w14:textId="77777777" w:rsidR="00F02A1A" w:rsidRPr="00B332B0" w:rsidRDefault="00B332B0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</w:t>
                            </w:r>
                            <w:r w:rsidR="00F02A1A" w:rsidRPr="00B332B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Marketing:</w:t>
                            </w:r>
                          </w:p>
                          <w:p w14:paraId="6A2AC813" w14:textId="77777777" w:rsidR="00F02A1A" w:rsidRPr="00B332B0" w:rsidRDefault="00F02A1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Market refers to the activities a company undertakes to promote the buying or selling of a service.</w:t>
                            </w:r>
                          </w:p>
                          <w:p w14:paraId="064A6469" w14:textId="77777777" w:rsidR="00F02A1A" w:rsidRDefault="00F02A1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Marketing includes </w:t>
                            </w:r>
                            <w:r w:rsidR="00B332B0"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the advertising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B332B0"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selling and delivering products to consumers or other businesses.</w:t>
                            </w:r>
                          </w:p>
                          <w:p w14:paraId="6EFACC02" w14:textId="790E45E4" w:rsidR="00B332B0" w:rsidRPr="006C48C7" w:rsidRDefault="00B332B0" w:rsidP="006C48C7">
                            <w:pPr>
                              <w:spacing w:after="0"/>
                              <w:rPr>
                                <w:rFonts w:ascii="Harrington" w:hAnsi="Harringto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6C48C7">
                              <w:rPr>
                                <w:rFonts w:ascii="Harrington" w:hAnsi="Harrington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Pr="006C48C7">
                              <w:rPr>
                                <w:rFonts w:ascii="Harrington" w:hAnsi="Harringto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Contact </w:t>
                            </w:r>
                            <w:r w:rsidR="006C48C7" w:rsidRPr="006C48C7">
                              <w:rPr>
                                <w:rFonts w:ascii="Harrington" w:hAnsi="Harringto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U</w:t>
                            </w:r>
                            <w:r w:rsidRPr="006C48C7">
                              <w:rPr>
                                <w:rFonts w:ascii="Harrington" w:hAnsi="Harringto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s </w:t>
                            </w:r>
                            <w:r w:rsidR="006C48C7" w:rsidRPr="006C48C7">
                              <w:rPr>
                                <w:rFonts w:ascii="Harrington" w:hAnsi="Harringto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N</w:t>
                            </w:r>
                            <w:r w:rsidRPr="006C48C7">
                              <w:rPr>
                                <w:rFonts w:ascii="Harrington" w:hAnsi="Harringto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ow!</w:t>
                            </w:r>
                          </w:p>
                          <w:p w14:paraId="26716DF3" w14:textId="5509FB94" w:rsidR="00B332B0" w:rsidRPr="00B332B0" w:rsidRDefault="00B332B0" w:rsidP="006C48C7">
                            <w:pPr>
                              <w:spacing w:after="0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Address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_________________</w:t>
                            </w:r>
                          </w:p>
                          <w:p w14:paraId="6893DB9E" w14:textId="691B5083" w:rsidR="00B332B0" w:rsidRPr="00B332B0" w:rsidRDefault="00B332B0" w:rsidP="006C48C7">
                            <w:pPr>
                              <w:spacing w:after="0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Phone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  <w:r w:rsidR="000B175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__________________</w:t>
                            </w:r>
                          </w:p>
                          <w:p w14:paraId="0B5D1C29" w14:textId="2BB029FA" w:rsidR="00B332B0" w:rsidRPr="00B332B0" w:rsidRDefault="00B332B0" w:rsidP="006C48C7">
                            <w:pPr>
                              <w:spacing w:after="0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Web</w:t>
                            </w:r>
                            <w:r w:rsidR="000B175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___________________</w:t>
                            </w:r>
                          </w:p>
                          <w:p w14:paraId="0E0E099E" w14:textId="57EC9F82" w:rsidR="00B332B0" w:rsidRPr="00B332B0" w:rsidRDefault="00B332B0" w:rsidP="006C48C7">
                            <w:pPr>
                              <w:spacing w:after="0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</w:t>
                            </w:r>
                            <w:r w:rsidR="006C48C7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Email</w:t>
                            </w:r>
                            <w:r w:rsidR="000B175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Pr="00B332B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8EFB5" id="Rectangle 4" o:spid="_x0000_s1026" style="position:absolute;margin-left:130.5pt;margin-top:152.25pt;width:408pt;height:49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" filled="f" stroked="f">
                <v:textbox>
                  <w:txbxContent>
                    <w:p w14:paraId="382DD93E" w14:textId="77777777" w:rsidR="00F02A1A" w:rsidRPr="00B332B0" w:rsidRDefault="00F02A1A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B332B0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</w:t>
                      </w:r>
                      <w:r w:rsidRPr="00B332B0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About:</w:t>
                      </w:r>
                    </w:p>
                    <w:p w14:paraId="51F3EE46" w14:textId="77777777" w:rsidR="00F02A1A" w:rsidRPr="00B332B0" w:rsidRDefault="00F02A1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Smart entrepreneurs are trying to find ways to form jobs for themselves. By discovering a business idea and making it figure out obviously, such businesses are ready to contribute to the economy by providing more jobs and employment opportunities.</w:t>
                      </w:r>
                    </w:p>
                    <w:p w14:paraId="1608C99A" w14:textId="77777777" w:rsidR="00F02A1A" w:rsidRPr="00B332B0" w:rsidRDefault="00B332B0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</w:t>
                      </w:r>
                      <w:r w:rsidR="00F02A1A" w:rsidRPr="00B332B0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Marketing:</w:t>
                      </w:r>
                    </w:p>
                    <w:p w14:paraId="6A2AC813" w14:textId="77777777" w:rsidR="00F02A1A" w:rsidRPr="00B332B0" w:rsidRDefault="00F02A1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Market refers to the activities a company undertakes to promote the buying or selling of a service.</w:t>
                      </w:r>
                    </w:p>
                    <w:p w14:paraId="064A6469" w14:textId="77777777" w:rsidR="00F02A1A" w:rsidRDefault="00F02A1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Marketing includes </w:t>
                      </w:r>
                      <w:r w:rsidR="00B332B0"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the advertising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, </w:t>
                      </w:r>
                      <w:r w:rsidR="00B332B0"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selling and delivering products to consumers or other businesses.</w:t>
                      </w:r>
                    </w:p>
                    <w:p w14:paraId="6EFACC02" w14:textId="790E45E4" w:rsidR="00B332B0" w:rsidRPr="006C48C7" w:rsidRDefault="00B332B0" w:rsidP="006C48C7">
                      <w:pPr>
                        <w:spacing w:after="0"/>
                        <w:rPr>
                          <w:rFonts w:ascii="Harrington" w:hAnsi="Harringto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6C48C7">
                        <w:rPr>
                          <w:rFonts w:ascii="Harrington" w:hAnsi="Harrington"/>
                          <w:b/>
                          <w:color w:val="C00000"/>
                          <w:sz w:val="32"/>
                          <w:szCs w:val="32"/>
                        </w:rPr>
                        <w:t xml:space="preserve">                        </w:t>
                      </w:r>
                      <w:r w:rsidRPr="006C48C7">
                        <w:rPr>
                          <w:rFonts w:ascii="Harrington" w:hAnsi="Harrington"/>
                          <w:b/>
                          <w:color w:val="C00000"/>
                          <w:sz w:val="48"/>
                          <w:szCs w:val="48"/>
                        </w:rPr>
                        <w:t xml:space="preserve"> Contact </w:t>
                      </w:r>
                      <w:r w:rsidR="006C48C7" w:rsidRPr="006C48C7">
                        <w:rPr>
                          <w:rFonts w:ascii="Harrington" w:hAnsi="Harrington"/>
                          <w:b/>
                          <w:color w:val="C00000"/>
                          <w:sz w:val="48"/>
                          <w:szCs w:val="48"/>
                        </w:rPr>
                        <w:t>U</w:t>
                      </w:r>
                      <w:r w:rsidRPr="006C48C7">
                        <w:rPr>
                          <w:rFonts w:ascii="Harrington" w:hAnsi="Harrington"/>
                          <w:b/>
                          <w:color w:val="C00000"/>
                          <w:sz w:val="48"/>
                          <w:szCs w:val="48"/>
                        </w:rPr>
                        <w:t xml:space="preserve">s </w:t>
                      </w:r>
                      <w:r w:rsidR="006C48C7" w:rsidRPr="006C48C7">
                        <w:rPr>
                          <w:rFonts w:ascii="Harrington" w:hAnsi="Harrington"/>
                          <w:b/>
                          <w:color w:val="C00000"/>
                          <w:sz w:val="48"/>
                          <w:szCs w:val="48"/>
                        </w:rPr>
                        <w:t>N</w:t>
                      </w:r>
                      <w:r w:rsidRPr="006C48C7">
                        <w:rPr>
                          <w:rFonts w:ascii="Harrington" w:hAnsi="Harrington"/>
                          <w:b/>
                          <w:color w:val="C00000"/>
                          <w:sz w:val="48"/>
                          <w:szCs w:val="48"/>
                        </w:rPr>
                        <w:t>ow!</w:t>
                      </w:r>
                    </w:p>
                    <w:p w14:paraId="26716DF3" w14:textId="5509FB94" w:rsidR="00B332B0" w:rsidRPr="00B332B0" w:rsidRDefault="00B332B0" w:rsidP="006C48C7">
                      <w:pPr>
                        <w:spacing w:after="0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                     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Address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: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_________________</w:t>
                      </w:r>
                    </w:p>
                    <w:p w14:paraId="6893DB9E" w14:textId="691B5083" w:rsidR="00B332B0" w:rsidRPr="00B332B0" w:rsidRDefault="00B332B0" w:rsidP="006C48C7">
                      <w:pPr>
                        <w:spacing w:after="0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                    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Phone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  <w:r w:rsidR="000B175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__________________</w:t>
                      </w:r>
                    </w:p>
                    <w:p w14:paraId="0B5D1C29" w14:textId="2BB029FA" w:rsidR="00B332B0" w:rsidRPr="00B332B0" w:rsidRDefault="00B332B0" w:rsidP="006C48C7">
                      <w:pPr>
                        <w:spacing w:after="0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                     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Web</w:t>
                      </w:r>
                      <w:r w:rsidR="000B175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: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___________________</w:t>
                      </w:r>
                    </w:p>
                    <w:p w14:paraId="0E0E099E" w14:textId="57EC9F82" w:rsidR="00B332B0" w:rsidRPr="00B332B0" w:rsidRDefault="00B332B0" w:rsidP="006C48C7">
                      <w:pPr>
                        <w:spacing w:after="0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                     </w:t>
                      </w:r>
                      <w:r w:rsidR="006C48C7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Email</w:t>
                      </w:r>
                      <w:r w:rsidR="000B175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: </w:t>
                      </w:r>
                      <w:r w:rsidRPr="00B332B0">
                        <w:rPr>
                          <w:color w:val="FFFFFF" w:themeColor="background1"/>
                          <w:sz w:val="32"/>
                          <w:szCs w:val="32"/>
                        </w:rPr>
                        <w:t>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09EA9" wp14:editId="053FE714">
                <wp:simplePos x="0" y="0"/>
                <wp:positionH relativeFrom="column">
                  <wp:posOffset>2390775</wp:posOffset>
                </wp:positionH>
                <wp:positionV relativeFrom="paragraph">
                  <wp:posOffset>-742950</wp:posOffset>
                </wp:positionV>
                <wp:extent cx="4343400" cy="24288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212CF" w14:textId="77777777" w:rsidR="00F02A1A" w:rsidRPr="00F02A1A" w:rsidRDefault="00B332B0">
                            <w:pP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="00F02A1A" w:rsidRPr="00F02A1A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BUSINESS </w:t>
                            </w:r>
                          </w:p>
                          <w:p w14:paraId="050877A7" w14:textId="77777777" w:rsidR="00F02A1A" w:rsidRPr="00F02A1A" w:rsidRDefault="00B332B0">
                            <w:pP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        </w:t>
                            </w:r>
                            <w:r w:rsidR="00F02A1A" w:rsidRPr="00F02A1A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FLYER</w:t>
                            </w:r>
                          </w:p>
                          <w:p w14:paraId="30E2FD3D" w14:textId="77777777" w:rsidR="00F02A1A" w:rsidRPr="00F02A1A" w:rsidRDefault="00B332B0">
                            <w:pP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="00F02A1A" w:rsidRPr="00F02A1A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09EA9" id="Rectangle 3" o:spid="_x0000_s1027" style="position:absolute;margin-left:188.25pt;margin-top:-58.5pt;width:342pt;height:19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" filled="f" stroked="f">
                <v:textbox>
                  <w:txbxContent>
                    <w:p w14:paraId="7D3212CF" w14:textId="77777777" w:rsidR="00F02A1A" w:rsidRPr="00F02A1A" w:rsidRDefault="00B332B0">
                      <w:pPr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       </w:t>
                      </w:r>
                      <w:r w:rsidR="00F02A1A" w:rsidRPr="00F02A1A"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BUSINESS </w:t>
                      </w:r>
                    </w:p>
                    <w:p w14:paraId="050877A7" w14:textId="77777777" w:rsidR="00F02A1A" w:rsidRPr="00F02A1A" w:rsidRDefault="00B332B0">
                      <w:pPr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         </w:t>
                      </w:r>
                      <w:r w:rsidR="00F02A1A" w:rsidRPr="00F02A1A"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>FLYER</w:t>
                      </w:r>
                    </w:p>
                    <w:p w14:paraId="30E2FD3D" w14:textId="77777777" w:rsidR="00F02A1A" w:rsidRPr="00F02A1A" w:rsidRDefault="00B332B0">
                      <w:pPr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       </w:t>
                      </w:r>
                      <w:r w:rsidR="00F02A1A" w:rsidRPr="00F02A1A"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>TEMPLATE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33A42A" wp14:editId="7A4A0BAE">
                <wp:simplePos x="0" y="0"/>
                <wp:positionH relativeFrom="column">
                  <wp:posOffset>-933450</wp:posOffset>
                </wp:positionH>
                <wp:positionV relativeFrom="paragraph">
                  <wp:posOffset>-981075</wp:posOffset>
                </wp:positionV>
                <wp:extent cx="7924800" cy="101250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4800" cy="10125075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3041D" w14:textId="77777777" w:rsidR="00F02A1A" w:rsidRDefault="00F02A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3A42A" id="Rectangle 2" o:spid="_x0000_s1028" style="position:absolute;margin-left:-73.5pt;margin-top:-77.25pt;width:624pt;height:79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">
                <v:fill r:id="rId5" o:title="" recolor="t" type="frame"/>
                <v:textbox>
                  <w:txbxContent>
                    <w:p w14:paraId="6C53041D" w14:textId="77777777" w:rsidR="00F02A1A" w:rsidRDefault="00F02A1A"/>
                  </w:txbxContent>
                </v:textbox>
              </v:rect>
            </w:pict>
          </mc:Fallback>
        </mc:AlternateContent>
      </w:r>
      <w:r w:rsidR="000B175E">
        <w:t>_</w:t>
      </w:r>
    </w:p>
    <w:sectPr w:rsidR="000E56ED" w:rsidSect="009142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8C7"/>
    <w:rsid w:val="000B175E"/>
    <w:rsid w:val="000E777C"/>
    <w:rsid w:val="0048189C"/>
    <w:rsid w:val="006C48C7"/>
    <w:rsid w:val="0079279D"/>
    <w:rsid w:val="00914210"/>
    <w:rsid w:val="009A588C"/>
    <w:rsid w:val="00B332B0"/>
    <w:rsid w:val="00F0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5198B"/>
  <w15:docId w15:val="{EE7FA10F-7708-4471-847A-77A1E6BB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usiness%20flyer%20templates.zip\business%20flyer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flyer 4</Template>
  <TotalTime>36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2020-10-30T12:24:00Z</dcterms:created>
  <dcterms:modified xsi:type="dcterms:W3CDTF">2020-10-30T13:24:00Z</dcterms:modified>
</cp:coreProperties>
</file>