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1F25B" w14:textId="68BAA3B9" w:rsidR="000E56ED" w:rsidRDefault="007722A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950B4" wp14:editId="2057F0B9">
                <wp:simplePos x="0" y="0"/>
                <wp:positionH relativeFrom="column">
                  <wp:posOffset>-914400</wp:posOffset>
                </wp:positionH>
                <wp:positionV relativeFrom="paragraph">
                  <wp:posOffset>7225665</wp:posOffset>
                </wp:positionV>
                <wp:extent cx="7791450" cy="1918335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191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2C374" w14:textId="77777777" w:rsidR="000A2445" w:rsidRPr="000A2445" w:rsidRDefault="000A2445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Pr="000A2445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Contact us Now!</w:t>
                            </w:r>
                          </w:p>
                          <w:p w14:paraId="1050DAA3" w14:textId="058EDF74" w:rsidR="000A2445" w:rsidRPr="000A2445" w:rsidRDefault="000A2445" w:rsidP="00B857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0A2445">
                              <w:rPr>
                                <w:sz w:val="28"/>
                                <w:szCs w:val="28"/>
                              </w:rPr>
                              <w:t>Address</w:t>
                            </w:r>
                            <w:r w:rsidR="00B857C1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0A2445">
                              <w:rPr>
                                <w:sz w:val="28"/>
                                <w:szCs w:val="28"/>
                              </w:rPr>
                              <w:t>______________________________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8E05A1D" w14:textId="23C1256D" w:rsidR="000A2445" w:rsidRPr="000A2445" w:rsidRDefault="000A2445" w:rsidP="00B857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0A2445">
                              <w:rPr>
                                <w:sz w:val="28"/>
                                <w:szCs w:val="28"/>
                              </w:rPr>
                              <w:t>Phone</w:t>
                            </w:r>
                            <w:r w:rsidR="00B857C1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0A2445">
                              <w:rPr>
                                <w:sz w:val="28"/>
                                <w:szCs w:val="28"/>
                              </w:rPr>
                              <w:t>_______________________________</w:t>
                            </w:r>
                          </w:p>
                          <w:p w14:paraId="0F27602F" w14:textId="5F43FB10" w:rsidR="00B857C1" w:rsidRDefault="000A24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hyperlink r:id="rId4" w:history="1">
                              <w:r w:rsidRPr="000A2445">
                                <w:rPr>
                                  <w:rStyle w:val="Hyperlink"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www.email.com</w:t>
                              </w:r>
                            </w:hyperlink>
                            <w:r w:rsidR="00B857C1">
                              <w:rPr>
                                <w:rStyle w:val="Hyperlink"/>
                                <w:color w:val="000000" w:themeColor="text1"/>
                                <w:sz w:val="28"/>
                                <w:szCs w:val="28"/>
                                <w:u w:val="none"/>
                              </w:rPr>
                              <w:t xml:space="preserve">       </w:t>
                            </w:r>
                            <w:hyperlink r:id="rId5" w:history="1">
                              <w:r w:rsidR="00B857C1" w:rsidRPr="00AF472C">
                                <w:rPr>
                                  <w:rStyle w:val="Hyperlink"/>
                                  <w:sz w:val="28"/>
                                  <w:szCs w:val="28"/>
                                </w:rPr>
                                <w:t>www.website.com</w:t>
                              </w:r>
                            </w:hyperlink>
                          </w:p>
                          <w:p w14:paraId="374C1A06" w14:textId="478FBE30" w:rsidR="000A2445" w:rsidRPr="00B857C1" w:rsidRDefault="00B857C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Pr="00B857C1">
                              <w:rPr>
                                <w:sz w:val="28"/>
                                <w:szCs w:val="28"/>
                              </w:rPr>
                              <w:t>www.mywordtemplates.org</w:t>
                            </w:r>
                            <w:r w:rsidR="000A2445" w:rsidRPr="000A2445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0A2445">
                              <w:br/>
                            </w:r>
                            <w:r w:rsidR="000A2445">
                              <w:br/>
                            </w:r>
                            <w:r w:rsidR="000A2445">
                              <w:br/>
                            </w:r>
                            <w:r w:rsidR="000A2445">
                              <w:br/>
                            </w:r>
                            <w:r w:rsidR="000A2445">
                              <w:br/>
                            </w:r>
                            <w:r w:rsidR="000A2445"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50B4" id="Rectangle 6" o:spid="_x0000_s1026" style="position:absolute;margin-left:-1in;margin-top:568.95pt;width:613.5pt;height:1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" stroked="f">
                <v:textbox>
                  <w:txbxContent>
                    <w:p w14:paraId="0442C374" w14:textId="77777777" w:rsidR="000A2445" w:rsidRPr="000A2445" w:rsidRDefault="000A2445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C00000"/>
                          <w:sz w:val="40"/>
                          <w:szCs w:val="40"/>
                        </w:rPr>
                        <w:t xml:space="preserve">         </w:t>
                      </w:r>
                      <w:r w:rsidRPr="000A2445">
                        <w:rPr>
                          <w:b/>
                          <w:color w:val="C00000"/>
                          <w:sz w:val="40"/>
                          <w:szCs w:val="40"/>
                        </w:rPr>
                        <w:t>Contact us Now!</w:t>
                      </w:r>
                    </w:p>
                    <w:p w14:paraId="1050DAA3" w14:textId="058EDF74" w:rsidR="000A2445" w:rsidRPr="000A2445" w:rsidRDefault="000A2445" w:rsidP="00B857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0A2445">
                        <w:rPr>
                          <w:sz w:val="28"/>
                          <w:szCs w:val="28"/>
                        </w:rPr>
                        <w:t>Address</w:t>
                      </w:r>
                      <w:r w:rsidR="00B857C1">
                        <w:rPr>
                          <w:sz w:val="28"/>
                          <w:szCs w:val="28"/>
                        </w:rPr>
                        <w:t xml:space="preserve">: </w:t>
                      </w:r>
                      <w:r w:rsidRPr="000A2445">
                        <w:rPr>
                          <w:sz w:val="28"/>
                          <w:szCs w:val="28"/>
                        </w:rPr>
                        <w:t>______________________________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08E05A1D" w14:textId="23C1256D" w:rsidR="000A2445" w:rsidRPr="000A2445" w:rsidRDefault="000A2445" w:rsidP="00B857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0A2445">
                        <w:rPr>
                          <w:sz w:val="28"/>
                          <w:szCs w:val="28"/>
                        </w:rPr>
                        <w:t>Phone</w:t>
                      </w:r>
                      <w:r w:rsidR="00B857C1">
                        <w:rPr>
                          <w:sz w:val="28"/>
                          <w:szCs w:val="28"/>
                        </w:rPr>
                        <w:t xml:space="preserve">: </w:t>
                      </w:r>
                      <w:r w:rsidRPr="000A2445">
                        <w:rPr>
                          <w:sz w:val="28"/>
                          <w:szCs w:val="28"/>
                        </w:rPr>
                        <w:t>_______________________________</w:t>
                      </w:r>
                    </w:p>
                    <w:p w14:paraId="0F27602F" w14:textId="5F43FB10" w:rsidR="00B857C1" w:rsidRDefault="000A24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      </w:t>
                      </w:r>
                      <w:hyperlink r:id="rId6" w:history="1">
                        <w:r w:rsidRPr="000A2445">
                          <w:rPr>
                            <w:rStyle w:val="Hyperlink"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www.email.com</w:t>
                        </w:r>
                      </w:hyperlink>
                      <w:r w:rsidR="00B857C1">
                        <w:rPr>
                          <w:rStyle w:val="Hyperlink"/>
                          <w:color w:val="000000" w:themeColor="text1"/>
                          <w:sz w:val="28"/>
                          <w:szCs w:val="28"/>
                          <w:u w:val="none"/>
                        </w:rPr>
                        <w:t xml:space="preserve">       </w:t>
                      </w:r>
                      <w:hyperlink r:id="rId7" w:history="1">
                        <w:r w:rsidR="00B857C1" w:rsidRPr="00AF472C">
                          <w:rPr>
                            <w:rStyle w:val="Hyperlink"/>
                            <w:sz w:val="28"/>
                            <w:szCs w:val="28"/>
                          </w:rPr>
                          <w:t>www.website.com</w:t>
                        </w:r>
                      </w:hyperlink>
                    </w:p>
                    <w:p w14:paraId="374C1A06" w14:textId="478FBE30" w:rsidR="000A2445" w:rsidRPr="00B857C1" w:rsidRDefault="00B857C1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</w:t>
                      </w:r>
                      <w:r w:rsidRPr="00B857C1">
                        <w:rPr>
                          <w:sz w:val="28"/>
                          <w:szCs w:val="28"/>
                        </w:rPr>
                        <w:t>www.mywordtemplates.org</w:t>
                      </w:r>
                      <w:r w:rsidR="000A2445" w:rsidRPr="000A2445">
                        <w:rPr>
                          <w:sz w:val="28"/>
                          <w:szCs w:val="28"/>
                        </w:rPr>
                        <w:br/>
                      </w:r>
                      <w:r w:rsidR="000A2445">
                        <w:br/>
                      </w:r>
                      <w:r w:rsidR="000A2445">
                        <w:br/>
                      </w:r>
                      <w:r w:rsidR="000A2445">
                        <w:br/>
                      </w:r>
                      <w:r w:rsidR="000A2445">
                        <w:br/>
                      </w:r>
                      <w:r w:rsidR="000A2445">
                        <w:br/>
                      </w:r>
                      <w:r w:rsidR="000A2445">
                        <w:b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FB7FB3" wp14:editId="1C75EEE5">
                <wp:simplePos x="0" y="0"/>
                <wp:positionH relativeFrom="column">
                  <wp:posOffset>-914400</wp:posOffset>
                </wp:positionH>
                <wp:positionV relativeFrom="paragraph">
                  <wp:posOffset>2095500</wp:posOffset>
                </wp:positionV>
                <wp:extent cx="5657850" cy="4552950"/>
                <wp:effectExtent l="9525" t="9525" r="9525" b="952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657850" cy="4552950"/>
                        </a:xfrm>
                        <a:prstGeom prst="flowChartPunchedCard">
                          <a:avLst/>
                        </a:prstGeom>
                        <a:blipFill dpi="0" rotWithShape="0">
                          <a:blip r:embed="rId8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4EEED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AutoShape 5" o:spid="_x0000_s1026" type="#_x0000_t121" style="position:absolute;margin-left:-1in;margin-top:165pt;width:445.5pt;height:358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" strokecolor="#1f497d [3215]">
                <v:fill r:id="rId9" o:title="" recolor="t" type="frame"/>
              </v:shape>
            </w:pict>
          </mc:Fallback>
        </mc:AlternateContent>
      </w:r>
      <w:r w:rsidR="000A2445">
        <w:rPr>
          <w:noProof/>
        </w:rPr>
        <w:drawing>
          <wp:anchor distT="0" distB="0" distL="114300" distR="114300" simplePos="0" relativeHeight="251667456" behindDoc="0" locked="0" layoutInCell="1" allowOverlap="1" wp14:anchorId="465ECC92" wp14:editId="3DDACF03">
            <wp:simplePos x="0" y="0"/>
            <wp:positionH relativeFrom="column">
              <wp:posOffset>2933700</wp:posOffset>
            </wp:positionH>
            <wp:positionV relativeFrom="paragraph">
              <wp:posOffset>7248525</wp:posOffset>
            </wp:positionV>
            <wp:extent cx="3743325" cy="1733550"/>
            <wp:effectExtent l="19050" t="0" r="9525" b="0"/>
            <wp:wrapNone/>
            <wp:docPr id="1" name="Picture 0" descr="small-busin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-busines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33550"/>
                    </a:xfrm>
                    <a:prstGeom prst="snipRound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4474FE" wp14:editId="6C209ED0">
                <wp:simplePos x="0" y="0"/>
                <wp:positionH relativeFrom="column">
                  <wp:posOffset>4038600</wp:posOffset>
                </wp:positionH>
                <wp:positionV relativeFrom="paragraph">
                  <wp:posOffset>3790950</wp:posOffset>
                </wp:positionV>
                <wp:extent cx="2752725" cy="22383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1A024" w14:textId="77777777" w:rsidR="000A2445" w:rsidRPr="000A2445" w:rsidRDefault="000A2445" w:rsidP="000A2445">
                            <w:pPr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It is one thing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to possess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a business idea.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it's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another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to create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it work. Once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you begin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your business,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you'll be able to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make certain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that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in a very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few years,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it'll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open up opportunities for you to </w:t>
                            </w:r>
                            <w:r w:rsidRPr="000A2445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usher in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 more ideas.</w:t>
                            </w:r>
                            <w:r w:rsidRPr="000A2445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474FE" id="Rectangle 8" o:spid="_x0000_s1027" style="position:absolute;margin-left:318pt;margin-top:298.5pt;width:216.75pt;height:17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" stroked="f">
                <v:textbox>
                  <w:txbxContent>
                    <w:p w14:paraId="2891A024" w14:textId="77777777" w:rsidR="000A2445" w:rsidRPr="000A2445" w:rsidRDefault="000A2445" w:rsidP="000A2445">
                      <w:pPr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</w:pP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It is one thing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to possess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a business idea.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it's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another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to create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 xml:space="preserve"> it work. Once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you begin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your business,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you'll be able to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make certain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that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in a very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few years,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it'll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open up opportunities for you to </w:t>
                      </w:r>
                      <w:r w:rsidRPr="000A2445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usher in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 more ideas.</w:t>
                      </w:r>
                      <w:r w:rsidRPr="000A2445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8F203" wp14:editId="66AC38FE">
                <wp:simplePos x="0" y="0"/>
                <wp:positionH relativeFrom="column">
                  <wp:posOffset>-638175</wp:posOffset>
                </wp:positionH>
                <wp:positionV relativeFrom="paragraph">
                  <wp:posOffset>-695325</wp:posOffset>
                </wp:positionV>
                <wp:extent cx="4476750" cy="2686050"/>
                <wp:effectExtent l="0" t="0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93D87" w14:textId="77777777" w:rsidR="002A5585" w:rsidRPr="002A5585" w:rsidRDefault="002A5585">
                            <w:pPr>
                              <w:rPr>
                                <w:rFonts w:ascii="Forte" w:hAnsi="Forte"/>
                                <w:b/>
                                <w:color w:val="1F497D" w:themeColor="text2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Pr="002A5585">
                              <w:rPr>
                                <w:rFonts w:ascii="Forte" w:hAnsi="Forte"/>
                                <w:b/>
                                <w:color w:val="1F497D" w:themeColor="text2"/>
                                <w:sz w:val="96"/>
                                <w:szCs w:val="96"/>
                              </w:rPr>
                              <w:t>HEADLINE</w:t>
                            </w:r>
                          </w:p>
                          <w:p w14:paraId="48FA3EC8" w14:textId="77777777" w:rsidR="002A5585" w:rsidRPr="002A5585" w:rsidRDefault="002A5585">
                            <w:pPr>
                              <w:rPr>
                                <w:rFonts w:ascii="Forte" w:hAnsi="Forte"/>
                                <w:sz w:val="96"/>
                                <w:szCs w:val="96"/>
                              </w:rPr>
                            </w:pPr>
                            <w:r w:rsidRPr="002A5585">
                              <w:rPr>
                                <w:rFonts w:ascii="Forte" w:hAnsi="Forte"/>
                                <w:sz w:val="96"/>
                                <w:szCs w:val="96"/>
                              </w:rPr>
                              <w:t xml:space="preserve">  BUSINESS</w:t>
                            </w:r>
                          </w:p>
                          <w:p w14:paraId="43475739" w14:textId="77777777" w:rsidR="002A5585" w:rsidRPr="002A5585" w:rsidRDefault="002A558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</w:t>
                            </w:r>
                            <w:r w:rsidRPr="002A5585">
                              <w:rPr>
                                <w:sz w:val="36"/>
                                <w:szCs w:val="36"/>
                              </w:rPr>
                              <w:t>Business 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8F203" id="Rectangle 7" o:spid="_x0000_s1028" style="position:absolute;margin-left:-50.25pt;margin-top:-54.75pt;width:352.5pt;height:2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" stroked="f">
                <v:textbox>
                  <w:txbxContent>
                    <w:p w14:paraId="62393D87" w14:textId="77777777" w:rsidR="002A5585" w:rsidRPr="002A5585" w:rsidRDefault="002A5585">
                      <w:pPr>
                        <w:rPr>
                          <w:rFonts w:ascii="Forte" w:hAnsi="Forte"/>
                          <w:b/>
                          <w:color w:val="1F497D" w:themeColor="text2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1F497D" w:themeColor="text2"/>
                          <w:sz w:val="96"/>
                          <w:szCs w:val="96"/>
                        </w:rPr>
                        <w:t xml:space="preserve">  </w:t>
                      </w:r>
                      <w:r w:rsidRPr="002A5585">
                        <w:rPr>
                          <w:rFonts w:ascii="Forte" w:hAnsi="Forte"/>
                          <w:b/>
                          <w:color w:val="1F497D" w:themeColor="text2"/>
                          <w:sz w:val="96"/>
                          <w:szCs w:val="96"/>
                        </w:rPr>
                        <w:t>HEADLINE</w:t>
                      </w:r>
                    </w:p>
                    <w:p w14:paraId="48FA3EC8" w14:textId="77777777" w:rsidR="002A5585" w:rsidRPr="002A5585" w:rsidRDefault="002A5585">
                      <w:pPr>
                        <w:rPr>
                          <w:rFonts w:ascii="Forte" w:hAnsi="Forte"/>
                          <w:sz w:val="96"/>
                          <w:szCs w:val="96"/>
                        </w:rPr>
                      </w:pPr>
                      <w:r w:rsidRPr="002A5585">
                        <w:rPr>
                          <w:rFonts w:ascii="Forte" w:hAnsi="Forte"/>
                          <w:sz w:val="96"/>
                          <w:szCs w:val="96"/>
                        </w:rPr>
                        <w:t xml:space="preserve">  BUSINESS</w:t>
                      </w:r>
                    </w:p>
                    <w:p w14:paraId="43475739" w14:textId="77777777" w:rsidR="002A5585" w:rsidRPr="002A5585" w:rsidRDefault="002A5585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</w:t>
                      </w:r>
                      <w:r w:rsidRPr="002A5585">
                        <w:rPr>
                          <w:sz w:val="36"/>
                          <w:szCs w:val="36"/>
                        </w:rPr>
                        <w:t>Business story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9EDB8" wp14:editId="4B02F4E4">
                <wp:simplePos x="0" y="0"/>
                <wp:positionH relativeFrom="column">
                  <wp:posOffset>3838575</wp:posOffset>
                </wp:positionH>
                <wp:positionV relativeFrom="paragraph">
                  <wp:posOffset>-2047875</wp:posOffset>
                </wp:positionV>
                <wp:extent cx="3038475" cy="2286000"/>
                <wp:effectExtent l="19050" t="9525" r="9525" b="952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38475" cy="2286000"/>
                        </a:xfrm>
                        <a:prstGeom prst="homePlate">
                          <a:avLst>
                            <a:gd name="adj" fmla="val 33229"/>
                          </a:avLst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90E1C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4" o:spid="_x0000_s1026" type="#_x0000_t15" style="position:absolute;margin-left:302.25pt;margin-top:-161.25pt;width:239.25pt;height:180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" fillcolor="#1f497d [3215]" strokecolor="#1f497d [32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C18E00" wp14:editId="3F8FB225">
                <wp:simplePos x="0" y="0"/>
                <wp:positionH relativeFrom="column">
                  <wp:posOffset>2990850</wp:posOffset>
                </wp:positionH>
                <wp:positionV relativeFrom="paragraph">
                  <wp:posOffset>3657600</wp:posOffset>
                </wp:positionV>
                <wp:extent cx="3886200" cy="2457450"/>
                <wp:effectExtent l="95250" t="38100" r="38100" b="3810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886200" cy="2457450"/>
                        </a:xfrm>
                        <a:prstGeom prst="homePlate">
                          <a:avLst>
                            <a:gd name="adj" fmla="val 39535"/>
                          </a:avLst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051BB" w14:textId="77777777" w:rsidR="000A2445" w:rsidRPr="000A2445" w:rsidRDefault="000A2445" w:rsidP="000A2445">
                            <w:pPr>
                              <w:rPr>
                                <w:rFonts w:asciiTheme="majorHAnsi" w:hAnsiTheme="majorHAnsi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A2445">
                              <w:rPr>
                                <w:rFonts w:asciiTheme="majorHAnsi" w:hAnsiTheme="majorHAnsi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</w:p>
                          <w:p w14:paraId="769C5EC1" w14:textId="77777777" w:rsidR="000A2445" w:rsidRPr="000A2445" w:rsidRDefault="000A2445">
                            <w:pPr>
                              <w:rPr>
                                <w:rFonts w:asciiTheme="majorHAnsi" w:hAnsiTheme="majorHAnsi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18E00" id="AutoShape 2" o:spid="_x0000_s1029" type="#_x0000_t15" style="position:absolute;margin-left:235.5pt;margin-top:4in;width:306pt;height:193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" strokecolor="#0070c0" strokeweight="6pt">
                <v:textbox>
                  <w:txbxContent>
                    <w:p w14:paraId="779051BB" w14:textId="77777777" w:rsidR="000A2445" w:rsidRPr="000A2445" w:rsidRDefault="000A2445" w:rsidP="000A2445">
                      <w:pPr>
                        <w:rPr>
                          <w:rFonts w:asciiTheme="majorHAnsi" w:hAnsiTheme="majorHAnsi"/>
                          <w:i/>
                          <w:color w:val="000000" w:themeColor="text1"/>
                          <w:sz w:val="32"/>
                          <w:szCs w:val="32"/>
                        </w:rPr>
                      </w:pPr>
                      <w:r w:rsidRPr="000A2445">
                        <w:rPr>
                          <w:rFonts w:asciiTheme="majorHAnsi" w:hAnsiTheme="majorHAnsi"/>
                          <w:i/>
                          <w:color w:val="000000" w:themeColor="text1"/>
                          <w:sz w:val="32"/>
                          <w:szCs w:val="32"/>
                        </w:rPr>
                        <w:t xml:space="preserve">                  </w:t>
                      </w:r>
                    </w:p>
                    <w:p w14:paraId="769C5EC1" w14:textId="77777777" w:rsidR="000A2445" w:rsidRPr="000A2445" w:rsidRDefault="000A2445">
                      <w:pPr>
                        <w:rPr>
                          <w:rFonts w:asciiTheme="majorHAnsi" w:hAnsiTheme="majorHAnsi"/>
                          <w:i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716DE4" wp14:editId="30BD648E">
                <wp:simplePos x="0" y="0"/>
                <wp:positionH relativeFrom="column">
                  <wp:posOffset>3971925</wp:posOffset>
                </wp:positionH>
                <wp:positionV relativeFrom="paragraph">
                  <wp:posOffset>1571625</wp:posOffset>
                </wp:positionV>
                <wp:extent cx="4933950" cy="2085975"/>
                <wp:effectExtent l="104775" t="38100" r="104775" b="381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33950" cy="2085975"/>
                        </a:xfrm>
                        <a:prstGeom prst="flowChartManualOperation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B280A" w14:textId="77777777" w:rsidR="002A5585" w:rsidRPr="002A5585" w:rsidRDefault="000A2445">
                            <w:pPr>
                              <w:rPr>
                                <w:b/>
                                <w:color w:val="1F497D" w:themeColor="text2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="002A5585" w:rsidRPr="002A5585">
                              <w:rPr>
                                <w:b/>
                                <w:color w:val="1F497D" w:themeColor="text2"/>
                                <w:sz w:val="52"/>
                                <w:szCs w:val="52"/>
                              </w:rPr>
                              <w:t xml:space="preserve">Company </w:t>
                            </w:r>
                          </w:p>
                          <w:p w14:paraId="583BE5E4" w14:textId="77777777" w:rsidR="002A5585" w:rsidRDefault="000A2445">
                            <w:pPr>
                              <w:rPr>
                                <w:b/>
                                <w:color w:val="1F497D" w:themeColor="text2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52"/>
                                <w:szCs w:val="52"/>
                              </w:rPr>
                              <w:t xml:space="preserve">     </w:t>
                            </w:r>
                            <w:r w:rsidR="002A5585" w:rsidRPr="002A5585">
                              <w:rPr>
                                <w:b/>
                                <w:color w:val="1F497D" w:themeColor="text2"/>
                                <w:sz w:val="52"/>
                                <w:szCs w:val="52"/>
                              </w:rPr>
                              <w:t>Name</w:t>
                            </w:r>
                          </w:p>
                          <w:p w14:paraId="0CEF4901" w14:textId="77777777" w:rsidR="002A5585" w:rsidRPr="000A2445" w:rsidRDefault="002A5585">
                            <w:pP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0A2445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Business|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16DE4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AutoShape 3" o:spid="_x0000_s1030" type="#_x0000_t119" style="position:absolute;margin-left:312.75pt;margin-top:123.75pt;width:388.5pt;height:164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" fillcolor="white [3212]" strokecolor="#0070c0" strokeweight="6pt">
                <v:textbox>
                  <w:txbxContent>
                    <w:p w14:paraId="62FB280A" w14:textId="77777777" w:rsidR="002A5585" w:rsidRPr="002A5585" w:rsidRDefault="000A2445">
                      <w:pPr>
                        <w:rPr>
                          <w:b/>
                          <w:color w:val="1F497D" w:themeColor="text2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1F497D" w:themeColor="text2"/>
                          <w:sz w:val="52"/>
                          <w:szCs w:val="52"/>
                        </w:rPr>
                        <w:t xml:space="preserve">  </w:t>
                      </w:r>
                      <w:r w:rsidR="002A5585" w:rsidRPr="002A5585">
                        <w:rPr>
                          <w:b/>
                          <w:color w:val="1F497D" w:themeColor="text2"/>
                          <w:sz w:val="52"/>
                          <w:szCs w:val="52"/>
                        </w:rPr>
                        <w:t xml:space="preserve">Company </w:t>
                      </w:r>
                    </w:p>
                    <w:p w14:paraId="583BE5E4" w14:textId="77777777" w:rsidR="002A5585" w:rsidRDefault="000A2445">
                      <w:pPr>
                        <w:rPr>
                          <w:b/>
                          <w:color w:val="1F497D" w:themeColor="text2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1F497D" w:themeColor="text2"/>
                          <w:sz w:val="52"/>
                          <w:szCs w:val="52"/>
                        </w:rPr>
                        <w:t xml:space="preserve">     </w:t>
                      </w:r>
                      <w:r w:rsidR="002A5585" w:rsidRPr="002A5585">
                        <w:rPr>
                          <w:b/>
                          <w:color w:val="1F497D" w:themeColor="text2"/>
                          <w:sz w:val="52"/>
                          <w:szCs w:val="52"/>
                        </w:rPr>
                        <w:t>Name</w:t>
                      </w:r>
                    </w:p>
                    <w:p w14:paraId="0CEF4901" w14:textId="77777777" w:rsidR="002A5585" w:rsidRPr="000A2445" w:rsidRDefault="002A5585">
                      <w:pPr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 w:rsidRPr="000A2445"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Business| 2020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56ED" w:rsidSect="00E12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8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C1"/>
    <w:rsid w:val="000A2445"/>
    <w:rsid w:val="002A5585"/>
    <w:rsid w:val="007722A7"/>
    <w:rsid w:val="0079279D"/>
    <w:rsid w:val="009A588C"/>
    <w:rsid w:val="00B11BC9"/>
    <w:rsid w:val="00B857C1"/>
    <w:rsid w:val="00E1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FF981"/>
  <w15:docId w15:val="{925CB108-0C5A-4EFE-B97C-E9550725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44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445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85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websit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website.com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://www.email.com" TargetMode="Externa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usiness%20flyer%20templates.zip\business%20flyer%2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flyer 8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2020-10-30T13:05:00Z</dcterms:created>
  <dcterms:modified xsi:type="dcterms:W3CDTF">2020-10-30T13:47:00Z</dcterms:modified>
</cp:coreProperties>
</file>