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AAE58" w14:textId="50D122C9" w:rsidR="000E56ED" w:rsidRDefault="002212BA">
      <w:r>
        <w:rPr>
          <w:noProof/>
        </w:rPr>
        <w:drawing>
          <wp:anchor distT="0" distB="0" distL="114300" distR="114300" simplePos="0" relativeHeight="251658239" behindDoc="0" locked="0" layoutInCell="1" allowOverlap="1" wp14:anchorId="0DDB5D94" wp14:editId="52BABF75">
            <wp:simplePos x="0" y="0"/>
            <wp:positionH relativeFrom="column">
              <wp:posOffset>-931653</wp:posOffset>
            </wp:positionH>
            <wp:positionV relativeFrom="paragraph">
              <wp:posOffset>-914401</wp:posOffset>
            </wp:positionV>
            <wp:extent cx="7789283" cy="6297283"/>
            <wp:effectExtent l="0" t="0" r="2540" b="8890"/>
            <wp:wrapNone/>
            <wp:docPr id="1" name="Picture 0" descr="zombies-party-cartoon-halloween-costumes-graveyard-illustration-775816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mbies-party-cartoon-halloween-costumes-graveyard-illustration-7758166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44778" cy="63421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A66E1E" wp14:editId="4D60C425">
                <wp:simplePos x="0" y="0"/>
                <wp:positionH relativeFrom="column">
                  <wp:posOffset>-973886</wp:posOffset>
                </wp:positionH>
                <wp:positionV relativeFrom="paragraph">
                  <wp:posOffset>4537494</wp:posOffset>
                </wp:positionV>
                <wp:extent cx="8258175" cy="4592308"/>
                <wp:effectExtent l="0" t="0" r="28575" b="184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8175" cy="4592308"/>
                        </a:xfrm>
                        <a:prstGeom prst="rect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46574" w14:textId="77777777" w:rsidR="00340519" w:rsidRPr="00451B8D" w:rsidRDefault="00451B8D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                                                          </w:t>
                            </w:r>
                            <w:r w:rsidR="00340519" w:rsidRPr="00451B8D">
                              <w:rPr>
                                <w:b/>
                                <w:sz w:val="36"/>
                                <w:szCs w:val="36"/>
                              </w:rPr>
                              <w:t>BEST EVER</w:t>
                            </w:r>
                          </w:p>
                          <w:p w14:paraId="6C74E748" w14:textId="3BCCDE94" w:rsidR="00340519" w:rsidRPr="00314092" w:rsidRDefault="00451B8D">
                            <w:pPr>
                              <w:rPr>
                                <w:rFonts w:ascii="Brush Script MT" w:hAnsi="Brush Script MT"/>
                                <w:b/>
                                <w:color w:val="FDE9D9" w:themeColor="accent6" w:themeTint="33"/>
                                <w:sz w:val="72"/>
                                <w:szCs w:val="72"/>
                              </w:rPr>
                            </w:pPr>
                            <w:r w:rsidRPr="00314092">
                              <w:rPr>
                                <w:rFonts w:ascii="Brush Script MT" w:hAnsi="Brush Script MT"/>
                                <w:b/>
                                <w:color w:val="FDE9D9" w:themeColor="accent6" w:themeTint="33"/>
                                <w:sz w:val="72"/>
                                <w:szCs w:val="72"/>
                              </w:rPr>
                              <w:t xml:space="preserve">                  </w:t>
                            </w:r>
                            <w:r w:rsidR="002B544B" w:rsidRPr="00314092">
                              <w:rPr>
                                <w:rFonts w:ascii="Brush Script MT" w:hAnsi="Brush Script MT"/>
                                <w:b/>
                                <w:color w:val="FDE9D9" w:themeColor="accent6" w:themeTint="33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340519" w:rsidRPr="00314092">
                              <w:rPr>
                                <w:rFonts w:ascii="Brush Script MT" w:hAnsi="Brush Script MT"/>
                                <w:b/>
                                <w:color w:val="FDE9D9" w:themeColor="accent6" w:themeTint="33"/>
                                <w:sz w:val="72"/>
                                <w:szCs w:val="72"/>
                              </w:rPr>
                              <w:t>HALLOWEEN</w:t>
                            </w:r>
                          </w:p>
                          <w:p w14:paraId="5BD9B4AF" w14:textId="77777777" w:rsidR="00340519" w:rsidRPr="00314092" w:rsidRDefault="00451B8D">
                            <w:pPr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314092">
                              <w:rPr>
                                <w:color w:val="C00000"/>
                                <w:sz w:val="40"/>
                                <w:szCs w:val="40"/>
                              </w:rPr>
                              <w:t xml:space="preserve">                                              </w:t>
                            </w:r>
                            <w:r w:rsidR="00340519" w:rsidRPr="00314092"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>October 21, Sunday</w:t>
                            </w:r>
                          </w:p>
                          <w:p w14:paraId="49F57D68" w14:textId="77777777" w:rsidR="00340519" w:rsidRPr="00314092" w:rsidRDefault="00451B8D">
                            <w:pPr>
                              <w:rPr>
                                <w:b/>
                                <w:color w:val="FDE9D9" w:themeColor="accent6" w:themeTint="33"/>
                                <w:sz w:val="56"/>
                                <w:szCs w:val="56"/>
                              </w:rPr>
                            </w:pPr>
                            <w:r w:rsidRPr="00314092">
                              <w:rPr>
                                <w:color w:val="FDE9D9" w:themeColor="accent6" w:themeTint="33"/>
                                <w:sz w:val="56"/>
                                <w:szCs w:val="56"/>
                              </w:rPr>
                              <w:t xml:space="preserve">         </w:t>
                            </w:r>
                            <w:r w:rsidR="00340519" w:rsidRPr="00314092">
                              <w:rPr>
                                <w:b/>
                                <w:color w:val="FDE9D9" w:themeColor="accent6" w:themeTint="33"/>
                                <w:sz w:val="56"/>
                                <w:szCs w:val="56"/>
                              </w:rPr>
                              <w:t>BRBD| JOHN DOE| STEPHIN JACK| ALEX DIN</w:t>
                            </w:r>
                          </w:p>
                          <w:p w14:paraId="69D8E4D5" w14:textId="77777777" w:rsidR="00340519" w:rsidRPr="00314092" w:rsidRDefault="00451B8D">
                            <w:pPr>
                              <w:rPr>
                                <w:b/>
                                <w:color w:val="FDE9D9" w:themeColor="accent6" w:themeTint="33"/>
                                <w:sz w:val="52"/>
                                <w:szCs w:val="52"/>
                              </w:rPr>
                            </w:pPr>
                            <w:r w:rsidRPr="00451B8D">
                              <w:rPr>
                                <w:b/>
                                <w:sz w:val="52"/>
                                <w:szCs w:val="52"/>
                              </w:rPr>
                              <w:t xml:space="preserve">                      </w:t>
                            </w:r>
                            <w:r w:rsidR="00340519" w:rsidRPr="00314092">
                              <w:rPr>
                                <w:b/>
                                <w:color w:val="FDE9D9" w:themeColor="accent6" w:themeTint="33"/>
                                <w:sz w:val="52"/>
                                <w:szCs w:val="52"/>
                              </w:rPr>
                              <w:t>Join our Party for Special Guest</w:t>
                            </w:r>
                          </w:p>
                          <w:p w14:paraId="40CFA85B" w14:textId="77777777" w:rsidR="00340519" w:rsidRPr="00314092" w:rsidRDefault="00451B8D">
                            <w:pPr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451B8D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                                                  </w:t>
                            </w:r>
                            <w:r w:rsidRPr="00314092">
                              <w:rPr>
                                <w:b/>
                                <w:color w:val="FDE9D9" w:themeColor="accent6" w:themeTint="33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340519" w:rsidRPr="00314092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>Address, ZIP, State, City</w:t>
                            </w:r>
                          </w:p>
                          <w:p w14:paraId="797A70E3" w14:textId="77777777" w:rsidR="00340519" w:rsidRPr="00314092" w:rsidRDefault="00451B8D">
                            <w:pPr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314092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                                                          </w:t>
                            </w:r>
                            <w:hyperlink r:id="rId6" w:history="1">
                              <w:r w:rsidR="00340519" w:rsidRPr="00314092">
                                <w:rPr>
                                  <w:rStyle w:val="Hyperlink"/>
                                  <w:b/>
                                  <w:color w:val="C00000"/>
                                  <w:sz w:val="32"/>
                                  <w:szCs w:val="32"/>
                                </w:rPr>
                                <w:t>Youremail@gmail.com</w:t>
                              </w:r>
                            </w:hyperlink>
                          </w:p>
                          <w:p w14:paraId="4D4E42BA" w14:textId="1F76955F" w:rsidR="00340519" w:rsidRPr="00314092" w:rsidRDefault="00314092">
                            <w:pPr>
                              <w:rPr>
                                <w:color w:val="FDE9D9" w:themeColor="accent6" w:themeTint="33"/>
                                <w:sz w:val="40"/>
                                <w:szCs w:val="40"/>
                              </w:rPr>
                            </w:pPr>
                            <w:r w:rsidRPr="00314092">
                              <w:rPr>
                                <w:b/>
                                <w:color w:val="002060"/>
                                <w:sz w:val="40"/>
                                <w:szCs w:val="40"/>
                              </w:rPr>
                              <w:t xml:space="preserve">                                         </w:t>
                            </w:r>
                            <w:r w:rsidRPr="00314092">
                              <w:rPr>
                                <w:b/>
                                <w:color w:val="FDE9D9" w:themeColor="accent6" w:themeTint="33"/>
                                <w:sz w:val="40"/>
                                <w:szCs w:val="40"/>
                              </w:rPr>
                              <w:t>w</w:t>
                            </w:r>
                            <w:r w:rsidRPr="00314092">
                              <w:rPr>
                                <w:b/>
                                <w:color w:val="FDE9D9" w:themeColor="accent6" w:themeTint="33"/>
                                <w:sz w:val="40"/>
                                <w:szCs w:val="40"/>
                              </w:rPr>
                              <w:t>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A66E1E" id="Rectangle 2" o:spid="_x0000_s1026" style="position:absolute;margin-left:-76.7pt;margin-top:357.3pt;width:650.25pt;height:36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" strokecolor="black [3213]">
                <v:fill r:id="rId7" o:title="" recolor="t" type="frame"/>
                <v:textbox>
                  <w:txbxContent>
                    <w:p w14:paraId="3FC46574" w14:textId="77777777" w:rsidR="00340519" w:rsidRPr="00451B8D" w:rsidRDefault="00451B8D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                                                           </w:t>
                      </w:r>
                      <w:r w:rsidR="00340519" w:rsidRPr="00451B8D">
                        <w:rPr>
                          <w:b/>
                          <w:sz w:val="36"/>
                          <w:szCs w:val="36"/>
                        </w:rPr>
                        <w:t>BEST EVER</w:t>
                      </w:r>
                    </w:p>
                    <w:p w14:paraId="6C74E748" w14:textId="3BCCDE94" w:rsidR="00340519" w:rsidRPr="00314092" w:rsidRDefault="00451B8D">
                      <w:pPr>
                        <w:rPr>
                          <w:rFonts w:ascii="Brush Script MT" w:hAnsi="Brush Script MT"/>
                          <w:b/>
                          <w:color w:val="FDE9D9" w:themeColor="accent6" w:themeTint="33"/>
                          <w:sz w:val="72"/>
                          <w:szCs w:val="72"/>
                        </w:rPr>
                      </w:pPr>
                      <w:r w:rsidRPr="00314092">
                        <w:rPr>
                          <w:rFonts w:ascii="Brush Script MT" w:hAnsi="Brush Script MT"/>
                          <w:b/>
                          <w:color w:val="FDE9D9" w:themeColor="accent6" w:themeTint="33"/>
                          <w:sz w:val="72"/>
                          <w:szCs w:val="72"/>
                        </w:rPr>
                        <w:t xml:space="preserve">                  </w:t>
                      </w:r>
                      <w:r w:rsidR="002B544B" w:rsidRPr="00314092">
                        <w:rPr>
                          <w:rFonts w:ascii="Brush Script MT" w:hAnsi="Brush Script MT"/>
                          <w:b/>
                          <w:color w:val="FDE9D9" w:themeColor="accent6" w:themeTint="33"/>
                          <w:sz w:val="72"/>
                          <w:szCs w:val="72"/>
                        </w:rPr>
                        <w:t xml:space="preserve"> </w:t>
                      </w:r>
                      <w:r w:rsidR="00340519" w:rsidRPr="00314092">
                        <w:rPr>
                          <w:rFonts w:ascii="Brush Script MT" w:hAnsi="Brush Script MT"/>
                          <w:b/>
                          <w:color w:val="FDE9D9" w:themeColor="accent6" w:themeTint="33"/>
                          <w:sz w:val="72"/>
                          <w:szCs w:val="72"/>
                        </w:rPr>
                        <w:t>HALLOWEEN</w:t>
                      </w:r>
                    </w:p>
                    <w:p w14:paraId="5BD9B4AF" w14:textId="77777777" w:rsidR="00340519" w:rsidRPr="00314092" w:rsidRDefault="00451B8D">
                      <w:pPr>
                        <w:rPr>
                          <w:b/>
                          <w:color w:val="C00000"/>
                          <w:sz w:val="40"/>
                          <w:szCs w:val="40"/>
                        </w:rPr>
                      </w:pPr>
                      <w:r w:rsidRPr="00314092">
                        <w:rPr>
                          <w:color w:val="C00000"/>
                          <w:sz w:val="40"/>
                          <w:szCs w:val="40"/>
                        </w:rPr>
                        <w:t xml:space="preserve">                                              </w:t>
                      </w:r>
                      <w:r w:rsidR="00340519" w:rsidRPr="00314092">
                        <w:rPr>
                          <w:b/>
                          <w:color w:val="C00000"/>
                          <w:sz w:val="40"/>
                          <w:szCs w:val="40"/>
                        </w:rPr>
                        <w:t>October 21, Sunday</w:t>
                      </w:r>
                    </w:p>
                    <w:p w14:paraId="49F57D68" w14:textId="77777777" w:rsidR="00340519" w:rsidRPr="00314092" w:rsidRDefault="00451B8D">
                      <w:pPr>
                        <w:rPr>
                          <w:b/>
                          <w:color w:val="FDE9D9" w:themeColor="accent6" w:themeTint="33"/>
                          <w:sz w:val="56"/>
                          <w:szCs w:val="56"/>
                        </w:rPr>
                      </w:pPr>
                      <w:r w:rsidRPr="00314092">
                        <w:rPr>
                          <w:color w:val="FDE9D9" w:themeColor="accent6" w:themeTint="33"/>
                          <w:sz w:val="56"/>
                          <w:szCs w:val="56"/>
                        </w:rPr>
                        <w:t xml:space="preserve">         </w:t>
                      </w:r>
                      <w:r w:rsidR="00340519" w:rsidRPr="00314092">
                        <w:rPr>
                          <w:b/>
                          <w:color w:val="FDE9D9" w:themeColor="accent6" w:themeTint="33"/>
                          <w:sz w:val="56"/>
                          <w:szCs w:val="56"/>
                        </w:rPr>
                        <w:t>BRBD| JOHN DOE| STEPHIN JACK| ALEX DIN</w:t>
                      </w:r>
                    </w:p>
                    <w:p w14:paraId="69D8E4D5" w14:textId="77777777" w:rsidR="00340519" w:rsidRPr="00314092" w:rsidRDefault="00451B8D">
                      <w:pPr>
                        <w:rPr>
                          <w:b/>
                          <w:color w:val="FDE9D9" w:themeColor="accent6" w:themeTint="33"/>
                          <w:sz w:val="52"/>
                          <w:szCs w:val="52"/>
                        </w:rPr>
                      </w:pPr>
                      <w:r w:rsidRPr="00451B8D">
                        <w:rPr>
                          <w:b/>
                          <w:sz w:val="52"/>
                          <w:szCs w:val="52"/>
                        </w:rPr>
                        <w:t xml:space="preserve">                      </w:t>
                      </w:r>
                      <w:r w:rsidR="00340519" w:rsidRPr="00314092">
                        <w:rPr>
                          <w:b/>
                          <w:color w:val="FDE9D9" w:themeColor="accent6" w:themeTint="33"/>
                          <w:sz w:val="52"/>
                          <w:szCs w:val="52"/>
                        </w:rPr>
                        <w:t>Join our Party for Special Guest</w:t>
                      </w:r>
                    </w:p>
                    <w:p w14:paraId="40CFA85B" w14:textId="77777777" w:rsidR="00340519" w:rsidRPr="00314092" w:rsidRDefault="00451B8D">
                      <w:pPr>
                        <w:rPr>
                          <w:b/>
                          <w:color w:val="C00000"/>
                          <w:sz w:val="32"/>
                          <w:szCs w:val="32"/>
                        </w:rPr>
                      </w:pPr>
                      <w:r w:rsidRPr="00451B8D">
                        <w:rPr>
                          <w:b/>
                          <w:sz w:val="32"/>
                          <w:szCs w:val="32"/>
                        </w:rPr>
                        <w:t xml:space="preserve">                                                     </w:t>
                      </w:r>
                      <w:r w:rsidRPr="00314092">
                        <w:rPr>
                          <w:b/>
                          <w:color w:val="FDE9D9" w:themeColor="accent6" w:themeTint="33"/>
                          <w:sz w:val="32"/>
                          <w:szCs w:val="32"/>
                        </w:rPr>
                        <w:t xml:space="preserve">    </w:t>
                      </w:r>
                      <w:r w:rsidR="00340519" w:rsidRPr="00314092">
                        <w:rPr>
                          <w:b/>
                          <w:color w:val="C00000"/>
                          <w:sz w:val="32"/>
                          <w:szCs w:val="32"/>
                        </w:rPr>
                        <w:t>Address, ZIP, State, City</w:t>
                      </w:r>
                    </w:p>
                    <w:p w14:paraId="797A70E3" w14:textId="77777777" w:rsidR="00340519" w:rsidRPr="00314092" w:rsidRDefault="00451B8D">
                      <w:pPr>
                        <w:rPr>
                          <w:b/>
                          <w:color w:val="C00000"/>
                          <w:sz w:val="32"/>
                          <w:szCs w:val="32"/>
                        </w:rPr>
                      </w:pPr>
                      <w:r w:rsidRPr="00314092">
                        <w:rPr>
                          <w:b/>
                          <w:color w:val="C00000"/>
                          <w:sz w:val="32"/>
                          <w:szCs w:val="32"/>
                        </w:rPr>
                        <w:t xml:space="preserve">                                                           </w:t>
                      </w:r>
                      <w:hyperlink r:id="rId8" w:history="1">
                        <w:r w:rsidR="00340519" w:rsidRPr="00314092">
                          <w:rPr>
                            <w:rStyle w:val="Hyperlink"/>
                            <w:b/>
                            <w:color w:val="C00000"/>
                            <w:sz w:val="32"/>
                            <w:szCs w:val="32"/>
                          </w:rPr>
                          <w:t>Youremail@gmail.com</w:t>
                        </w:r>
                      </w:hyperlink>
                    </w:p>
                    <w:p w14:paraId="4D4E42BA" w14:textId="1F76955F" w:rsidR="00340519" w:rsidRPr="00314092" w:rsidRDefault="00314092">
                      <w:pPr>
                        <w:rPr>
                          <w:color w:val="FDE9D9" w:themeColor="accent6" w:themeTint="33"/>
                          <w:sz w:val="40"/>
                          <w:szCs w:val="40"/>
                        </w:rPr>
                      </w:pPr>
                      <w:r w:rsidRPr="00314092">
                        <w:rPr>
                          <w:b/>
                          <w:color w:val="002060"/>
                          <w:sz w:val="40"/>
                          <w:szCs w:val="40"/>
                        </w:rPr>
                        <w:t xml:space="preserve">                                         </w:t>
                      </w:r>
                      <w:r w:rsidRPr="00314092">
                        <w:rPr>
                          <w:b/>
                          <w:color w:val="FDE9D9" w:themeColor="accent6" w:themeTint="33"/>
                          <w:sz w:val="40"/>
                          <w:szCs w:val="40"/>
                        </w:rPr>
                        <w:t>w</w:t>
                      </w:r>
                      <w:r w:rsidRPr="00314092">
                        <w:rPr>
                          <w:b/>
                          <w:color w:val="FDE9D9" w:themeColor="accent6" w:themeTint="33"/>
                          <w:sz w:val="40"/>
                          <w:szCs w:val="40"/>
                        </w:rPr>
                        <w:t>ww.mywordtemplates.org</w:t>
                      </w:r>
                    </w:p>
                  </w:txbxContent>
                </v:textbox>
              </v:rect>
            </w:pict>
          </mc:Fallback>
        </mc:AlternateContent>
      </w:r>
      <w:r w:rsidR="0031409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AF2189" wp14:editId="44D96B16">
                <wp:simplePos x="0" y="0"/>
                <wp:positionH relativeFrom="column">
                  <wp:posOffset>1121410</wp:posOffset>
                </wp:positionH>
                <wp:positionV relativeFrom="paragraph">
                  <wp:posOffset>-504825</wp:posOffset>
                </wp:positionV>
                <wp:extent cx="3347085" cy="2574925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7085" cy="257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9FCE9E" w14:textId="6CDE236B" w:rsidR="00451B8D" w:rsidRPr="00314092" w:rsidRDefault="002B544B">
                            <w:pPr>
                              <w:rPr>
                                <w:rFonts w:ascii="Harrington" w:hAnsi="Harrington"/>
                                <w:b/>
                                <w:color w:val="C00000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ascii="Harrington" w:hAnsi="Harrington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        </w:t>
                            </w:r>
                            <w:r w:rsidR="00314092">
                              <w:rPr>
                                <w:rFonts w:ascii="Harrington" w:hAnsi="Harrington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451B8D" w:rsidRPr="00314092">
                              <w:rPr>
                                <w:rFonts w:ascii="Harrington" w:hAnsi="Harrington"/>
                                <w:b/>
                                <w:color w:val="C00000"/>
                                <w:sz w:val="68"/>
                                <w:szCs w:val="68"/>
                              </w:rPr>
                              <w:t>HALLOWEEN</w:t>
                            </w:r>
                          </w:p>
                          <w:p w14:paraId="3FC67571" w14:textId="3A003616" w:rsidR="00451B8D" w:rsidRPr="00314092" w:rsidRDefault="00451B8D">
                            <w:pPr>
                              <w:rPr>
                                <w:rFonts w:ascii="Harrington" w:hAnsi="Harrington"/>
                                <w:b/>
                                <w:color w:val="C00000"/>
                                <w:sz w:val="68"/>
                                <w:szCs w:val="68"/>
                              </w:rPr>
                            </w:pPr>
                            <w:r w:rsidRPr="00314092">
                              <w:rPr>
                                <w:rFonts w:ascii="Harrington" w:hAnsi="Harrington"/>
                                <w:b/>
                                <w:color w:val="C00000"/>
                                <w:sz w:val="68"/>
                                <w:szCs w:val="68"/>
                              </w:rPr>
                              <w:t xml:space="preserve">    </w:t>
                            </w:r>
                            <w:r w:rsidR="002B544B" w:rsidRPr="00314092">
                              <w:rPr>
                                <w:rFonts w:ascii="Harrington" w:hAnsi="Harrington"/>
                                <w:b/>
                                <w:color w:val="C00000"/>
                                <w:sz w:val="68"/>
                                <w:szCs w:val="68"/>
                              </w:rPr>
                              <w:t xml:space="preserve">    </w:t>
                            </w:r>
                            <w:r w:rsidRPr="00314092">
                              <w:rPr>
                                <w:rFonts w:ascii="Harrington" w:hAnsi="Harrington"/>
                                <w:b/>
                                <w:color w:val="C00000"/>
                                <w:sz w:val="68"/>
                                <w:szCs w:val="68"/>
                              </w:rPr>
                              <w:t>NIGHT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AF2189" id="Rectangle 3" o:spid="_x0000_s1027" style="position:absolute;margin-left:88.3pt;margin-top:-39.75pt;width:263.55pt;height:20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" filled="f" stroked="f">
                <v:textbox>
                  <w:txbxContent>
                    <w:p w14:paraId="5A9FCE9E" w14:textId="6CDE236B" w:rsidR="00451B8D" w:rsidRPr="00314092" w:rsidRDefault="002B544B">
                      <w:pPr>
                        <w:rPr>
                          <w:rFonts w:ascii="Harrington" w:hAnsi="Harrington"/>
                          <w:b/>
                          <w:color w:val="C00000"/>
                          <w:sz w:val="68"/>
                          <w:szCs w:val="68"/>
                        </w:rPr>
                      </w:pPr>
                      <w:r>
                        <w:rPr>
                          <w:rFonts w:ascii="Harrington" w:hAnsi="Harrington"/>
                          <w:b/>
                          <w:color w:val="C00000"/>
                          <w:sz w:val="56"/>
                          <w:szCs w:val="56"/>
                        </w:rPr>
                        <w:t xml:space="preserve">          </w:t>
                      </w:r>
                      <w:r w:rsidR="00314092">
                        <w:rPr>
                          <w:rFonts w:ascii="Harrington" w:hAnsi="Harrington"/>
                          <w:b/>
                          <w:color w:val="C00000"/>
                          <w:sz w:val="56"/>
                          <w:szCs w:val="56"/>
                        </w:rPr>
                        <w:t xml:space="preserve">  </w:t>
                      </w:r>
                      <w:r w:rsidR="00451B8D" w:rsidRPr="00314092">
                        <w:rPr>
                          <w:rFonts w:ascii="Harrington" w:hAnsi="Harrington"/>
                          <w:b/>
                          <w:color w:val="C00000"/>
                          <w:sz w:val="68"/>
                          <w:szCs w:val="68"/>
                        </w:rPr>
                        <w:t>HALLOWEEN</w:t>
                      </w:r>
                    </w:p>
                    <w:p w14:paraId="3FC67571" w14:textId="3A003616" w:rsidR="00451B8D" w:rsidRPr="00314092" w:rsidRDefault="00451B8D">
                      <w:pPr>
                        <w:rPr>
                          <w:rFonts w:ascii="Harrington" w:hAnsi="Harrington"/>
                          <w:b/>
                          <w:color w:val="C00000"/>
                          <w:sz w:val="68"/>
                          <w:szCs w:val="68"/>
                        </w:rPr>
                      </w:pPr>
                      <w:r w:rsidRPr="00314092">
                        <w:rPr>
                          <w:rFonts w:ascii="Harrington" w:hAnsi="Harrington"/>
                          <w:b/>
                          <w:color w:val="C00000"/>
                          <w:sz w:val="68"/>
                          <w:szCs w:val="68"/>
                        </w:rPr>
                        <w:t xml:space="preserve">    </w:t>
                      </w:r>
                      <w:r w:rsidR="002B544B" w:rsidRPr="00314092">
                        <w:rPr>
                          <w:rFonts w:ascii="Harrington" w:hAnsi="Harrington"/>
                          <w:b/>
                          <w:color w:val="C00000"/>
                          <w:sz w:val="68"/>
                          <w:szCs w:val="68"/>
                        </w:rPr>
                        <w:t xml:space="preserve">    </w:t>
                      </w:r>
                      <w:r w:rsidRPr="00314092">
                        <w:rPr>
                          <w:rFonts w:ascii="Harrington" w:hAnsi="Harrington"/>
                          <w:b/>
                          <w:color w:val="C00000"/>
                          <w:sz w:val="68"/>
                          <w:szCs w:val="68"/>
                        </w:rPr>
                        <w:t>NIGHT</w:t>
                      </w:r>
                    </w:p>
                  </w:txbxContent>
                </v:textbox>
              </v:rect>
            </w:pict>
          </mc:Fallback>
        </mc:AlternateContent>
      </w:r>
    </w:p>
    <w:sectPr w:rsidR="000E56ED" w:rsidSect="00EA271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4B"/>
    <w:rsid w:val="002212BA"/>
    <w:rsid w:val="002B544B"/>
    <w:rsid w:val="00314092"/>
    <w:rsid w:val="00340519"/>
    <w:rsid w:val="00451B8D"/>
    <w:rsid w:val="0079279D"/>
    <w:rsid w:val="009A588C"/>
    <w:rsid w:val="00DB72B0"/>
    <w:rsid w:val="00EA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630"/>
    </o:shapedefaults>
    <o:shapelayout v:ext="edit">
      <o:idmap v:ext="edit" data="1"/>
    </o:shapelayout>
  </w:shapeDefaults>
  <w:decimalSymbol w:val="."/>
  <w:listSeparator w:val=","/>
  <w14:docId w14:val="103F50D7"/>
  <w15:docId w15:val="{D0D8DAE2-0DD5-45E1-9A68-592396ED7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2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0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51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405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remail@g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ouremail@gmail.com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1_halloween%20party%20flyer%20templates.zip\halloween%20party%20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halloween party 4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2</cp:revision>
  <dcterms:created xsi:type="dcterms:W3CDTF">2020-11-04T09:02:00Z</dcterms:created>
  <dcterms:modified xsi:type="dcterms:W3CDTF">2020-11-04T09:02:00Z</dcterms:modified>
</cp:coreProperties>
</file>