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Layout out to enter First and Last Names in eight name badges per page"/>
      </w:tblPr>
      <w:tblGrid>
        <w:gridCol w:w="5414"/>
        <w:gridCol w:w="5233"/>
        <w:gridCol w:w="9"/>
      </w:tblGrid>
      <w:tr w:rsidR="00687AC8" w:rsidRPr="0033395D" w14:paraId="5E727B21" w14:textId="77777777" w:rsidTr="00166BF5">
        <w:trPr>
          <w:gridAfter w:val="1"/>
          <w:wAfter w:w="9" w:type="dxa"/>
          <w:trHeight w:hRule="exact" w:val="3499"/>
          <w:jc w:val="center"/>
        </w:trPr>
        <w:tc>
          <w:tcPr>
            <w:tcW w:w="5414" w:type="dxa"/>
            <w:tcMar>
              <w:top w:w="648" w:type="dxa"/>
              <w:right w:w="547" w:type="dxa"/>
            </w:tcMar>
          </w:tcPr>
          <w:bookmarkStart w:id="0" w:name="_GoBack"/>
          <w:bookmarkEnd w:id="0"/>
          <w:p w14:paraId="24155181" w14:textId="77777777" w:rsidR="00687AC8" w:rsidRDefault="00294C66" w:rsidP="00D609B1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-1152822138"/>
                <w:placeholder>
                  <w:docPart w:val="6056206597BB4092863097383123B88D"/>
                </w:placeholder>
                <w:temporary/>
                <w:showingPlcHdr/>
                <w15:appearance w15:val="hidden"/>
                <w:text w:multiLine="1"/>
              </w:sdtPr>
              <w:sdtEndPr/>
              <w:sdtContent>
                <w:r w:rsidR="00687AC8" w:rsidRPr="0033395D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p w14:paraId="60E48BD1" w14:textId="77777777" w:rsidR="00687AC8" w:rsidRPr="0033395D" w:rsidRDefault="00294C66" w:rsidP="00D609B1">
            <w:pPr>
              <w:pStyle w:val="Title"/>
            </w:pPr>
            <w:sdt>
              <w:sdtPr>
                <w:alias w:val="Enter last name:"/>
                <w:tag w:val="Enter last name:"/>
                <w:id w:val="-1385864282"/>
                <w:placeholder>
                  <w:docPart w:val="889BE5685ABD4525840D51D46AA2894B"/>
                </w:placeholder>
                <w:temporary/>
                <w:showingPlcHdr/>
                <w15:appearance w15:val="hidden"/>
              </w:sdtPr>
              <w:sdtEndPr/>
              <w:sdtContent>
                <w:r w:rsidR="00687AC8" w:rsidRPr="0033395D">
                  <w:t>Last Name</w:t>
                </w:r>
              </w:sdtContent>
            </w:sdt>
          </w:p>
        </w:tc>
        <w:tc>
          <w:tcPr>
            <w:tcW w:w="5233" w:type="dxa"/>
            <w:tcMar>
              <w:top w:w="648" w:type="dxa"/>
              <w:right w:w="1627" w:type="dxa"/>
            </w:tcMar>
          </w:tcPr>
          <w:p w14:paraId="3AD4B57B" w14:textId="77777777" w:rsidR="00687AC8" w:rsidRDefault="00294C66" w:rsidP="00D609B1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-2032482694"/>
                <w:placeholder>
                  <w:docPart w:val="10D68D69E79D42A1A83237BB5834377A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p w14:paraId="0D430063" w14:textId="77777777" w:rsidR="00687AC8" w:rsidRPr="007C153B" w:rsidRDefault="00294C66" w:rsidP="00D609B1">
            <w:pPr>
              <w:pStyle w:val="Title"/>
            </w:pPr>
            <w:sdt>
              <w:sdtPr>
                <w:alias w:val="Enter last name:"/>
                <w:tag w:val="Enter last name:"/>
                <w:id w:val="-1283497441"/>
                <w:placeholder>
                  <w:docPart w:val="CBDCF6C690AD424886206823CB3809E9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t>Last Name</w:t>
                </w:r>
              </w:sdtContent>
            </w:sdt>
          </w:p>
        </w:tc>
      </w:tr>
      <w:tr w:rsidR="00687AC8" w:rsidRPr="0033395D" w14:paraId="01D6437E" w14:textId="77777777" w:rsidTr="00166BF5">
        <w:trPr>
          <w:gridAfter w:val="1"/>
          <w:wAfter w:w="9" w:type="dxa"/>
          <w:trHeight w:hRule="exact" w:val="3355"/>
          <w:jc w:val="center"/>
        </w:trPr>
        <w:tc>
          <w:tcPr>
            <w:tcW w:w="5414" w:type="dxa"/>
            <w:tcMar>
              <w:top w:w="1440" w:type="dxa"/>
              <w:right w:w="547" w:type="dxa"/>
            </w:tcMar>
          </w:tcPr>
          <w:p w14:paraId="68EA7E6C" w14:textId="77777777" w:rsidR="00687AC8" w:rsidRDefault="00294C66" w:rsidP="006B6102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-2053997003"/>
                <w:placeholder>
                  <w:docPart w:val="4307C228E31945F7B4233B486144E034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sdt>
            <w:sdtPr>
              <w:rPr>
                <w:rFonts w:cs="Arial"/>
              </w:rPr>
              <w:alias w:val="Enter last name:"/>
              <w:tag w:val="Enter last name:"/>
              <w:id w:val="45577352"/>
              <w:placeholder>
                <w:docPart w:val="8849D20BD9FA4BD1BF75B229B7F9D6EA"/>
              </w:placeholder>
              <w:temporary/>
              <w:showingPlcHdr/>
              <w15:appearance w15:val="hidden"/>
            </w:sdtPr>
            <w:sdtEndPr/>
            <w:sdtContent>
              <w:p w14:paraId="0700E27C" w14:textId="77777777" w:rsidR="00687AC8" w:rsidRPr="0033395D" w:rsidRDefault="00021EA6" w:rsidP="006B6102">
                <w:pPr>
                  <w:pStyle w:val="Title"/>
                  <w:rPr>
                    <w:rFonts w:cs="Arial"/>
                  </w:rPr>
                </w:pPr>
                <w:r w:rsidRPr="00021EA6">
                  <w:rPr>
                    <w:rFonts w:cs="Arial"/>
                  </w:rPr>
                  <w:t>Last Name</w:t>
                </w:r>
              </w:p>
            </w:sdtContent>
          </w:sdt>
        </w:tc>
        <w:tc>
          <w:tcPr>
            <w:tcW w:w="5233" w:type="dxa"/>
            <w:tcMar>
              <w:top w:w="1656" w:type="dxa"/>
              <w:right w:w="1627" w:type="dxa"/>
            </w:tcMar>
            <w:vAlign w:val="center"/>
          </w:tcPr>
          <w:p w14:paraId="47FD5C14" w14:textId="77777777" w:rsidR="00687AC8" w:rsidRDefault="00294C66" w:rsidP="006B6102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332264505"/>
                <w:placeholder>
                  <w:docPart w:val="6C2B6110F31E4CC4858598FE1CB90277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sdt>
            <w:sdtPr>
              <w:alias w:val="Enter last name:"/>
              <w:tag w:val="Enter last name:"/>
              <w:id w:val="-1606258826"/>
              <w:placeholder>
                <w:docPart w:val="3A7A8F97AA2744E29283C8E606A5C0CD"/>
              </w:placeholder>
              <w:temporary/>
              <w:showingPlcHdr/>
              <w15:appearance w15:val="hidden"/>
            </w:sdtPr>
            <w:sdtEndPr/>
            <w:sdtContent>
              <w:p w14:paraId="5DC24B79" w14:textId="77777777" w:rsidR="00687AC8" w:rsidRPr="0033395D" w:rsidRDefault="00687AC8" w:rsidP="006B6102">
                <w:pPr>
                  <w:pStyle w:val="Title"/>
                  <w:rPr>
                    <w:rFonts w:cs="Arial"/>
                  </w:rPr>
                </w:pPr>
                <w:r>
                  <w:t>Last Name</w:t>
                </w:r>
              </w:p>
            </w:sdtContent>
          </w:sdt>
        </w:tc>
      </w:tr>
      <w:tr w:rsidR="00687AC8" w:rsidRPr="0033395D" w14:paraId="334D8172" w14:textId="77777777" w:rsidTr="00166BF5">
        <w:trPr>
          <w:gridAfter w:val="1"/>
          <w:wAfter w:w="9" w:type="dxa"/>
          <w:trHeight w:hRule="exact" w:val="3312"/>
          <w:jc w:val="center"/>
        </w:trPr>
        <w:tc>
          <w:tcPr>
            <w:tcW w:w="5414" w:type="dxa"/>
            <w:tcMar>
              <w:top w:w="274" w:type="dxa"/>
              <w:left w:w="144" w:type="dxa"/>
              <w:right w:w="547" w:type="dxa"/>
            </w:tcMar>
          </w:tcPr>
          <w:p w14:paraId="13E7E6C8" w14:textId="77777777" w:rsidR="00687AC8" w:rsidRDefault="00294C66" w:rsidP="00687AC8">
            <w:pPr>
              <w:pStyle w:val="Title"/>
              <w:jc w:val="left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1327477630"/>
                <w:placeholder>
                  <w:docPart w:val="13E59AE39D2A46AC939B6D792EF72081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sdt>
            <w:sdtPr>
              <w:alias w:val="Enter last name:"/>
              <w:tag w:val="Enter last name:"/>
              <w:id w:val="1542945708"/>
              <w:placeholder>
                <w:docPart w:val="2137EA798C424126AD26673AC9F7E7F6"/>
              </w:placeholder>
              <w:temporary/>
              <w:showingPlcHdr/>
              <w15:appearance w15:val="hidden"/>
            </w:sdtPr>
            <w:sdtEndPr/>
            <w:sdtContent>
              <w:p w14:paraId="428D4E5D" w14:textId="77777777" w:rsidR="00687AC8" w:rsidRPr="0033395D" w:rsidRDefault="00021EA6" w:rsidP="00687AC8">
                <w:pPr>
                  <w:pStyle w:val="Title"/>
                  <w:jc w:val="left"/>
                </w:pPr>
                <w:r w:rsidRPr="00021EA6">
                  <w:t>Last Name</w:t>
                </w:r>
              </w:p>
            </w:sdtContent>
          </w:sdt>
        </w:tc>
        <w:tc>
          <w:tcPr>
            <w:tcW w:w="5233" w:type="dxa"/>
            <w:tcMar>
              <w:top w:w="274" w:type="dxa"/>
              <w:left w:w="1368" w:type="dxa"/>
            </w:tcMar>
            <w:vAlign w:val="center"/>
          </w:tcPr>
          <w:p w14:paraId="4204301C" w14:textId="77777777" w:rsidR="00687AC8" w:rsidRDefault="00294C66" w:rsidP="006B6102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1037009923"/>
                <w:placeholder>
                  <w:docPart w:val="197485B7B510461BAF9C860E9C0E4907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sdt>
            <w:sdtPr>
              <w:alias w:val="Enter last name:"/>
              <w:tag w:val="Enter last name:"/>
              <w:id w:val="-1050526979"/>
              <w:placeholder>
                <w:docPart w:val="665C6171888844738453CF035734F755"/>
              </w:placeholder>
              <w:temporary/>
              <w:showingPlcHdr/>
              <w15:appearance w15:val="hidden"/>
            </w:sdtPr>
            <w:sdtEndPr/>
            <w:sdtContent>
              <w:p w14:paraId="35B67259" w14:textId="77777777" w:rsidR="00687AC8" w:rsidRPr="0033395D" w:rsidRDefault="00687AC8" w:rsidP="006B6102">
                <w:pPr>
                  <w:pStyle w:val="Title"/>
                  <w:rPr>
                    <w:rFonts w:cs="Arial"/>
                  </w:rPr>
                </w:pPr>
                <w:r>
                  <w:t>Last Name</w:t>
                </w:r>
              </w:p>
            </w:sdtContent>
          </w:sdt>
        </w:tc>
      </w:tr>
      <w:tr w:rsidR="00687AC8" w:rsidRPr="0033395D" w14:paraId="7B81C09C" w14:textId="77777777" w:rsidTr="00166BF5">
        <w:trPr>
          <w:trHeight w:hRule="exact" w:val="3643"/>
          <w:jc w:val="center"/>
        </w:trPr>
        <w:tc>
          <w:tcPr>
            <w:tcW w:w="5414" w:type="dxa"/>
            <w:tcMar>
              <w:top w:w="1080" w:type="dxa"/>
              <w:right w:w="446" w:type="dxa"/>
            </w:tcMar>
          </w:tcPr>
          <w:p w14:paraId="3F6BC656" w14:textId="77777777" w:rsidR="00687AC8" w:rsidRDefault="00294C66" w:rsidP="00687AC8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-1673321837"/>
                <w:placeholder>
                  <w:docPart w:val="9DBCFFD38B024CDF8E3E16808064551E"/>
                </w:placeholder>
                <w:temporary/>
                <w:showingPlcHdr/>
                <w15:appearance w15:val="hidden"/>
              </w:sdtPr>
              <w:sdtEndPr/>
              <w:sdtContent>
                <w:r w:rsidR="00687AC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sdt>
            <w:sdtPr>
              <w:alias w:val="Enter last name:"/>
              <w:tag w:val="Enter last name:"/>
              <w:id w:val="2069295490"/>
              <w:placeholder>
                <w:docPart w:val="146117DE2E4244BE96544E1B6A8B4696"/>
              </w:placeholder>
              <w:temporary/>
              <w:showingPlcHdr/>
              <w15:appearance w15:val="hidden"/>
            </w:sdtPr>
            <w:sdtEndPr/>
            <w:sdtContent>
              <w:p w14:paraId="24A49581" w14:textId="77777777" w:rsidR="00687AC8" w:rsidRPr="0033395D" w:rsidRDefault="00021EA6" w:rsidP="00687AC8">
                <w:pPr>
                  <w:pStyle w:val="Title"/>
                </w:pPr>
                <w:r w:rsidRPr="00021EA6">
                  <w:t>Last Name</w:t>
                </w:r>
              </w:p>
            </w:sdtContent>
          </w:sdt>
        </w:tc>
        <w:tc>
          <w:tcPr>
            <w:tcW w:w="5242" w:type="dxa"/>
            <w:gridSpan w:val="2"/>
            <w:tcMar>
              <w:top w:w="1080" w:type="dxa"/>
              <w:left w:w="936" w:type="dxa"/>
            </w:tcMar>
          </w:tcPr>
          <w:p w14:paraId="59083B8C" w14:textId="77777777" w:rsidR="00687AC8" w:rsidRDefault="00294C66" w:rsidP="00F61428">
            <w:pPr>
              <w:pStyle w:val="Title"/>
              <w:rPr>
                <w:rFonts w:cs="Arial"/>
              </w:rPr>
            </w:pPr>
            <w:sdt>
              <w:sdtPr>
                <w:rPr>
                  <w:rFonts w:cs="Arial"/>
                </w:rPr>
                <w:alias w:val="Enter first name:"/>
                <w:tag w:val="Enter first name:"/>
                <w:id w:val="-479544284"/>
                <w:placeholder>
                  <w:docPart w:val="0DB3C1F44A5A49E481D4D28B07708F0F"/>
                </w:placeholder>
                <w:temporary/>
                <w:showingPlcHdr/>
                <w15:appearance w15:val="hidden"/>
              </w:sdtPr>
              <w:sdtEndPr/>
              <w:sdtContent>
                <w:r w:rsidR="00F61428">
                  <w:rPr>
                    <w:rFonts w:cs="Arial"/>
                  </w:rPr>
                  <w:t>First Name</w:t>
                </w:r>
              </w:sdtContent>
            </w:sdt>
            <w:r w:rsidR="00021EA6">
              <w:rPr>
                <w:rFonts w:cs="Arial"/>
              </w:rPr>
              <w:t>,</w:t>
            </w:r>
          </w:p>
          <w:sdt>
            <w:sdtPr>
              <w:alias w:val="Enter last name:"/>
              <w:tag w:val="Enter last name:"/>
              <w:id w:val="-2077195938"/>
              <w:placeholder>
                <w:docPart w:val="D87AA4EE5A20487F98BE6925B4A691BE"/>
              </w:placeholder>
              <w:temporary/>
              <w:showingPlcHdr/>
              <w15:appearance w15:val="hidden"/>
            </w:sdtPr>
            <w:sdtEndPr/>
            <w:sdtContent>
              <w:p w14:paraId="2BE140DA" w14:textId="77777777" w:rsidR="00687AC8" w:rsidRPr="0033395D" w:rsidRDefault="00687AC8" w:rsidP="007C153B">
                <w:pPr>
                  <w:pStyle w:val="Title"/>
                  <w:rPr>
                    <w:rFonts w:cs="Arial"/>
                  </w:rPr>
                </w:pPr>
                <w:r>
                  <w:t>Last Name</w:t>
                </w:r>
              </w:p>
            </w:sdtContent>
          </w:sdt>
        </w:tc>
      </w:tr>
    </w:tbl>
    <w:p w14:paraId="3BC72392" w14:textId="77777777" w:rsidR="006F4608" w:rsidRPr="0033395D" w:rsidRDefault="006F4608">
      <w:pPr>
        <w:rPr>
          <w:rFonts w:ascii="Arial" w:hAnsi="Arial" w:cs="Arial"/>
          <w:color w:val="404040" w:themeColor="text1" w:themeTint="BF"/>
        </w:rPr>
      </w:pPr>
    </w:p>
    <w:sectPr w:rsidR="006F4608" w:rsidRPr="0033395D" w:rsidSect="00F844CA">
      <w:headerReference w:type="default" r:id="rId10"/>
      <w:pgSz w:w="12240" w:h="15840"/>
      <w:pgMar w:top="806" w:right="994" w:bottom="432" w:left="994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0E573" w14:textId="77777777" w:rsidR="00294C66" w:rsidRDefault="00294C66" w:rsidP="009A15D3">
      <w:r>
        <w:separator/>
      </w:r>
    </w:p>
  </w:endnote>
  <w:endnote w:type="continuationSeparator" w:id="0">
    <w:p w14:paraId="025AF348" w14:textId="77777777" w:rsidR="00294C66" w:rsidRDefault="00294C66" w:rsidP="009A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07C51" w14:textId="77777777" w:rsidR="00294C66" w:rsidRDefault="00294C66" w:rsidP="009A15D3">
      <w:r>
        <w:separator/>
      </w:r>
    </w:p>
  </w:footnote>
  <w:footnote w:type="continuationSeparator" w:id="0">
    <w:p w14:paraId="0CB3F471" w14:textId="77777777" w:rsidR="00294C66" w:rsidRDefault="00294C66" w:rsidP="009A1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6E8D6" w14:textId="77777777" w:rsidR="007C153B" w:rsidRDefault="007C153B">
    <w:pPr>
      <w:pStyle w:val="Header"/>
    </w:pPr>
    <w:r>
      <w:rPr>
        <w:rFonts w:ascii="Arial" w:hAnsi="Arial" w:cs="Arial"/>
        <w:noProof/>
        <w:color w:val="404040" w:themeColor="text1" w:themeTint="BF"/>
      </w:rPr>
      <w:drawing>
        <wp:anchor distT="0" distB="0" distL="114300" distR="114300" simplePos="0" relativeHeight="251659264" behindDoc="1" locked="0" layoutInCell="1" allowOverlap="1" wp14:anchorId="6F37208A" wp14:editId="30E8340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1765" cy="10058400"/>
          <wp:effectExtent l="0" t="0" r="63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d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765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92E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A28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D455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7612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2434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7423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9AA2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F2E8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501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E3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AC"/>
    <w:rsid w:val="00002FC7"/>
    <w:rsid w:val="00021EA6"/>
    <w:rsid w:val="000B3B7C"/>
    <w:rsid w:val="0010038B"/>
    <w:rsid w:val="00166BF5"/>
    <w:rsid w:val="002139AD"/>
    <w:rsid w:val="00237BE8"/>
    <w:rsid w:val="00294C66"/>
    <w:rsid w:val="0033395D"/>
    <w:rsid w:val="00353854"/>
    <w:rsid w:val="003750F0"/>
    <w:rsid w:val="003B1414"/>
    <w:rsid w:val="00461639"/>
    <w:rsid w:val="00495172"/>
    <w:rsid w:val="004A6687"/>
    <w:rsid w:val="004C03FE"/>
    <w:rsid w:val="0055287B"/>
    <w:rsid w:val="00687AC8"/>
    <w:rsid w:val="006A5032"/>
    <w:rsid w:val="006B6102"/>
    <w:rsid w:val="006F4608"/>
    <w:rsid w:val="0071550C"/>
    <w:rsid w:val="0077352A"/>
    <w:rsid w:val="007B6F25"/>
    <w:rsid w:val="007C153B"/>
    <w:rsid w:val="007E79C2"/>
    <w:rsid w:val="00847205"/>
    <w:rsid w:val="0097615C"/>
    <w:rsid w:val="009A15D3"/>
    <w:rsid w:val="00A22AED"/>
    <w:rsid w:val="00AE1F8B"/>
    <w:rsid w:val="00B41C83"/>
    <w:rsid w:val="00B56221"/>
    <w:rsid w:val="00B65720"/>
    <w:rsid w:val="00B70686"/>
    <w:rsid w:val="00B967BD"/>
    <w:rsid w:val="00BD731D"/>
    <w:rsid w:val="00C07C58"/>
    <w:rsid w:val="00C34C2F"/>
    <w:rsid w:val="00C742AC"/>
    <w:rsid w:val="00C85E8E"/>
    <w:rsid w:val="00C86B21"/>
    <w:rsid w:val="00D609B1"/>
    <w:rsid w:val="00DB668A"/>
    <w:rsid w:val="00DE4B69"/>
    <w:rsid w:val="00E3192D"/>
    <w:rsid w:val="00E41941"/>
    <w:rsid w:val="00ED662C"/>
    <w:rsid w:val="00F61428"/>
    <w:rsid w:val="00F810E7"/>
    <w:rsid w:val="00F8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AE5C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6D332F" w:themeColor="text2"/>
        <w:sz w:val="24"/>
        <w:szCs w:val="24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22AED"/>
  </w:style>
  <w:style w:type="paragraph" w:styleId="Heading1">
    <w:name w:val="heading 1"/>
    <w:basedOn w:val="Normal"/>
    <w:next w:val="Normal"/>
    <w:link w:val="Heading1Char"/>
    <w:uiPriority w:val="9"/>
    <w:qFormat/>
    <w:rsid w:val="006A50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9322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0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93222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6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B2117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50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9322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68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B9322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68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B211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6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B2117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68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68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C153B"/>
    <w:rPr>
      <w:rFonts w:ascii="Arial" w:eastAsiaTheme="majorEastAsia" w:hAnsi="Arial" w:cstheme="majorBidi"/>
      <w:color w:val="404040" w:themeColor="text1" w:themeTint="BF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"/>
    <w:rsid w:val="007C153B"/>
    <w:rPr>
      <w:rFonts w:ascii="Arial" w:eastAsiaTheme="majorEastAsia" w:hAnsi="Arial" w:cstheme="majorBidi"/>
      <w:color w:val="404040" w:themeColor="text1" w:themeTint="BF"/>
      <w:kern w:val="28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6A5032"/>
    <w:rPr>
      <w:rFonts w:asciiTheme="majorHAnsi" w:eastAsiaTheme="majorEastAsia" w:hAnsiTheme="majorHAnsi" w:cstheme="majorBidi"/>
      <w:color w:val="B9322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032"/>
    <w:rPr>
      <w:rFonts w:asciiTheme="majorHAnsi" w:eastAsiaTheme="majorEastAsia" w:hAnsiTheme="majorHAnsi" w:cstheme="majorBidi"/>
      <w:color w:val="B93222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3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92D"/>
  </w:style>
  <w:style w:type="paragraph" w:styleId="Footer">
    <w:name w:val="footer"/>
    <w:basedOn w:val="Normal"/>
    <w:link w:val="FooterChar"/>
    <w:uiPriority w:val="99"/>
    <w:unhideWhenUsed/>
    <w:rsid w:val="00E3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92D"/>
  </w:style>
  <w:style w:type="character" w:customStyle="1" w:styleId="Heading4Char">
    <w:name w:val="Heading 4 Char"/>
    <w:basedOn w:val="DefaultParagraphFont"/>
    <w:link w:val="Heading4"/>
    <w:uiPriority w:val="9"/>
    <w:semiHidden/>
    <w:rsid w:val="006A5032"/>
    <w:rPr>
      <w:rFonts w:asciiTheme="majorHAnsi" w:eastAsiaTheme="majorEastAsia" w:hAnsiTheme="majorHAnsi" w:cstheme="majorBidi"/>
      <w:i/>
      <w:iCs/>
      <w:color w:val="B93222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A5032"/>
    <w:rPr>
      <w:i/>
      <w:iCs/>
      <w:color w:val="B9322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A5032"/>
    <w:pPr>
      <w:pBdr>
        <w:top w:val="single" w:sz="4" w:space="10" w:color="B93222" w:themeColor="accent1" w:themeShade="BF"/>
        <w:bottom w:val="single" w:sz="4" w:space="10" w:color="B93222" w:themeColor="accent1" w:themeShade="BF"/>
      </w:pBdr>
      <w:spacing w:before="360" w:after="360"/>
      <w:ind w:left="864" w:right="864"/>
    </w:pPr>
    <w:rPr>
      <w:i/>
      <w:iCs/>
      <w:color w:val="B9322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A5032"/>
    <w:rPr>
      <w:i/>
      <w:iCs/>
      <w:color w:val="B93222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A5032"/>
    <w:rPr>
      <w:b/>
      <w:bCs/>
      <w:caps w:val="0"/>
      <w:smallCaps/>
      <w:color w:val="B93222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6A5032"/>
    <w:pPr>
      <w:pBdr>
        <w:top w:val="single" w:sz="2" w:space="10" w:color="B93222" w:themeColor="accent1" w:themeShade="BF"/>
        <w:left w:val="single" w:sz="2" w:space="10" w:color="B93222" w:themeColor="accent1" w:themeShade="BF"/>
        <w:bottom w:val="single" w:sz="2" w:space="10" w:color="B93222" w:themeColor="accent1" w:themeShade="BF"/>
        <w:right w:val="single" w:sz="2" w:space="10" w:color="B93222" w:themeColor="accent1" w:themeShade="BF"/>
      </w:pBdr>
      <w:ind w:left="1152" w:right="1152"/>
    </w:pPr>
    <w:rPr>
      <w:i/>
      <w:iCs/>
      <w:color w:val="B93222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6A5032"/>
    <w:rPr>
      <w:color w:val="6D5A48" w:themeColor="accent6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A5032"/>
    <w:rPr>
      <w:color w:val="B93222" w:themeColor="accent1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5032"/>
    <w:rPr>
      <w:color w:val="595959" w:themeColor="text1" w:themeTint="A6"/>
      <w:shd w:val="clear" w:color="auto" w:fill="E6E6E6"/>
    </w:rPr>
  </w:style>
  <w:style w:type="character" w:styleId="BookTitle">
    <w:name w:val="Book Title"/>
    <w:basedOn w:val="DefaultParagraphFont"/>
    <w:uiPriority w:val="33"/>
    <w:semiHidden/>
    <w:unhideWhenUsed/>
    <w:qFormat/>
    <w:rsid w:val="00DB668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668A"/>
    <w:pPr>
      <w:spacing w:after="200"/>
    </w:pPr>
    <w:rPr>
      <w:i/>
      <w:iCs/>
      <w:sz w:val="18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sid w:val="00DB668A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68A"/>
    <w:rPr>
      <w:rFonts w:asciiTheme="majorHAnsi" w:eastAsiaTheme="majorEastAsia" w:hAnsiTheme="majorHAnsi" w:cstheme="majorBidi"/>
      <w:color w:val="7B2117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68A"/>
    <w:rPr>
      <w:rFonts w:asciiTheme="majorHAnsi" w:eastAsiaTheme="majorEastAsia" w:hAnsiTheme="majorHAnsi" w:cstheme="majorBidi"/>
      <w:color w:val="B9322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68A"/>
    <w:rPr>
      <w:rFonts w:asciiTheme="majorHAnsi" w:eastAsiaTheme="majorEastAsia" w:hAnsiTheme="majorHAnsi" w:cstheme="majorBidi"/>
      <w:color w:val="7B211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68A"/>
    <w:rPr>
      <w:rFonts w:asciiTheme="majorHAnsi" w:eastAsiaTheme="majorEastAsia" w:hAnsiTheme="majorHAnsi" w:cstheme="majorBidi"/>
      <w:i/>
      <w:iCs/>
      <w:color w:val="7B2117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6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6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semiHidden/>
    <w:unhideWhenUsed/>
    <w:qFormat/>
    <w:rsid w:val="00DB668A"/>
    <w:pPr>
      <w:ind w:left="720"/>
      <w:contextualSpacing/>
    </w:pPr>
  </w:style>
  <w:style w:type="paragraph" w:styleId="NoSpacing">
    <w:name w:val="No Spacing"/>
    <w:uiPriority w:val="1"/>
    <w:semiHidden/>
    <w:unhideWhenUsed/>
    <w:qFormat/>
    <w:rsid w:val="00DB668A"/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B668A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B668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DB668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B668A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B668A"/>
    <w:rPr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668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668A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668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Holiday%20name%20badges%20(8%20per%20page,%20Christmas%20Spirit%20design,%20works%20with%20Avery%205395%20and%20simila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56206597BB4092863097383123B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E3324-2FB4-4A18-AC71-DAFF752FFB97}"/>
      </w:docPartPr>
      <w:docPartBody>
        <w:p w:rsidR="00000000" w:rsidRDefault="00323BDF">
          <w:pPr>
            <w:pStyle w:val="6056206597BB4092863097383123B88D"/>
          </w:pPr>
          <w:r w:rsidRPr="0033395D">
            <w:rPr>
              <w:rFonts w:cs="Arial"/>
            </w:rPr>
            <w:t>First Name</w:t>
          </w:r>
        </w:p>
      </w:docPartBody>
    </w:docPart>
    <w:docPart>
      <w:docPartPr>
        <w:name w:val="889BE5685ABD4525840D51D46AA28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6E08A-EA45-4223-8F15-B1BD0DF8750B}"/>
      </w:docPartPr>
      <w:docPartBody>
        <w:p w:rsidR="00000000" w:rsidRDefault="00323BDF">
          <w:pPr>
            <w:pStyle w:val="889BE5685ABD4525840D51D46AA2894B"/>
          </w:pPr>
          <w:r w:rsidRPr="0033395D">
            <w:t>Last Name</w:t>
          </w:r>
        </w:p>
      </w:docPartBody>
    </w:docPart>
    <w:docPart>
      <w:docPartPr>
        <w:name w:val="10D68D69E79D42A1A83237BB58343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118A9-2978-4AFA-B408-3D43DAB6B867}"/>
      </w:docPartPr>
      <w:docPartBody>
        <w:p w:rsidR="00000000" w:rsidRDefault="00323BDF">
          <w:pPr>
            <w:pStyle w:val="10D68D69E79D42A1A83237BB5834377A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CBDCF6C690AD424886206823CB380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BA77C-206F-40EC-918E-7394C39D32F8}"/>
      </w:docPartPr>
      <w:docPartBody>
        <w:p w:rsidR="00000000" w:rsidRDefault="00323BDF">
          <w:pPr>
            <w:pStyle w:val="CBDCF6C690AD424886206823CB3809E9"/>
          </w:pPr>
          <w:r>
            <w:t>Last Name</w:t>
          </w:r>
        </w:p>
      </w:docPartBody>
    </w:docPart>
    <w:docPart>
      <w:docPartPr>
        <w:name w:val="4307C228E31945F7B4233B486144E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6FD07-5645-4086-8142-E051E2E0783D}"/>
      </w:docPartPr>
      <w:docPartBody>
        <w:p w:rsidR="00000000" w:rsidRDefault="00323BDF">
          <w:pPr>
            <w:pStyle w:val="4307C228E31945F7B4233B486144E034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8849D20BD9FA4BD1BF75B229B7F9D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5F2BF-4581-4E20-A480-AE201A73D6CA}"/>
      </w:docPartPr>
      <w:docPartBody>
        <w:p w:rsidR="00000000" w:rsidRDefault="00323BDF">
          <w:pPr>
            <w:pStyle w:val="8849D20BD9FA4BD1BF75B229B7F9D6EA"/>
          </w:pPr>
          <w:r w:rsidRPr="00021EA6">
            <w:rPr>
              <w:rFonts w:cs="Arial"/>
            </w:rPr>
            <w:t>Last Name</w:t>
          </w:r>
        </w:p>
      </w:docPartBody>
    </w:docPart>
    <w:docPart>
      <w:docPartPr>
        <w:name w:val="6C2B6110F31E4CC4858598FE1CB90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D5349-A0D9-45D8-9EE1-D4C348175EB5}"/>
      </w:docPartPr>
      <w:docPartBody>
        <w:p w:rsidR="00000000" w:rsidRDefault="00323BDF">
          <w:pPr>
            <w:pStyle w:val="6C2B6110F31E4CC4858598FE1CB90277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3A7A8F97AA2744E29283C8E606A5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45920-15A3-45D8-911A-3B9B1725297C}"/>
      </w:docPartPr>
      <w:docPartBody>
        <w:p w:rsidR="00000000" w:rsidRDefault="00323BDF">
          <w:pPr>
            <w:pStyle w:val="3A7A8F97AA2744E29283C8E606A5C0CD"/>
          </w:pPr>
          <w:r>
            <w:t>Last Name</w:t>
          </w:r>
        </w:p>
      </w:docPartBody>
    </w:docPart>
    <w:docPart>
      <w:docPartPr>
        <w:name w:val="13E59AE39D2A46AC939B6D792EF72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B6473-38B8-405F-8921-CE3E9241A3D0}"/>
      </w:docPartPr>
      <w:docPartBody>
        <w:p w:rsidR="00000000" w:rsidRDefault="00323BDF">
          <w:pPr>
            <w:pStyle w:val="13E59AE39D2A46AC939B6D792EF72081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2137EA798C424126AD26673AC9F7E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AFEDB-1704-456B-B087-DA630E473D3E}"/>
      </w:docPartPr>
      <w:docPartBody>
        <w:p w:rsidR="00000000" w:rsidRDefault="00323BDF">
          <w:pPr>
            <w:pStyle w:val="2137EA798C424126AD26673AC9F7E7F6"/>
          </w:pPr>
          <w:r w:rsidRPr="00021EA6">
            <w:t>Last Name</w:t>
          </w:r>
        </w:p>
      </w:docPartBody>
    </w:docPart>
    <w:docPart>
      <w:docPartPr>
        <w:name w:val="197485B7B510461BAF9C860E9C0E4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E30D6-B25D-45AE-9CF2-072A3C1A0052}"/>
      </w:docPartPr>
      <w:docPartBody>
        <w:p w:rsidR="00000000" w:rsidRDefault="00323BDF">
          <w:pPr>
            <w:pStyle w:val="197485B7B510461BAF9C860E9C0E4907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665C6171888844738453CF035734F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E5596-6423-4B03-B037-82638258BB70}"/>
      </w:docPartPr>
      <w:docPartBody>
        <w:p w:rsidR="00000000" w:rsidRDefault="00323BDF">
          <w:pPr>
            <w:pStyle w:val="665C6171888844738453CF035734F755"/>
          </w:pPr>
          <w:r>
            <w:t>Last Name</w:t>
          </w:r>
        </w:p>
      </w:docPartBody>
    </w:docPart>
    <w:docPart>
      <w:docPartPr>
        <w:name w:val="9DBCFFD38B024CDF8E3E168080645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43D3F-69E1-45F7-8806-D5A1EA74F78E}"/>
      </w:docPartPr>
      <w:docPartBody>
        <w:p w:rsidR="00000000" w:rsidRDefault="00323BDF">
          <w:pPr>
            <w:pStyle w:val="9DBCFFD38B024CDF8E3E16808064551E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146117DE2E4244BE96544E1B6A8B4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75BE9-FA1B-43A5-80DD-1BBF66572791}"/>
      </w:docPartPr>
      <w:docPartBody>
        <w:p w:rsidR="00000000" w:rsidRDefault="00323BDF">
          <w:pPr>
            <w:pStyle w:val="146117DE2E4244BE96544E1B6A8B4696"/>
          </w:pPr>
          <w:r w:rsidRPr="00021EA6">
            <w:t>Last Name</w:t>
          </w:r>
        </w:p>
      </w:docPartBody>
    </w:docPart>
    <w:docPart>
      <w:docPartPr>
        <w:name w:val="0DB3C1F44A5A49E481D4D28B07708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5428E-0D16-42D1-B430-09AE768EC0AF}"/>
      </w:docPartPr>
      <w:docPartBody>
        <w:p w:rsidR="00000000" w:rsidRDefault="00323BDF">
          <w:pPr>
            <w:pStyle w:val="0DB3C1F44A5A49E481D4D28B07708F0F"/>
          </w:pPr>
          <w:r>
            <w:rPr>
              <w:rFonts w:cs="Arial"/>
            </w:rPr>
            <w:t>First Name</w:t>
          </w:r>
        </w:p>
      </w:docPartBody>
    </w:docPart>
    <w:docPart>
      <w:docPartPr>
        <w:name w:val="D87AA4EE5A20487F98BE6925B4A69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F5750-46A4-40CB-A323-7E401CCB53D9}"/>
      </w:docPartPr>
      <w:docPartBody>
        <w:p w:rsidR="00000000" w:rsidRDefault="00323BDF">
          <w:pPr>
            <w:pStyle w:val="D87AA4EE5A20487F98BE6925B4A691BE"/>
          </w:pPr>
          <w:r>
            <w:t>Last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BDF"/>
    <w:rsid w:val="0032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56206597BB4092863097383123B88D">
    <w:name w:val="6056206597BB4092863097383123B88D"/>
  </w:style>
  <w:style w:type="paragraph" w:customStyle="1" w:styleId="889BE5685ABD4525840D51D46AA2894B">
    <w:name w:val="889BE5685ABD4525840D51D46AA2894B"/>
  </w:style>
  <w:style w:type="paragraph" w:customStyle="1" w:styleId="10D68D69E79D42A1A83237BB5834377A">
    <w:name w:val="10D68D69E79D42A1A83237BB5834377A"/>
  </w:style>
  <w:style w:type="paragraph" w:customStyle="1" w:styleId="CBDCF6C690AD424886206823CB3809E9">
    <w:name w:val="CBDCF6C690AD424886206823CB3809E9"/>
  </w:style>
  <w:style w:type="paragraph" w:customStyle="1" w:styleId="4307C228E31945F7B4233B486144E034">
    <w:name w:val="4307C228E31945F7B4233B486144E034"/>
  </w:style>
  <w:style w:type="paragraph" w:customStyle="1" w:styleId="8849D20BD9FA4BD1BF75B229B7F9D6EA">
    <w:name w:val="8849D20BD9FA4BD1BF75B229B7F9D6EA"/>
  </w:style>
  <w:style w:type="paragraph" w:customStyle="1" w:styleId="6C2B6110F31E4CC4858598FE1CB90277">
    <w:name w:val="6C2B6110F31E4CC4858598FE1CB90277"/>
  </w:style>
  <w:style w:type="paragraph" w:customStyle="1" w:styleId="3A7A8F97AA2744E29283C8E606A5C0CD">
    <w:name w:val="3A7A8F97AA2744E29283C8E606A5C0CD"/>
  </w:style>
  <w:style w:type="paragraph" w:customStyle="1" w:styleId="13E59AE39D2A46AC939B6D792EF72081">
    <w:name w:val="13E59AE39D2A46AC939B6D792EF72081"/>
  </w:style>
  <w:style w:type="paragraph" w:customStyle="1" w:styleId="2137EA798C424126AD26673AC9F7E7F6">
    <w:name w:val="2137EA798C424126AD26673AC9F7E7F6"/>
  </w:style>
  <w:style w:type="paragraph" w:customStyle="1" w:styleId="197485B7B510461BAF9C860E9C0E4907">
    <w:name w:val="197485B7B510461BAF9C860E9C0E4907"/>
  </w:style>
  <w:style w:type="paragraph" w:customStyle="1" w:styleId="665C6171888844738453CF035734F755">
    <w:name w:val="665C6171888844738453CF035734F755"/>
  </w:style>
  <w:style w:type="paragraph" w:customStyle="1" w:styleId="9DBCFFD38B024CDF8E3E16808064551E">
    <w:name w:val="9DBCFFD38B024CDF8E3E16808064551E"/>
  </w:style>
  <w:style w:type="paragraph" w:customStyle="1" w:styleId="146117DE2E4244BE96544E1B6A8B4696">
    <w:name w:val="146117DE2E4244BE96544E1B6A8B4696"/>
  </w:style>
  <w:style w:type="paragraph" w:customStyle="1" w:styleId="0DB3C1F44A5A49E481D4D28B07708F0F">
    <w:name w:val="0DB3C1F44A5A49E481D4D28B07708F0F"/>
  </w:style>
  <w:style w:type="paragraph" w:customStyle="1" w:styleId="D87AA4EE5A20487F98BE6925B4A691BE">
    <w:name w:val="D87AA4EE5A20487F98BE6925B4A691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hristmas Playful">
  <a:themeElements>
    <a:clrScheme name="Christmas Set">
      <a:dk1>
        <a:sysClr val="windowText" lastClr="000000"/>
      </a:dk1>
      <a:lt1>
        <a:sysClr val="window" lastClr="FFFFFF"/>
      </a:lt1>
      <a:dk2>
        <a:srgbClr val="6D332F"/>
      </a:dk2>
      <a:lt2>
        <a:srgbClr val="FCF5E3"/>
      </a:lt2>
      <a:accent1>
        <a:srgbClr val="DD5949"/>
      </a:accent1>
      <a:accent2>
        <a:srgbClr val="3EA3CB"/>
      </a:accent2>
      <a:accent3>
        <a:srgbClr val="79A342"/>
      </a:accent3>
      <a:accent4>
        <a:srgbClr val="E28F41"/>
      </a:accent4>
      <a:accent5>
        <a:srgbClr val="F1BF50"/>
      </a:accent5>
      <a:accent6>
        <a:srgbClr val="927961"/>
      </a:accent6>
      <a:hlink>
        <a:srgbClr val="DD5949"/>
      </a:hlink>
      <a:folHlink>
        <a:srgbClr val="927961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1671AB-FD71-400B-B7F6-FA0F505FB3CC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A5622DC9-1547-4284-8753-8D1EAFA6B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B2C1D-141A-4811-892E-890DB60DD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Holiday name badges (8 per page, Christmas Spirit design, works with Avery 5395 and similar)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2019-10-23T11:09:00Z</dcterms:created>
  <dcterms:modified xsi:type="dcterms:W3CDTF">2019-10-23T11:10:00Z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